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2566D7" w:rsidRPr="00B0544D" w14:paraId="72E96F1C" w14:textId="77777777" w:rsidTr="000B26DF">
        <w:tc>
          <w:tcPr>
            <w:tcW w:w="1311" w:type="dxa"/>
          </w:tcPr>
          <w:p w14:paraId="272C2E3B" w14:textId="77777777" w:rsidR="002566D7" w:rsidRPr="00844912" w:rsidRDefault="002566D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64F6603A" w14:textId="77777777" w:rsidR="002566D7" w:rsidRPr="00844912" w:rsidRDefault="002566D7" w:rsidP="000B26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AD68642" w14:textId="77777777" w:rsidR="002566D7" w:rsidRPr="00844912" w:rsidRDefault="002566D7" w:rsidP="000B26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6465D5" w14:paraId="417EE2F4" w14:textId="77777777" w:rsidTr="000B26DF">
        <w:tc>
          <w:tcPr>
            <w:tcW w:w="1311" w:type="dxa"/>
          </w:tcPr>
          <w:p w14:paraId="3BFA795D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130EC3CC" w14:textId="48A0E985" w:rsidR="006465D5" w:rsidRPr="00844912" w:rsidRDefault="006465D5" w:rsidP="006465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e raccordi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43A4FCB2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e relativi raccordi di tenuta in ottone con bussola in acciaio.</w:t>
            </w:r>
          </w:p>
          <w:p w14:paraId="2B7F1E32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46B61C5C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536AD81A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3E8387F3" w14:textId="19B8C53C" w:rsidR="00DD79AA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76278E93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87A28E0" w14:textId="17D44DF6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e raccordi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6465D5" w14:paraId="0CB383A9" w14:textId="77777777" w:rsidTr="000B26DF">
        <w:tc>
          <w:tcPr>
            <w:tcW w:w="1311" w:type="dxa"/>
          </w:tcPr>
          <w:p w14:paraId="1ED0E6C6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4F31F2CD" w14:textId="60627FE9" w:rsidR="006465D5" w:rsidRPr="00844912" w:rsidRDefault="006465D5" w:rsidP="006465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isolato e raccordi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4925A0BC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coibentati, e relativi raccordi di tenuta in ottone con bussola in acciaio.</w:t>
            </w:r>
          </w:p>
          <w:p w14:paraId="43941BCC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23FB303C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76764071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3193164E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72CB6D7F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(UNI EN ISO 8497): classe di reazione al fuoco: CL-S1,d0 (EN 13501-1).</w:t>
            </w:r>
          </w:p>
          <w:p w14:paraId="0134A610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3C7724" w14:textId="47E7B6DE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e raccordi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LBP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566D7" w14:paraId="4DF46C94" w14:textId="77777777" w:rsidTr="000B26DF">
        <w:tc>
          <w:tcPr>
            <w:tcW w:w="1311" w:type="dxa"/>
          </w:tcPr>
          <w:p w14:paraId="77BFEBB8" w14:textId="77777777" w:rsidR="002566D7" w:rsidRPr="00844912" w:rsidRDefault="002566D7" w:rsidP="00D7513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18C2F1D3" w14:textId="417C1630" w:rsidR="002566D7" w:rsidRPr="00844912" w:rsidRDefault="002566D7" w:rsidP="000B26D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RA e raccordi </w:t>
            </w:r>
            <w:proofErr w:type="spellStart"/>
            <w:r w:rsidR="006465D5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="006465D5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09C3E86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0,2 mm, e relativi raccordi di tenuta in ottone con bussola in acciaio.</w:t>
            </w:r>
          </w:p>
          <w:p w14:paraId="3BB836A0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2514653A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1A7C3864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2A8C1165" w14:textId="77777777" w:rsidR="002566D7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Conformità: UNI EN 21003; DM 174 (idoneità potabile).</w:t>
            </w:r>
          </w:p>
          <w:p w14:paraId="3C1FB497" w14:textId="77777777" w:rsidR="00E57439" w:rsidRDefault="00E57439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0F091C2" w14:textId="399C635A" w:rsidR="00E57439" w:rsidRDefault="00E57439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KIWA UNI di sistema (secondo norma UNI EN ISO </w:t>
            </w:r>
            <w:r w:rsidR="00295FBA">
              <w:rPr>
                <w:rFonts w:ascii="Poppins" w:hAnsi="Poppins" w:cs="Poppins"/>
                <w:bCs/>
                <w:sz w:val="20"/>
              </w:rPr>
              <w:t>21003).</w:t>
            </w:r>
          </w:p>
          <w:p w14:paraId="7AAAE66F" w14:textId="2BF098F8" w:rsidR="00295FBA" w:rsidRPr="00844912" w:rsidRDefault="00295FBA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5A842AF4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70B5A0" w14:textId="7DD69D49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RA e raccordi</w:t>
            </w:r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566D7" w14:paraId="61368CF2" w14:textId="77777777" w:rsidTr="000B26DF">
        <w:tc>
          <w:tcPr>
            <w:tcW w:w="1311" w:type="dxa"/>
          </w:tcPr>
          <w:p w14:paraId="34F63F1C" w14:textId="77777777" w:rsidR="002566D7" w:rsidRPr="00844912" w:rsidRDefault="002566D7" w:rsidP="00D7513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65DFEABD" w14:textId="662F9FBF" w:rsidR="002566D7" w:rsidRPr="00844912" w:rsidRDefault="002566D7" w:rsidP="000B26D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RA isolato e raccordi</w:t>
            </w:r>
            <w:r w:rsidR="006465D5" w:rsidRPr="006465D5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="006465D5" w:rsidRPr="006465D5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="006465D5" w:rsidRPr="006465D5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5A3D3F22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0,2 mm, coibentati, e relativi raccordi di tenuta in ottone con bussola in acciaio.</w:t>
            </w:r>
          </w:p>
          <w:p w14:paraId="7AABD975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2DC2631A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1560B131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397A68F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281A70A0" w14:textId="77777777" w:rsidR="002566D7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(UNI EN ISO 8497): classe di reazione al fuoco: CL-S1,d0 (EN 13501-1).</w:t>
            </w:r>
          </w:p>
          <w:p w14:paraId="467A32F1" w14:textId="77777777" w:rsidR="00295FBA" w:rsidRDefault="00295FBA" w:rsidP="00295FB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9011EB1" w14:textId="77777777" w:rsidR="00295FBA" w:rsidRDefault="00295FBA" w:rsidP="00295FB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KIWA UNI di sistema (secondo norma UNI EN ISO 21003).</w:t>
            </w:r>
          </w:p>
          <w:p w14:paraId="1B034FA9" w14:textId="77777777" w:rsidR="00295FBA" w:rsidRPr="00844912" w:rsidRDefault="00295FBA" w:rsidP="00295FB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195F853E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0874A35" w14:textId="75565365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RA isolato e raccordi</w:t>
            </w:r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566D7" w14:paraId="610B275D" w14:textId="77777777" w:rsidTr="000B26DF">
        <w:tc>
          <w:tcPr>
            <w:tcW w:w="1311" w:type="dxa"/>
          </w:tcPr>
          <w:p w14:paraId="04CA1AE0" w14:textId="77777777" w:rsidR="002566D7" w:rsidRPr="00844912" w:rsidRDefault="002566D7" w:rsidP="00D7513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5875C516" w14:textId="7E67A705" w:rsidR="002566D7" w:rsidRPr="00844912" w:rsidRDefault="002566D7" w:rsidP="000B26D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6302D4">
              <w:rPr>
                <w:rFonts w:ascii="Poppins" w:hAnsi="Poppins" w:cs="Poppins"/>
                <w:bCs/>
                <w:sz w:val="20"/>
              </w:rPr>
              <w:t>LBP</w:t>
            </w:r>
          </w:p>
        </w:tc>
        <w:tc>
          <w:tcPr>
            <w:tcW w:w="6101" w:type="dxa"/>
          </w:tcPr>
          <w:p w14:paraId="3916C24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e relativi raccordi di tenuta in ottone con bussola in acciaio.</w:t>
            </w:r>
          </w:p>
          <w:p w14:paraId="3928A744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7A5A462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58A024C8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AFFD0D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Temperatura massima di esercizio: 70 °C (per impianti operanti con acqua).</w:t>
            </w:r>
          </w:p>
          <w:p w14:paraId="048BA0E3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7BA7CAAD" w14:textId="77777777" w:rsidR="002566D7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738DA6AB" w14:textId="77777777" w:rsidR="004715B8" w:rsidRDefault="004715B8" w:rsidP="004715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3FE2A3" w14:textId="77777777" w:rsidR="004715B8" w:rsidRDefault="004715B8" w:rsidP="004715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KIWA UNI di sistema (secondo norma UNI EN ISO 21003).</w:t>
            </w:r>
          </w:p>
          <w:p w14:paraId="59E64C13" w14:textId="77777777" w:rsidR="004715B8" w:rsidRDefault="004715B8" w:rsidP="004715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2AFDF27B" w14:textId="57499262" w:rsidR="004715B8" w:rsidRPr="00844912" w:rsidRDefault="004715B8" w:rsidP="004715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</w:t>
            </w:r>
            <w:r w:rsidR="00344E22">
              <w:rPr>
                <w:rFonts w:ascii="Poppins" w:hAnsi="Poppins" w:cs="Poppins"/>
                <w:bCs/>
                <w:sz w:val="20"/>
              </w:rPr>
              <w:t>DVGW di sistema (secondo norma UNI EN ISO 21003).</w:t>
            </w:r>
          </w:p>
          <w:p w14:paraId="6F17411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A29CF86" w14:textId="40C784D9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="006302D4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566D7" w14:paraId="52008C07" w14:textId="77777777" w:rsidTr="000B26DF">
        <w:tc>
          <w:tcPr>
            <w:tcW w:w="1311" w:type="dxa"/>
          </w:tcPr>
          <w:p w14:paraId="03F1F2E8" w14:textId="77777777" w:rsidR="002566D7" w:rsidRPr="00844912" w:rsidRDefault="002566D7" w:rsidP="00D7513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740052C5" w14:textId="286EFDE8" w:rsidR="002566D7" w:rsidRPr="00844912" w:rsidRDefault="002566D7" w:rsidP="000B26D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isolato e raccordi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="006302D4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4B743B03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coibentati, e relativi raccordi di tenuta in ottone con bussola in acciaio.</w:t>
            </w:r>
          </w:p>
          <w:p w14:paraId="4508CE36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DDBCB93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741DBE0F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75 °C (per impianti operanti con acqua).</w:t>
            </w:r>
          </w:p>
          <w:p w14:paraId="341148CD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22A3F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49F9C746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0E5EA246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F8402BD" w14:textId="77777777" w:rsidR="002566D7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(UNI EN ISO 8497): Classe di reazione al fuoco: CL-S1,d0 (EN 13501-1).</w:t>
            </w:r>
          </w:p>
          <w:p w14:paraId="7168E132" w14:textId="77777777" w:rsidR="00344E22" w:rsidRDefault="00344E22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0F7191" w14:textId="77777777" w:rsidR="00344E22" w:rsidRDefault="00344E22" w:rsidP="00344E2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KIWA UNI di sistema (secondo norma UNI EN ISO 21003).</w:t>
            </w:r>
          </w:p>
          <w:p w14:paraId="2684AE2E" w14:textId="77777777" w:rsidR="00344E22" w:rsidRDefault="00344E22" w:rsidP="00344E2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4B1AE0C5" w14:textId="77777777" w:rsidR="00344E22" w:rsidRPr="00844912" w:rsidRDefault="00344E22" w:rsidP="00344E2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DVGW di sistema (secondo norma UNI EN ISO 21003).</w:t>
            </w:r>
          </w:p>
          <w:p w14:paraId="6669E60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AB4EF4" w14:textId="11724878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e raccordi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6302D4">
              <w:rPr>
                <w:rFonts w:ascii="Poppins" w:hAnsi="Poppins" w:cs="Poppins"/>
                <w:b/>
                <w:bCs/>
                <w:sz w:val="20"/>
              </w:rPr>
              <w:t xml:space="preserve">LBP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69A56CBC" w14:textId="5F78ADD9" w:rsidR="002566D7" w:rsidRDefault="002566D7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52D0E87" w14:textId="77777777" w:rsidTr="00904071">
        <w:tc>
          <w:tcPr>
            <w:tcW w:w="1311" w:type="dxa"/>
          </w:tcPr>
          <w:p w14:paraId="4C0941F9" w14:textId="77777777" w:rsidR="00F269EC" w:rsidRPr="00586F53" w:rsidRDefault="00757AC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1A34DDED" w14:textId="77777777" w:rsidR="00757AC7" w:rsidRPr="00586F53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79329939" w14:textId="77777777" w:rsidR="00757AC7" w:rsidRPr="00586F53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7E33F1" w:rsidRPr="009279E2" w14:paraId="4523817B" w14:textId="77777777" w:rsidTr="00904071">
        <w:tc>
          <w:tcPr>
            <w:tcW w:w="1311" w:type="dxa"/>
          </w:tcPr>
          <w:p w14:paraId="6579E641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28180088</w:t>
            </w:r>
          </w:p>
        </w:tc>
        <w:tc>
          <w:tcPr>
            <w:tcW w:w="2086" w:type="dxa"/>
          </w:tcPr>
          <w:p w14:paraId="10834B5F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7EF2360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4C2CE5A1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71721D7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1E13F1D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035A9E9B" w14:textId="251866E5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68340E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45DB84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A737E3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0BBEF36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78D93CF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6C45AA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DB95FF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BA2DB45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1C2D8C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7B034E03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8183E87" w14:textId="36511634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16 x 1/2" o equivalente.</w:t>
            </w:r>
          </w:p>
        </w:tc>
      </w:tr>
      <w:tr w:rsidR="007E33F1" w:rsidRPr="009279E2" w14:paraId="1B11703C" w14:textId="77777777" w:rsidTr="00904071">
        <w:tc>
          <w:tcPr>
            <w:tcW w:w="1311" w:type="dxa"/>
          </w:tcPr>
          <w:p w14:paraId="7E2B2D9D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28180090</w:t>
            </w:r>
          </w:p>
        </w:tc>
        <w:tc>
          <w:tcPr>
            <w:tcW w:w="2086" w:type="dxa"/>
          </w:tcPr>
          <w:p w14:paraId="5981C962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3179D6D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1BFF3CDC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29CE8ABB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73ACF45C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4D2751C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1C9C00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3D93E5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0394900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0B26416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6B666BA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8FB307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D3FBF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477210E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93BF180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49F96A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F22F4AE" w14:textId="734E22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20 x 1/2" o equivalente.</w:t>
            </w:r>
          </w:p>
        </w:tc>
      </w:tr>
      <w:tr w:rsidR="007E33F1" w:rsidRPr="009279E2" w14:paraId="22C3648A" w14:textId="77777777" w:rsidTr="00904071">
        <w:tc>
          <w:tcPr>
            <w:tcW w:w="1311" w:type="dxa"/>
          </w:tcPr>
          <w:p w14:paraId="070B6A0B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28180092</w:t>
            </w:r>
          </w:p>
        </w:tc>
        <w:tc>
          <w:tcPr>
            <w:tcW w:w="2086" w:type="dxa"/>
          </w:tcPr>
          <w:p w14:paraId="5BEFDCF8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BFD000B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53F779B1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</w:t>
            </w:r>
          </w:p>
        </w:tc>
        <w:tc>
          <w:tcPr>
            <w:tcW w:w="6101" w:type="dxa"/>
          </w:tcPr>
          <w:p w14:paraId="58045105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8A4FEDD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con profilo per pinzatura TH, B, U, H, F.</w:t>
            </w:r>
          </w:p>
          <w:p w14:paraId="180DCA27" w14:textId="5BC82294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41107C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C64D77A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3AB504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Bussola in acciaio inox AISI 304 </w:t>
            </w:r>
          </w:p>
          <w:p w14:paraId="1E331EBE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A2F10ED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AA92CE3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2BE3A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9CA03D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Pressione massima di esercizio: 10 bar </w:t>
            </w:r>
          </w:p>
          <w:p w14:paraId="06023E8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1F25785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18552B9" w14:textId="079ED3B5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20 x 3/4" o equivalente.</w:t>
            </w:r>
          </w:p>
        </w:tc>
      </w:tr>
      <w:tr w:rsidR="007E33F1" w:rsidRPr="009279E2" w14:paraId="396AE6F6" w14:textId="77777777" w:rsidTr="00904071">
        <w:tc>
          <w:tcPr>
            <w:tcW w:w="1311" w:type="dxa"/>
          </w:tcPr>
          <w:p w14:paraId="3CF4DA2D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28180094</w:t>
            </w:r>
          </w:p>
        </w:tc>
        <w:tc>
          <w:tcPr>
            <w:tcW w:w="2086" w:type="dxa"/>
          </w:tcPr>
          <w:p w14:paraId="1862B43C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DA92B01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7DE38A98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</w:t>
            </w:r>
          </w:p>
        </w:tc>
        <w:tc>
          <w:tcPr>
            <w:tcW w:w="6101" w:type="dxa"/>
          </w:tcPr>
          <w:p w14:paraId="1D48E321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03E30D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2C364392" w14:textId="2D02B19C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8CAF91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DC2413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04CC9B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CE3A9E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4F8F74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324AA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A670B4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E27E95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2EE2C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DBECD0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7942561" w14:textId="69345644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26 x 3/4" o equivalente.</w:t>
            </w:r>
          </w:p>
        </w:tc>
      </w:tr>
      <w:tr w:rsidR="007E33F1" w:rsidRPr="009279E2" w14:paraId="7A12AD0C" w14:textId="77777777" w:rsidTr="00904071">
        <w:tc>
          <w:tcPr>
            <w:tcW w:w="1311" w:type="dxa"/>
          </w:tcPr>
          <w:p w14:paraId="552B3459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28180096</w:t>
            </w:r>
          </w:p>
        </w:tc>
        <w:tc>
          <w:tcPr>
            <w:tcW w:w="2086" w:type="dxa"/>
          </w:tcPr>
          <w:p w14:paraId="75841105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68DF316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6EB38003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1"</w:t>
            </w:r>
          </w:p>
        </w:tc>
        <w:tc>
          <w:tcPr>
            <w:tcW w:w="6101" w:type="dxa"/>
          </w:tcPr>
          <w:p w14:paraId="7742D7F1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A632545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32 x 1" con profilo per pinzatura TH, B, U, H, F. </w:t>
            </w:r>
          </w:p>
          <w:p w14:paraId="2C20EDB5" w14:textId="35A5F522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64C148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FBCDF8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BD81F5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2D387DD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B40848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29570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DFCB10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2208C06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5A88F4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E8D937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FCDED3A" w14:textId="5890B9F3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32 x 1" o equivalente.</w:t>
            </w:r>
          </w:p>
        </w:tc>
      </w:tr>
      <w:tr w:rsidR="007E33F1" w:rsidRPr="009279E2" w14:paraId="0B0A175B" w14:textId="77777777" w:rsidTr="00904071">
        <w:tc>
          <w:tcPr>
            <w:tcW w:w="1311" w:type="dxa"/>
          </w:tcPr>
          <w:p w14:paraId="3985A38A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28180180</w:t>
            </w:r>
          </w:p>
        </w:tc>
        <w:tc>
          <w:tcPr>
            <w:tcW w:w="2086" w:type="dxa"/>
          </w:tcPr>
          <w:p w14:paraId="56DFBA7A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001AFE3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3BC581F0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2316B24D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38C2ECD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16 x 1/2" con profilo per pinzatura TH, B, U, H, F. </w:t>
            </w:r>
          </w:p>
          <w:p w14:paraId="3D56F54C" w14:textId="698E9EC2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C0D277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FAF1B2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BB17FB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37E1D9A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842496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205DD1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FE8BF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14BBAA6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144562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48 mm</w:t>
            </w:r>
          </w:p>
          <w:p w14:paraId="15AB27C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6222144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0709B7E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16 x 1/2" o equivalente.</w:t>
            </w:r>
          </w:p>
        </w:tc>
      </w:tr>
      <w:tr w:rsidR="007E33F1" w:rsidRPr="009279E2" w14:paraId="73417974" w14:textId="77777777" w:rsidTr="00904071">
        <w:tc>
          <w:tcPr>
            <w:tcW w:w="1311" w:type="dxa"/>
          </w:tcPr>
          <w:p w14:paraId="1D2EA4B9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28180182</w:t>
            </w:r>
          </w:p>
        </w:tc>
        <w:tc>
          <w:tcPr>
            <w:tcW w:w="2086" w:type="dxa"/>
          </w:tcPr>
          <w:p w14:paraId="21721C8F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1BE5B23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6EBB289A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1D118273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3C63BD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399582CB" w14:textId="54F462CC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7C7842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C25C746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05AB2FA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291060C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0A1E36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D9DFFF2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70C7B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EAAD1C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A3DD93E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48 mm</w:t>
            </w:r>
          </w:p>
          <w:p w14:paraId="71C3EA3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3FD909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1A071FB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20 x 1/2" o equivalente.</w:t>
            </w:r>
          </w:p>
        </w:tc>
      </w:tr>
      <w:tr w:rsidR="007E33F1" w:rsidRPr="009279E2" w14:paraId="117A0F2C" w14:textId="77777777" w:rsidTr="00904071">
        <w:tc>
          <w:tcPr>
            <w:tcW w:w="1311" w:type="dxa"/>
          </w:tcPr>
          <w:p w14:paraId="31DD5E16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28180184</w:t>
            </w:r>
          </w:p>
        </w:tc>
        <w:tc>
          <w:tcPr>
            <w:tcW w:w="2086" w:type="dxa"/>
          </w:tcPr>
          <w:p w14:paraId="146F5114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D863300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705F4C75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20 x 3/4"</w:t>
            </w:r>
          </w:p>
        </w:tc>
        <w:tc>
          <w:tcPr>
            <w:tcW w:w="6101" w:type="dxa"/>
          </w:tcPr>
          <w:p w14:paraId="13050CF5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 xml:space="preserve">Gomito LPB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3CECE92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con profilo per pinzatura TH, B, U, H, F.</w:t>
            </w:r>
          </w:p>
          <w:p w14:paraId="3E30DEA4" w14:textId="470A892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Il raccordo è costruito da:</w:t>
            </w:r>
          </w:p>
          <w:p w14:paraId="73DA09F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EBD91D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990ACAA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E3CBB2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AE4358F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FE794D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2464A3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D9AADF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210082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56 mm</w:t>
            </w:r>
          </w:p>
          <w:p w14:paraId="3C14FDC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C58BE0C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37F9B6A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20 x 3/4" o equivalente.</w:t>
            </w:r>
          </w:p>
        </w:tc>
      </w:tr>
      <w:tr w:rsidR="007E33F1" w:rsidRPr="009279E2" w14:paraId="7FAAB044" w14:textId="77777777" w:rsidTr="00904071">
        <w:tc>
          <w:tcPr>
            <w:tcW w:w="1311" w:type="dxa"/>
          </w:tcPr>
          <w:p w14:paraId="12A4C069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28180186</w:t>
            </w:r>
          </w:p>
        </w:tc>
        <w:tc>
          <w:tcPr>
            <w:tcW w:w="2086" w:type="dxa"/>
          </w:tcPr>
          <w:p w14:paraId="5576432D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4FBF6AE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4133492D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</w:t>
            </w:r>
          </w:p>
        </w:tc>
        <w:tc>
          <w:tcPr>
            <w:tcW w:w="6101" w:type="dxa"/>
          </w:tcPr>
          <w:p w14:paraId="678B26A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6055BBD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78D1C715" w14:textId="4BC7CE56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2CF736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B8A28B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E49554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6E58E88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3DE0A57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3F908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98A4F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FFCB53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C044D5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56 mm</w:t>
            </w:r>
          </w:p>
          <w:p w14:paraId="271DA16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6C4E5C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AAFA71C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26 x 3/4" o equivalente.</w:t>
            </w:r>
          </w:p>
        </w:tc>
      </w:tr>
      <w:tr w:rsidR="00BF18F0" w:rsidRPr="009279E2" w14:paraId="3DB5D7B3" w14:textId="77777777" w:rsidTr="00904071">
        <w:tc>
          <w:tcPr>
            <w:tcW w:w="1311" w:type="dxa"/>
          </w:tcPr>
          <w:p w14:paraId="274A5AED" w14:textId="2F19B741" w:rsidR="00BF18F0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28181204</w:t>
            </w:r>
          </w:p>
        </w:tc>
        <w:tc>
          <w:tcPr>
            <w:tcW w:w="2086" w:type="dxa"/>
          </w:tcPr>
          <w:p w14:paraId="6A8EECB8" w14:textId="48B49931" w:rsidR="00BF18F0" w:rsidRPr="00586F53" w:rsidRDefault="00BF18F0" w:rsidP="00BF18F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509C1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D509C1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Cs/>
                <w:sz w:val="20"/>
              </w:rPr>
              <w:t xml:space="preserve"> LBP femmina H </w:t>
            </w:r>
            <w:r>
              <w:rPr>
                <w:rFonts w:ascii="Poppins" w:hAnsi="Poppins" w:cs="Poppins"/>
                <w:bCs/>
                <w:sz w:val="20"/>
              </w:rPr>
              <w:t>52</w:t>
            </w:r>
            <w:r w:rsidRPr="00D509C1">
              <w:rPr>
                <w:rFonts w:ascii="Poppins" w:hAnsi="Poppins" w:cs="Poppins"/>
                <w:bCs/>
                <w:sz w:val="20"/>
              </w:rPr>
              <w:t xml:space="preserve"> 16 x 1/2"</w:t>
            </w:r>
          </w:p>
        </w:tc>
        <w:tc>
          <w:tcPr>
            <w:tcW w:w="6101" w:type="dxa"/>
          </w:tcPr>
          <w:p w14:paraId="5AAF27E5" w14:textId="1DF6CAA2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che permette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509C1">
              <w:rPr>
                <w:rFonts w:ascii="Poppins" w:hAnsi="Poppins" w:cs="Poppins"/>
                <w:sz w:val="20"/>
              </w:rPr>
              <w:t>individuare facilmente le perdite in caso di mancata pressatura.</w:t>
            </w:r>
          </w:p>
          <w:p w14:paraId="0C9A5A01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187B9BBA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911ED5C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Corpo in ottone CW617N (UNI EN 12165)</w:t>
            </w:r>
          </w:p>
          <w:p w14:paraId="1FCBC481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Anello </w:t>
            </w:r>
            <w:proofErr w:type="spellStart"/>
            <w:r w:rsidRPr="00D509C1">
              <w:rPr>
                <w:rFonts w:ascii="Poppins" w:hAnsi="Poppins" w:cs="Poppins"/>
              </w:rPr>
              <w:t>portabussola</w:t>
            </w:r>
            <w:proofErr w:type="spellEnd"/>
            <w:r w:rsidRPr="00D509C1">
              <w:rPr>
                <w:rFonts w:ascii="Poppins" w:hAnsi="Poppins" w:cs="Poppins"/>
              </w:rPr>
              <w:t xml:space="preserve"> in nylon, dielettrico</w:t>
            </w:r>
          </w:p>
          <w:p w14:paraId="673E59C9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Bussola in acciaio inox AISI 304</w:t>
            </w:r>
          </w:p>
          <w:p w14:paraId="5E075473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Doppio O-ring in EPDM</w:t>
            </w:r>
          </w:p>
          <w:p w14:paraId="5A3FB736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96480FC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7FB532BD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Temperatura massima di esercizio: 95 °C</w:t>
            </w:r>
          </w:p>
          <w:p w14:paraId="65686BC7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Pressione massima di esercizio: 10 bar</w:t>
            </w:r>
          </w:p>
          <w:p w14:paraId="71FB9984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Altezza: 78 mm</w:t>
            </w:r>
          </w:p>
          <w:p w14:paraId="5C3D5031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D509C1">
              <w:rPr>
                <w:rFonts w:ascii="Poppins" w:hAnsi="Poppins" w:cs="Poppins"/>
              </w:rPr>
              <w:t>Rp</w:t>
            </w:r>
            <w:proofErr w:type="spellEnd"/>
            <w:r w:rsidRPr="00D509C1">
              <w:rPr>
                <w:rFonts w:ascii="Poppins" w:hAnsi="Poppins" w:cs="Poppins"/>
              </w:rPr>
              <w:t xml:space="preserve"> (UNI EN 10226-1)</w:t>
            </w:r>
          </w:p>
          <w:p w14:paraId="373A4FBA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81C38A5" w14:textId="531169F0" w:rsidR="00BF18F0" w:rsidRPr="00586F53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D509C1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LBP femmina H 52 16 x 1/2" o equivalente.</w:t>
            </w:r>
          </w:p>
        </w:tc>
      </w:tr>
      <w:tr w:rsidR="007773E7" w:rsidRPr="009279E2" w14:paraId="634451E9" w14:textId="77777777" w:rsidTr="00904071">
        <w:tc>
          <w:tcPr>
            <w:tcW w:w="1311" w:type="dxa"/>
          </w:tcPr>
          <w:p w14:paraId="0FBA7B57" w14:textId="6A9350D0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28181206</w:t>
            </w:r>
          </w:p>
        </w:tc>
        <w:tc>
          <w:tcPr>
            <w:tcW w:w="2086" w:type="dxa"/>
          </w:tcPr>
          <w:p w14:paraId="001A7082" w14:textId="7B478E45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509C1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D509C1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Cs/>
                <w:sz w:val="20"/>
              </w:rPr>
              <w:t xml:space="preserve"> LBP femmina H </w:t>
            </w:r>
            <w:r>
              <w:rPr>
                <w:rFonts w:ascii="Poppins" w:hAnsi="Poppins" w:cs="Poppins"/>
                <w:bCs/>
                <w:sz w:val="20"/>
              </w:rPr>
              <w:t>52</w:t>
            </w:r>
            <w:r w:rsidRPr="00D509C1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  <w:r w:rsidRPr="00D509C1">
              <w:rPr>
                <w:rFonts w:ascii="Poppins" w:hAnsi="Poppins" w:cs="Poppins"/>
                <w:bCs/>
                <w:sz w:val="20"/>
              </w:rPr>
              <w:t xml:space="preserve"> x 1/2"</w:t>
            </w:r>
          </w:p>
        </w:tc>
        <w:tc>
          <w:tcPr>
            <w:tcW w:w="6101" w:type="dxa"/>
          </w:tcPr>
          <w:p w14:paraId="4C8FC34A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che permette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509C1">
              <w:rPr>
                <w:rFonts w:ascii="Poppins" w:hAnsi="Poppins" w:cs="Poppins"/>
                <w:sz w:val="20"/>
              </w:rPr>
              <w:t>individuare facilmente le perdite in caso di mancata pressatura.</w:t>
            </w:r>
          </w:p>
          <w:p w14:paraId="4243D908" w14:textId="6B6CDB52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D509C1">
              <w:rPr>
                <w:rFonts w:ascii="Poppins" w:hAnsi="Poppins" w:cs="Poppins"/>
                <w:sz w:val="20"/>
              </w:rPr>
              <w:t xml:space="preserve"> x 1/2" con profilo per pinzatura TH, B, U, H, F.</w:t>
            </w:r>
          </w:p>
          <w:p w14:paraId="3FE9D801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9107EE0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Corpo in ottone CW617N (UNI EN 12165)</w:t>
            </w:r>
          </w:p>
          <w:p w14:paraId="58E0090D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Anello </w:t>
            </w:r>
            <w:proofErr w:type="spellStart"/>
            <w:r w:rsidRPr="00D509C1">
              <w:rPr>
                <w:rFonts w:ascii="Poppins" w:hAnsi="Poppins" w:cs="Poppins"/>
              </w:rPr>
              <w:t>portabussola</w:t>
            </w:r>
            <w:proofErr w:type="spellEnd"/>
            <w:r w:rsidRPr="00D509C1">
              <w:rPr>
                <w:rFonts w:ascii="Poppins" w:hAnsi="Poppins" w:cs="Poppins"/>
              </w:rPr>
              <w:t xml:space="preserve"> in nylon, dielettrico</w:t>
            </w:r>
          </w:p>
          <w:p w14:paraId="25C821F9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Bussola in acciaio inox AISI 304</w:t>
            </w:r>
          </w:p>
          <w:p w14:paraId="09CC16AA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Doppio O-ring in EPDM</w:t>
            </w:r>
          </w:p>
          <w:p w14:paraId="758E3CFD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CC6AFD1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D53D326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Temperatura massima di esercizio: 95 °C</w:t>
            </w:r>
          </w:p>
          <w:p w14:paraId="33D813C6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Pressione massima di esercizio: 10 bar</w:t>
            </w:r>
          </w:p>
          <w:p w14:paraId="037B6AE6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Altezza: 78 mm</w:t>
            </w:r>
          </w:p>
          <w:p w14:paraId="30C0B679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D509C1">
              <w:rPr>
                <w:rFonts w:ascii="Poppins" w:hAnsi="Poppins" w:cs="Poppins"/>
              </w:rPr>
              <w:t>Rp</w:t>
            </w:r>
            <w:proofErr w:type="spellEnd"/>
            <w:r w:rsidRPr="00D509C1">
              <w:rPr>
                <w:rFonts w:ascii="Poppins" w:hAnsi="Poppins" w:cs="Poppins"/>
              </w:rPr>
              <w:t xml:space="preserve"> (UNI EN 10226-1)</w:t>
            </w:r>
          </w:p>
          <w:p w14:paraId="6C250D48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5ACBAC" w14:textId="1031566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D509C1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LBP femmina H 52 </w:t>
            </w:r>
            <w:r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x 1/2" o equivalente.</w:t>
            </w:r>
          </w:p>
        </w:tc>
      </w:tr>
      <w:tr w:rsidR="0095284A" w:rsidRPr="009279E2" w14:paraId="111EF903" w14:textId="77777777" w:rsidTr="00904071">
        <w:tc>
          <w:tcPr>
            <w:tcW w:w="1311" w:type="dxa"/>
          </w:tcPr>
          <w:p w14:paraId="11CF0D67" w14:textId="6B51AB14" w:rsidR="0095284A" w:rsidRDefault="0095284A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28181230</w:t>
            </w:r>
          </w:p>
        </w:tc>
        <w:tc>
          <w:tcPr>
            <w:tcW w:w="2086" w:type="dxa"/>
          </w:tcPr>
          <w:p w14:paraId="445FDA26" w14:textId="77777777" w:rsidR="00363C42" w:rsidRDefault="00363C42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63C42">
              <w:rPr>
                <w:rFonts w:ascii="Poppins" w:hAnsi="Poppins" w:cs="Poppins"/>
                <w:bCs/>
                <w:sz w:val="20"/>
              </w:rPr>
              <w:t>Guscio fonoisolante per gomiti femmina</w:t>
            </w:r>
          </w:p>
          <w:p w14:paraId="4F41E542" w14:textId="3963CA97" w:rsidR="0095284A" w:rsidRPr="00D509C1" w:rsidRDefault="00363C42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63C42">
              <w:rPr>
                <w:rFonts w:ascii="Poppins" w:hAnsi="Poppins" w:cs="Poppins"/>
                <w:bCs/>
                <w:sz w:val="20"/>
              </w:rPr>
              <w:t>H 52</w:t>
            </w:r>
          </w:p>
        </w:tc>
        <w:tc>
          <w:tcPr>
            <w:tcW w:w="6101" w:type="dxa"/>
          </w:tcPr>
          <w:p w14:paraId="3B2F1019" w14:textId="394F2F01" w:rsidR="00363C42" w:rsidRPr="00363C42" w:rsidRDefault="00363C42" w:rsidP="00363C42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363C42">
              <w:rPr>
                <w:rFonts w:ascii="Poppins" w:hAnsi="Poppins" w:cs="Poppins"/>
                <w:sz w:val="20"/>
              </w:rPr>
              <w:t>Guscio fonoisolante per gomiti femmina H 52 con flangia, comprensivo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63C42">
              <w:rPr>
                <w:rFonts w:ascii="Poppins" w:hAnsi="Poppins" w:cs="Poppins"/>
                <w:sz w:val="20"/>
              </w:rPr>
              <w:t>kit viti.</w:t>
            </w:r>
          </w:p>
          <w:p w14:paraId="17895BF6" w14:textId="77777777" w:rsidR="00363C42" w:rsidRPr="00363C42" w:rsidRDefault="00363C42" w:rsidP="00363C42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E0501B3" w14:textId="0B99ADC8" w:rsidR="0095284A" w:rsidRPr="00363C42" w:rsidRDefault="00363C42" w:rsidP="00363C42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63C42">
              <w:rPr>
                <w:rFonts w:ascii="Poppins" w:hAnsi="Poppins" w:cs="Poppins"/>
                <w:b/>
                <w:bCs/>
                <w:sz w:val="20"/>
              </w:rPr>
              <w:t>Marca Emmeti – Modello Guscio fonoisolante per gomiti femmina H 52 o equivalente.</w:t>
            </w:r>
          </w:p>
        </w:tc>
      </w:tr>
      <w:tr w:rsidR="007773E7" w:rsidRPr="009279E2" w14:paraId="0B8AC8D8" w14:textId="77777777" w:rsidTr="00904071">
        <w:tc>
          <w:tcPr>
            <w:tcW w:w="1311" w:type="dxa"/>
          </w:tcPr>
          <w:p w14:paraId="52390B66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28180188</w:t>
            </w:r>
          </w:p>
        </w:tc>
        <w:tc>
          <w:tcPr>
            <w:tcW w:w="2086" w:type="dxa"/>
          </w:tcPr>
          <w:p w14:paraId="71773B1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Gomito lungo</w:t>
            </w:r>
          </w:p>
          <w:p w14:paraId="0621F46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FAA3616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1FE9D0F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68019D6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lungo femmina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100F2F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210B1C2B" w14:textId="676ADD60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24469D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59C931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2C32E6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4D8BC0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9B13307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DFF640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ACCA7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34DF147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D21C52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68 mm</w:t>
            </w:r>
          </w:p>
          <w:p w14:paraId="4395E09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67D5859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572434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lungo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16 x 1/2" o equivalente.</w:t>
            </w:r>
          </w:p>
        </w:tc>
      </w:tr>
      <w:tr w:rsidR="007773E7" w:rsidRPr="009279E2" w14:paraId="6F9ED892" w14:textId="77777777" w:rsidTr="00904071">
        <w:tc>
          <w:tcPr>
            <w:tcW w:w="1311" w:type="dxa"/>
          </w:tcPr>
          <w:p w14:paraId="6647AABB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28180190</w:t>
            </w:r>
          </w:p>
        </w:tc>
        <w:tc>
          <w:tcPr>
            <w:tcW w:w="2086" w:type="dxa"/>
          </w:tcPr>
          <w:p w14:paraId="666DC4D6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Gomito lungo</w:t>
            </w:r>
          </w:p>
          <w:p w14:paraId="1C253E1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BCB542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2268B35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</w:t>
            </w:r>
          </w:p>
        </w:tc>
        <w:tc>
          <w:tcPr>
            <w:tcW w:w="6101" w:type="dxa"/>
          </w:tcPr>
          <w:p w14:paraId="25B5C40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lungo femmina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92E718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6782ACA9" w14:textId="10A98661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B26AB5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587B0D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1984DE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3AF22F7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8132B0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26602E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E8B539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2123CE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0B7C96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68 mm</w:t>
            </w:r>
          </w:p>
          <w:p w14:paraId="65B7548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531C702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1AC720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lungo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20 x 1/2" o equivalente.</w:t>
            </w:r>
          </w:p>
        </w:tc>
      </w:tr>
      <w:tr w:rsidR="007773E7" w:rsidRPr="009279E2" w14:paraId="3D82EC42" w14:textId="77777777" w:rsidTr="00904071">
        <w:tc>
          <w:tcPr>
            <w:tcW w:w="1311" w:type="dxa"/>
          </w:tcPr>
          <w:p w14:paraId="7B4CB465" w14:textId="2E93DFC9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28181208</w:t>
            </w:r>
          </w:p>
        </w:tc>
        <w:tc>
          <w:tcPr>
            <w:tcW w:w="2086" w:type="dxa"/>
          </w:tcPr>
          <w:p w14:paraId="48B175F6" w14:textId="55E154E6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509C1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D509C1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Cs/>
                <w:sz w:val="20"/>
              </w:rPr>
              <w:t xml:space="preserve"> LBP femmina H 78 16 x 1/2"</w:t>
            </w:r>
          </w:p>
        </w:tc>
        <w:tc>
          <w:tcPr>
            <w:tcW w:w="6101" w:type="dxa"/>
          </w:tcPr>
          <w:p w14:paraId="39431219" w14:textId="14E8FBF4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che permette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509C1">
              <w:rPr>
                <w:rFonts w:ascii="Poppins" w:hAnsi="Poppins" w:cs="Poppins"/>
                <w:sz w:val="20"/>
              </w:rPr>
              <w:t>individuare facilmente le perdite in caso di mancata pressatura.</w:t>
            </w:r>
          </w:p>
          <w:p w14:paraId="5D1A1834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4BE10DCE" w14:textId="18C5D354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3DB7D38" w14:textId="6EA4CF2F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Corpo in ottone CW617N (UNI EN 12165)</w:t>
            </w:r>
          </w:p>
          <w:p w14:paraId="665F779A" w14:textId="138A21A5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Anello </w:t>
            </w:r>
            <w:proofErr w:type="spellStart"/>
            <w:r w:rsidRPr="00D509C1">
              <w:rPr>
                <w:rFonts w:ascii="Poppins" w:hAnsi="Poppins" w:cs="Poppins"/>
              </w:rPr>
              <w:t>portabussola</w:t>
            </w:r>
            <w:proofErr w:type="spellEnd"/>
            <w:r w:rsidRPr="00D509C1">
              <w:rPr>
                <w:rFonts w:ascii="Poppins" w:hAnsi="Poppins" w:cs="Poppins"/>
              </w:rPr>
              <w:t xml:space="preserve"> in nylon, dielettrico</w:t>
            </w:r>
          </w:p>
          <w:p w14:paraId="777C39DD" w14:textId="2032A848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Bussola in acciaio inox AISI 304</w:t>
            </w:r>
          </w:p>
          <w:p w14:paraId="73C4DB34" w14:textId="22B8E879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Doppio O-ring in EPDM</w:t>
            </w:r>
          </w:p>
          <w:p w14:paraId="621A46E9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1F3D93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A89FD94" w14:textId="2296381E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Temperatura massima di esercizio: 95 °C</w:t>
            </w:r>
          </w:p>
          <w:p w14:paraId="5AD1F40D" w14:textId="49D2339C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Pressione massima di esercizio: 10 bar</w:t>
            </w:r>
          </w:p>
          <w:p w14:paraId="438C7608" w14:textId="0F8A8EA5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Altezza: 78 mm</w:t>
            </w:r>
          </w:p>
          <w:p w14:paraId="7E98EC8A" w14:textId="51451CF4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D509C1">
              <w:rPr>
                <w:rFonts w:ascii="Poppins" w:hAnsi="Poppins" w:cs="Poppins"/>
              </w:rPr>
              <w:t>Rp</w:t>
            </w:r>
            <w:proofErr w:type="spellEnd"/>
            <w:r w:rsidRPr="00D509C1">
              <w:rPr>
                <w:rFonts w:ascii="Poppins" w:hAnsi="Poppins" w:cs="Poppins"/>
              </w:rPr>
              <w:t xml:space="preserve"> (UNI EN 10226-1)</w:t>
            </w:r>
          </w:p>
          <w:p w14:paraId="4BB76FF4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072E2A" w14:textId="340A510D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Gomito </w:t>
            </w:r>
            <w:proofErr w:type="spellStart"/>
            <w:r w:rsidRPr="00D509C1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LBP femmina H </w:t>
            </w:r>
            <w:r>
              <w:rPr>
                <w:rFonts w:ascii="Poppins" w:hAnsi="Poppins" w:cs="Poppins"/>
                <w:b/>
                <w:bCs/>
                <w:sz w:val="20"/>
              </w:rPr>
              <w:t>78</w:t>
            </w: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16 x 1/2" o equivalente.</w:t>
            </w:r>
          </w:p>
        </w:tc>
      </w:tr>
      <w:tr w:rsidR="007773E7" w:rsidRPr="009279E2" w14:paraId="51250B1A" w14:textId="77777777" w:rsidTr="00904071">
        <w:tc>
          <w:tcPr>
            <w:tcW w:w="1311" w:type="dxa"/>
          </w:tcPr>
          <w:p w14:paraId="7BC52705" w14:textId="4A6721B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28181210</w:t>
            </w:r>
          </w:p>
        </w:tc>
        <w:tc>
          <w:tcPr>
            <w:tcW w:w="2086" w:type="dxa"/>
          </w:tcPr>
          <w:p w14:paraId="5576E121" w14:textId="58F0A856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509C1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D509C1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Cs/>
                <w:sz w:val="20"/>
              </w:rPr>
              <w:t xml:space="preserve"> LBP femmina H 78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  <w:r w:rsidRPr="00D509C1">
              <w:rPr>
                <w:rFonts w:ascii="Poppins" w:hAnsi="Poppins" w:cs="Poppins"/>
                <w:bCs/>
                <w:sz w:val="20"/>
              </w:rPr>
              <w:t xml:space="preserve"> x 1/2"</w:t>
            </w:r>
          </w:p>
        </w:tc>
        <w:tc>
          <w:tcPr>
            <w:tcW w:w="6101" w:type="dxa"/>
          </w:tcPr>
          <w:p w14:paraId="2324DA6E" w14:textId="009582BD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che permette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509C1">
              <w:rPr>
                <w:rFonts w:ascii="Poppins" w:hAnsi="Poppins" w:cs="Poppins"/>
                <w:sz w:val="20"/>
              </w:rPr>
              <w:t>individuare facilmente le perdite in caso di mancata pressatura.</w:t>
            </w:r>
          </w:p>
          <w:p w14:paraId="57DC6BA0" w14:textId="767603DB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D509C1">
              <w:rPr>
                <w:rFonts w:ascii="Poppins" w:hAnsi="Poppins" w:cs="Poppins"/>
                <w:sz w:val="20"/>
              </w:rPr>
              <w:t xml:space="preserve"> x 1/2" con profilo per pinzatura TH, B, U, H, F.</w:t>
            </w:r>
          </w:p>
          <w:p w14:paraId="3E19C5C5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DC4FEF0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Corpo in ottone CW617N (UNI EN 12165)</w:t>
            </w:r>
          </w:p>
          <w:p w14:paraId="09753E5E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Anello </w:t>
            </w:r>
            <w:proofErr w:type="spellStart"/>
            <w:r w:rsidRPr="00D509C1">
              <w:rPr>
                <w:rFonts w:ascii="Poppins" w:hAnsi="Poppins" w:cs="Poppins"/>
              </w:rPr>
              <w:t>portabussola</w:t>
            </w:r>
            <w:proofErr w:type="spellEnd"/>
            <w:r w:rsidRPr="00D509C1">
              <w:rPr>
                <w:rFonts w:ascii="Poppins" w:hAnsi="Poppins" w:cs="Poppins"/>
              </w:rPr>
              <w:t xml:space="preserve"> in nylon, dielettrico</w:t>
            </w:r>
          </w:p>
          <w:p w14:paraId="71E65551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Bussola in acciaio inox AISI 304</w:t>
            </w:r>
          </w:p>
          <w:p w14:paraId="2C63F4F8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Doppio O-ring in EPDM</w:t>
            </w:r>
          </w:p>
          <w:p w14:paraId="11B9A158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96F58E1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FB17425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Temperatura massima di esercizio: 95 °C</w:t>
            </w:r>
          </w:p>
          <w:p w14:paraId="35C1A96D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Pressione massima di esercizio: 10 bar</w:t>
            </w:r>
          </w:p>
          <w:p w14:paraId="618D8958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Altezza: 78 mm</w:t>
            </w:r>
          </w:p>
          <w:p w14:paraId="0DDAF181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D509C1">
              <w:rPr>
                <w:rFonts w:ascii="Poppins" w:hAnsi="Poppins" w:cs="Poppins"/>
              </w:rPr>
              <w:t>Rp</w:t>
            </w:r>
            <w:proofErr w:type="spellEnd"/>
            <w:r w:rsidRPr="00D509C1">
              <w:rPr>
                <w:rFonts w:ascii="Poppins" w:hAnsi="Poppins" w:cs="Poppins"/>
              </w:rPr>
              <w:t xml:space="preserve"> (UNI EN 10226-1)</w:t>
            </w:r>
          </w:p>
          <w:p w14:paraId="236F90FF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A781A2" w14:textId="2574E4C8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D509C1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LBP femmina H </w:t>
            </w:r>
            <w:r>
              <w:rPr>
                <w:rFonts w:ascii="Poppins" w:hAnsi="Poppins" w:cs="Poppins"/>
                <w:b/>
                <w:bCs/>
                <w:sz w:val="20"/>
              </w:rPr>
              <w:t>78</w:t>
            </w: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x 1/2" o equivalente.</w:t>
            </w:r>
          </w:p>
        </w:tc>
      </w:tr>
      <w:tr w:rsidR="00B14FFA" w:rsidRPr="009279E2" w14:paraId="6CF49F37" w14:textId="77777777" w:rsidTr="00904071">
        <w:tc>
          <w:tcPr>
            <w:tcW w:w="1311" w:type="dxa"/>
          </w:tcPr>
          <w:p w14:paraId="514FD980" w14:textId="03807CCB" w:rsidR="00B14FFA" w:rsidRDefault="00B14FFA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28181232</w:t>
            </w:r>
          </w:p>
        </w:tc>
        <w:tc>
          <w:tcPr>
            <w:tcW w:w="2086" w:type="dxa"/>
          </w:tcPr>
          <w:p w14:paraId="7B9719BE" w14:textId="77777777" w:rsidR="00E971BB" w:rsidRDefault="00E971BB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971BB">
              <w:rPr>
                <w:rFonts w:ascii="Poppins" w:hAnsi="Poppins" w:cs="Poppins"/>
                <w:bCs/>
                <w:sz w:val="20"/>
              </w:rPr>
              <w:t>Guscio fonoisolante per gomiti femmina</w:t>
            </w:r>
          </w:p>
          <w:p w14:paraId="7F57F4B7" w14:textId="7D673632" w:rsidR="00B14FFA" w:rsidRPr="00D509C1" w:rsidRDefault="00E971BB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971BB">
              <w:rPr>
                <w:rFonts w:ascii="Poppins" w:hAnsi="Poppins" w:cs="Poppins"/>
                <w:bCs/>
                <w:sz w:val="20"/>
              </w:rPr>
              <w:t>H 78</w:t>
            </w:r>
          </w:p>
        </w:tc>
        <w:tc>
          <w:tcPr>
            <w:tcW w:w="6101" w:type="dxa"/>
          </w:tcPr>
          <w:p w14:paraId="413202EA" w14:textId="0BF831FD" w:rsidR="00E971BB" w:rsidRPr="00E971BB" w:rsidRDefault="00E971BB" w:rsidP="00E971BB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E971BB">
              <w:rPr>
                <w:rFonts w:ascii="Poppins" w:hAnsi="Poppins" w:cs="Poppins"/>
                <w:sz w:val="20"/>
              </w:rPr>
              <w:t>Guscio fonoisolante per gomiti femmina H 78 con flangia, comprensivo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971BB">
              <w:rPr>
                <w:rFonts w:ascii="Poppins" w:hAnsi="Poppins" w:cs="Poppins"/>
                <w:sz w:val="20"/>
              </w:rPr>
              <w:t>kit viti.</w:t>
            </w:r>
          </w:p>
          <w:p w14:paraId="36A69543" w14:textId="77777777" w:rsidR="00E971BB" w:rsidRPr="00E971BB" w:rsidRDefault="00E971BB" w:rsidP="00E971BB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C53FBED" w14:textId="690BA833" w:rsidR="00B14FFA" w:rsidRPr="00E971BB" w:rsidRDefault="00E971BB" w:rsidP="00E971BB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971BB">
              <w:rPr>
                <w:rFonts w:ascii="Poppins" w:hAnsi="Poppins" w:cs="Poppins"/>
                <w:b/>
                <w:bCs/>
                <w:sz w:val="20"/>
              </w:rPr>
              <w:t>Marca Emmeti – Modello Guscio fonoisolante per gomiti femmina H 78 o equivalente.</w:t>
            </w:r>
          </w:p>
        </w:tc>
      </w:tr>
      <w:tr w:rsidR="007773E7" w:rsidRPr="009279E2" w14:paraId="119E37DB" w14:textId="77777777" w:rsidTr="00904071">
        <w:tc>
          <w:tcPr>
            <w:tcW w:w="1311" w:type="dxa"/>
          </w:tcPr>
          <w:p w14:paraId="3BE74011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28180078</w:t>
            </w:r>
          </w:p>
        </w:tc>
        <w:tc>
          <w:tcPr>
            <w:tcW w:w="2086" w:type="dxa"/>
          </w:tcPr>
          <w:p w14:paraId="31919CB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A36492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4FA18F9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040DC08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EA0223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2BF66B7C" w14:textId="48B368CF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786454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51C4C6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9ABA0D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8467CB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32BA184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BE03CC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87EFB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E030D8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62ABEA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30E1A307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381583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16 x 1/2" o equivalente.</w:t>
            </w:r>
          </w:p>
        </w:tc>
      </w:tr>
      <w:tr w:rsidR="007773E7" w:rsidRPr="009279E2" w14:paraId="7D9A6F66" w14:textId="77777777" w:rsidTr="00904071">
        <w:tc>
          <w:tcPr>
            <w:tcW w:w="1311" w:type="dxa"/>
          </w:tcPr>
          <w:p w14:paraId="7DD18A4C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28180080</w:t>
            </w:r>
          </w:p>
        </w:tc>
        <w:tc>
          <w:tcPr>
            <w:tcW w:w="2086" w:type="dxa"/>
          </w:tcPr>
          <w:p w14:paraId="6AB3793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23E640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2E908F6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7ADB207D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37A4EB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7A601ED1" w14:textId="052B602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48B34A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B70E1A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48ED4A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66821CC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89805DF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B25F93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AD70F4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771A4C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DCC4B6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21757CB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3E71A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20 x 1/2" o equivalente.</w:t>
            </w:r>
          </w:p>
        </w:tc>
      </w:tr>
      <w:tr w:rsidR="007773E7" w:rsidRPr="009279E2" w14:paraId="6E25CBAE" w14:textId="77777777" w:rsidTr="00904071">
        <w:tc>
          <w:tcPr>
            <w:tcW w:w="1311" w:type="dxa"/>
          </w:tcPr>
          <w:p w14:paraId="28B09F8E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28180082</w:t>
            </w:r>
          </w:p>
        </w:tc>
        <w:tc>
          <w:tcPr>
            <w:tcW w:w="2086" w:type="dxa"/>
          </w:tcPr>
          <w:p w14:paraId="1AE5DC0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F3709C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7D7E0BB3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</w:t>
            </w:r>
          </w:p>
        </w:tc>
        <w:tc>
          <w:tcPr>
            <w:tcW w:w="6101" w:type="dxa"/>
          </w:tcPr>
          <w:p w14:paraId="6793C31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AB04D4E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20 x 3/4" con profilo per pinzatura TH, B, U, H, F. </w:t>
            </w:r>
          </w:p>
          <w:p w14:paraId="36FE8FAF" w14:textId="27A92C9A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EDB0D8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4A2F5E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AC023B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826EEE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8A91D4B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AD5914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E32174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2B395C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E8683E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097E479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8D91F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20 x 3/4" o equivalente.</w:t>
            </w:r>
          </w:p>
        </w:tc>
      </w:tr>
      <w:tr w:rsidR="007773E7" w:rsidRPr="009279E2" w14:paraId="3D3373B7" w14:textId="77777777" w:rsidTr="00904071">
        <w:tc>
          <w:tcPr>
            <w:tcW w:w="1311" w:type="dxa"/>
          </w:tcPr>
          <w:p w14:paraId="3B03C454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28180084</w:t>
            </w:r>
          </w:p>
        </w:tc>
        <w:tc>
          <w:tcPr>
            <w:tcW w:w="2086" w:type="dxa"/>
          </w:tcPr>
          <w:p w14:paraId="1A8F969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1902088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613CAB7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</w:t>
            </w:r>
          </w:p>
        </w:tc>
        <w:tc>
          <w:tcPr>
            <w:tcW w:w="6101" w:type="dxa"/>
          </w:tcPr>
          <w:p w14:paraId="6F89E411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7FF4E1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69C3C895" w14:textId="55CB7A4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6F2DDE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E380F0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7A67D0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9165F0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Doppio O-ring in EPDM</w:t>
            </w:r>
          </w:p>
          <w:p w14:paraId="4A47D327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07C4992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1F4E0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B01B3F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B61FEF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497E594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F3346E5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26 x 3/4" o equivalente.</w:t>
            </w:r>
          </w:p>
        </w:tc>
      </w:tr>
      <w:tr w:rsidR="007773E7" w:rsidRPr="009279E2" w14:paraId="521D06B0" w14:textId="77777777" w:rsidTr="00904071">
        <w:tc>
          <w:tcPr>
            <w:tcW w:w="1311" w:type="dxa"/>
          </w:tcPr>
          <w:p w14:paraId="79EB19FB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28180085</w:t>
            </w:r>
          </w:p>
        </w:tc>
        <w:tc>
          <w:tcPr>
            <w:tcW w:w="2086" w:type="dxa"/>
          </w:tcPr>
          <w:p w14:paraId="4B509E9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EE173D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5A266057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1"</w:t>
            </w:r>
          </w:p>
        </w:tc>
        <w:tc>
          <w:tcPr>
            <w:tcW w:w="6101" w:type="dxa"/>
          </w:tcPr>
          <w:p w14:paraId="0D4AC40C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84FBD0E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1" con profilo per pinzatura TH, B, U, H, F.</w:t>
            </w:r>
          </w:p>
          <w:p w14:paraId="0AAC9E74" w14:textId="75B5FFB8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B4777B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FC8B4C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1CCBF9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6DFCB2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2810D80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BEFD72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B1D72A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3C3F35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F5C254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5D0FF81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8ADE45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26 x 1" o equivalente.</w:t>
            </w:r>
          </w:p>
        </w:tc>
      </w:tr>
      <w:tr w:rsidR="007773E7" w:rsidRPr="009279E2" w14:paraId="195EF53E" w14:textId="77777777" w:rsidTr="00904071">
        <w:tc>
          <w:tcPr>
            <w:tcW w:w="1311" w:type="dxa"/>
          </w:tcPr>
          <w:p w14:paraId="3E96732B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28180086</w:t>
            </w:r>
          </w:p>
        </w:tc>
        <w:tc>
          <w:tcPr>
            <w:tcW w:w="2086" w:type="dxa"/>
          </w:tcPr>
          <w:p w14:paraId="2CCCFB4F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ED1D28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6285594E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1"</w:t>
            </w:r>
          </w:p>
        </w:tc>
        <w:tc>
          <w:tcPr>
            <w:tcW w:w="6101" w:type="dxa"/>
          </w:tcPr>
          <w:p w14:paraId="30BFF94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Gomito LBP attacco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FC9E60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1" con profilo per pinzatura TH, B, U, H, F.</w:t>
            </w:r>
          </w:p>
          <w:p w14:paraId="3A1BC60B" w14:textId="2BD3E9FB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68961D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F7B911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27A996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645B706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2F45951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31344D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545438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D3C4DD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D82E2A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213D3D2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56045B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32 x 1" o equivalente.</w:t>
            </w:r>
          </w:p>
        </w:tc>
      </w:tr>
      <w:tr w:rsidR="007773E7" w:rsidRPr="009279E2" w14:paraId="33A41114" w14:textId="77777777" w:rsidTr="00904071">
        <w:tc>
          <w:tcPr>
            <w:tcW w:w="1311" w:type="dxa"/>
          </w:tcPr>
          <w:p w14:paraId="6AF2FFBF" w14:textId="5109CCBE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070</w:t>
            </w:r>
          </w:p>
        </w:tc>
        <w:tc>
          <w:tcPr>
            <w:tcW w:w="2086" w:type="dxa"/>
          </w:tcPr>
          <w:p w14:paraId="074A336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44A1E6C8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16x16</w:t>
            </w:r>
          </w:p>
        </w:tc>
        <w:tc>
          <w:tcPr>
            <w:tcW w:w="6101" w:type="dxa"/>
          </w:tcPr>
          <w:p w14:paraId="121F58A2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797E76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16x16 </w:t>
            </w:r>
            <w:r w:rsidRPr="00586F53">
              <w:rPr>
                <w:rFonts w:ascii="Poppins" w:hAnsi="Poppins" w:cs="Poppins"/>
                <w:sz w:val="20"/>
              </w:rPr>
              <w:t>con profilo per pinzatura TH, B, U, H, F.</w:t>
            </w:r>
          </w:p>
          <w:p w14:paraId="568D70CA" w14:textId="4FDD6083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B2CD9B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2A8FD4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8093E5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5A8AC1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2DF32E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B03FAE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87AA7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2A2555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8AFDAF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702E1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16x16 o equivalente.</w:t>
            </w:r>
          </w:p>
        </w:tc>
      </w:tr>
      <w:tr w:rsidR="007773E7" w:rsidRPr="009279E2" w14:paraId="6B3E46BC" w14:textId="77777777" w:rsidTr="00904071">
        <w:tc>
          <w:tcPr>
            <w:tcW w:w="1311" w:type="dxa"/>
          </w:tcPr>
          <w:p w14:paraId="382FEA02" w14:textId="1DB8AD9C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072</w:t>
            </w:r>
          </w:p>
        </w:tc>
        <w:tc>
          <w:tcPr>
            <w:tcW w:w="2086" w:type="dxa"/>
          </w:tcPr>
          <w:p w14:paraId="21311BF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740B2A1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20x20</w:t>
            </w:r>
          </w:p>
        </w:tc>
        <w:tc>
          <w:tcPr>
            <w:tcW w:w="6101" w:type="dxa"/>
          </w:tcPr>
          <w:p w14:paraId="6B59F61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542AC7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20x20 </w:t>
            </w:r>
            <w:r w:rsidRPr="00586F53">
              <w:rPr>
                <w:rFonts w:ascii="Poppins" w:hAnsi="Poppins" w:cs="Poppins"/>
                <w:sz w:val="20"/>
              </w:rPr>
              <w:t>con profilo per pinzatura TH, B, U, H, F.</w:t>
            </w:r>
          </w:p>
          <w:p w14:paraId="006460CD" w14:textId="288C259E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5E24E6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5E756A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6F54A7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B35CD5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A14030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C4539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2C7CF5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6698C9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A42D30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A73F9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20x20 o equivalente.</w:t>
            </w:r>
          </w:p>
        </w:tc>
      </w:tr>
      <w:tr w:rsidR="007773E7" w:rsidRPr="009279E2" w14:paraId="63954847" w14:textId="77777777" w:rsidTr="00904071">
        <w:tc>
          <w:tcPr>
            <w:tcW w:w="1311" w:type="dxa"/>
          </w:tcPr>
          <w:p w14:paraId="4F2C88D1" w14:textId="3330358E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074</w:t>
            </w:r>
          </w:p>
        </w:tc>
        <w:tc>
          <w:tcPr>
            <w:tcW w:w="2086" w:type="dxa"/>
          </w:tcPr>
          <w:p w14:paraId="7A8990C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0A839D0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</w:t>
            </w:r>
          </w:p>
        </w:tc>
        <w:tc>
          <w:tcPr>
            <w:tcW w:w="6101" w:type="dxa"/>
          </w:tcPr>
          <w:p w14:paraId="762CBA4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CF3760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26x26 </w:t>
            </w:r>
            <w:r w:rsidRPr="00586F53">
              <w:rPr>
                <w:rFonts w:ascii="Poppins" w:hAnsi="Poppins" w:cs="Poppins"/>
                <w:sz w:val="20"/>
              </w:rPr>
              <w:t>con profilo per pinzatura TH, B, U, H, F.</w:t>
            </w:r>
          </w:p>
          <w:p w14:paraId="41199D59" w14:textId="271FF4D3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EB632B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EC4E9C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34959D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007C81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Doppio O-ring in EPDM</w:t>
            </w:r>
          </w:p>
          <w:p w14:paraId="159435C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1DF22AC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842207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BE431F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C5EE96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02C6E6E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26x26 o equivalente.</w:t>
            </w:r>
          </w:p>
        </w:tc>
      </w:tr>
      <w:tr w:rsidR="007773E7" w:rsidRPr="009279E2" w14:paraId="75FDF574" w14:textId="77777777" w:rsidTr="00904071">
        <w:tc>
          <w:tcPr>
            <w:tcW w:w="1311" w:type="dxa"/>
          </w:tcPr>
          <w:p w14:paraId="7102AF38" w14:textId="6D416BC9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076</w:t>
            </w:r>
          </w:p>
        </w:tc>
        <w:tc>
          <w:tcPr>
            <w:tcW w:w="2086" w:type="dxa"/>
          </w:tcPr>
          <w:p w14:paraId="0F08F8F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6644253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</w:t>
            </w:r>
          </w:p>
        </w:tc>
        <w:tc>
          <w:tcPr>
            <w:tcW w:w="6101" w:type="dxa"/>
          </w:tcPr>
          <w:p w14:paraId="5F54E175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65A38F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32x32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18749794" w14:textId="67490BA4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BE7BDA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46405B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C3CFB7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2A884CA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9F1EB53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0DDB9A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5270D3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633960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40F8593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843BF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32x32 o equivalente.</w:t>
            </w:r>
          </w:p>
        </w:tc>
      </w:tr>
      <w:tr w:rsidR="007773E7" w:rsidRPr="009279E2" w14:paraId="14B0C302" w14:textId="77777777" w:rsidTr="00904071">
        <w:tc>
          <w:tcPr>
            <w:tcW w:w="1311" w:type="dxa"/>
          </w:tcPr>
          <w:p w14:paraId="1A7F9989" w14:textId="16D847E9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28180262</w:t>
            </w:r>
          </w:p>
        </w:tc>
        <w:tc>
          <w:tcPr>
            <w:tcW w:w="2086" w:type="dxa"/>
          </w:tcPr>
          <w:p w14:paraId="59E5B4FC" w14:textId="690C9FBE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r>
              <w:rPr>
                <w:rFonts w:ascii="Poppins" w:hAnsi="Poppins" w:cs="Poppins"/>
                <w:bCs/>
                <w:sz w:val="20"/>
              </w:rPr>
              <w:t xml:space="preserve">45°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2C31D352" w14:textId="74759299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26x26</w:t>
            </w:r>
          </w:p>
        </w:tc>
        <w:tc>
          <w:tcPr>
            <w:tcW w:w="6101" w:type="dxa"/>
          </w:tcPr>
          <w:p w14:paraId="78E54F4B" w14:textId="026591C1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Gomito</w:t>
            </w:r>
            <w:r>
              <w:rPr>
                <w:rFonts w:ascii="Poppins" w:hAnsi="Poppins" w:cs="Poppins"/>
                <w:bCs/>
                <w:sz w:val="20"/>
              </w:rPr>
              <w:t xml:space="preserve"> 45°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01FFA91" w14:textId="7611ED42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</w:t>
            </w:r>
            <w:r>
              <w:rPr>
                <w:rFonts w:ascii="Poppins" w:hAnsi="Poppins" w:cs="Poppins"/>
                <w:bCs/>
                <w:sz w:val="20"/>
              </w:rPr>
              <w:t>26x26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35DC4C2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F61D52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73AE50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97014C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BDAFA9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ACBCE2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7B014C5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9198D4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44EA49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80D9BD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E84B8C3" w14:textId="672E0696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Gomito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45°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26x26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773E7" w:rsidRPr="009279E2" w14:paraId="630C9B67" w14:textId="77777777" w:rsidTr="00904071">
        <w:tc>
          <w:tcPr>
            <w:tcW w:w="1311" w:type="dxa"/>
          </w:tcPr>
          <w:p w14:paraId="5AFEBD63" w14:textId="0E79BBE0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28180260</w:t>
            </w:r>
          </w:p>
        </w:tc>
        <w:tc>
          <w:tcPr>
            <w:tcW w:w="2086" w:type="dxa"/>
          </w:tcPr>
          <w:p w14:paraId="4DEA266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r>
              <w:rPr>
                <w:rFonts w:ascii="Poppins" w:hAnsi="Poppins" w:cs="Poppins"/>
                <w:bCs/>
                <w:sz w:val="20"/>
              </w:rPr>
              <w:t xml:space="preserve">45°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79B46756" w14:textId="2ACF4755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</w:t>
            </w:r>
          </w:p>
        </w:tc>
        <w:tc>
          <w:tcPr>
            <w:tcW w:w="6101" w:type="dxa"/>
          </w:tcPr>
          <w:p w14:paraId="6CF062FD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Gomito</w:t>
            </w:r>
            <w:r>
              <w:rPr>
                <w:rFonts w:ascii="Poppins" w:hAnsi="Poppins" w:cs="Poppins"/>
                <w:bCs/>
                <w:sz w:val="20"/>
              </w:rPr>
              <w:t xml:space="preserve"> 45°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D127F51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32x32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29AB268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5F3178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9D9D51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4D04DF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364BAD3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040B81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DE37BDD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138C8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802D63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FE08DD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ED4F6C" w14:textId="04AD4766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Gomito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45°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32x32 o equivalente.</w:t>
            </w:r>
          </w:p>
        </w:tc>
      </w:tr>
      <w:tr w:rsidR="007773E7" w:rsidRPr="009279E2" w14:paraId="61235CF3" w14:textId="77777777" w:rsidTr="00904071">
        <w:tc>
          <w:tcPr>
            <w:tcW w:w="1311" w:type="dxa"/>
          </w:tcPr>
          <w:p w14:paraId="2ABE6B36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28180098</w:t>
            </w:r>
          </w:p>
        </w:tc>
        <w:tc>
          <w:tcPr>
            <w:tcW w:w="2086" w:type="dxa"/>
          </w:tcPr>
          <w:p w14:paraId="6623CB0F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631F37E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4556D19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2EB4274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5053FEA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15D0C0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16 x 1/2”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234BBF8B" w14:textId="5890C2AC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BFFF49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556139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239D16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F22746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7D9023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B36CD8D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0785E5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4C7C0F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E438926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4FF1251C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712986C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16 x 1/2" o equivalente.</w:t>
            </w:r>
          </w:p>
        </w:tc>
      </w:tr>
      <w:tr w:rsidR="007773E7" w:rsidRPr="009279E2" w14:paraId="0492C19C" w14:textId="77777777" w:rsidTr="00904071">
        <w:tc>
          <w:tcPr>
            <w:tcW w:w="1311" w:type="dxa"/>
          </w:tcPr>
          <w:p w14:paraId="6A7D867D" w14:textId="5413196A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28180252</w:t>
            </w:r>
          </w:p>
        </w:tc>
        <w:tc>
          <w:tcPr>
            <w:tcW w:w="2086" w:type="dxa"/>
          </w:tcPr>
          <w:p w14:paraId="03A8F067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31B4B1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491CFA5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6C9D5C46" w14:textId="40D78D4C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16 x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6101" w:type="dxa"/>
          </w:tcPr>
          <w:p w14:paraId="763743FC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13818A7" w14:textId="04978CF3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16 x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20168D1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C30988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F59659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39A275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BE33EB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7EAE3A7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92C556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4D56B8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A8AA70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435BB76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C657F7F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6BE9D4BA" w14:textId="527D286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16 x </w:t>
            </w:r>
            <w:r>
              <w:rPr>
                <w:rFonts w:ascii="Poppins" w:hAnsi="Poppins" w:cs="Poppins"/>
                <w:b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7773E7" w:rsidRPr="009279E2" w14:paraId="5986830F" w14:textId="77777777" w:rsidTr="00904071">
        <w:tc>
          <w:tcPr>
            <w:tcW w:w="1311" w:type="dxa"/>
          </w:tcPr>
          <w:p w14:paraId="09E36C36" w14:textId="377A8FCF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28180254</w:t>
            </w:r>
          </w:p>
        </w:tc>
        <w:tc>
          <w:tcPr>
            <w:tcW w:w="2086" w:type="dxa"/>
          </w:tcPr>
          <w:p w14:paraId="42F8261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4D91E4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586BB4A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74BB0F2F" w14:textId="1AF8D044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20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x 1/2"</w:t>
            </w:r>
          </w:p>
        </w:tc>
        <w:tc>
          <w:tcPr>
            <w:tcW w:w="6101" w:type="dxa"/>
          </w:tcPr>
          <w:p w14:paraId="31E784E1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9E168F5" w14:textId="414BB4A5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x 1/2”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778441D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7DEAFD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50CCA1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6B2697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583E2A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F9AE8F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E87D2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6166C8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54E60B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AE0447B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08B02F41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4742676C" w14:textId="7B0D12E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</w:t>
            </w:r>
            <w:r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x 1/2" o equivalente.</w:t>
            </w:r>
          </w:p>
        </w:tc>
      </w:tr>
      <w:tr w:rsidR="007773E7" w:rsidRPr="009279E2" w14:paraId="6D74498F" w14:textId="77777777" w:rsidTr="00904071">
        <w:tc>
          <w:tcPr>
            <w:tcW w:w="1311" w:type="dxa"/>
          </w:tcPr>
          <w:p w14:paraId="24B1B104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28180100</w:t>
            </w:r>
          </w:p>
        </w:tc>
        <w:tc>
          <w:tcPr>
            <w:tcW w:w="2086" w:type="dxa"/>
          </w:tcPr>
          <w:p w14:paraId="4FE0BF05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C0CF11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178ADE9F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458B419E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</w:t>
            </w:r>
          </w:p>
        </w:tc>
        <w:tc>
          <w:tcPr>
            <w:tcW w:w="6101" w:type="dxa"/>
          </w:tcPr>
          <w:p w14:paraId="0A612BA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CD49D07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20 x 3/4"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6F2C9CDD" w14:textId="1F970F6A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D8AB90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DE92D5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57E313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533ACB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A7644E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3ED43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335F606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D02FC6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699EE36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A544B94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0EE4754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16 x 3/4" o equivalente.</w:t>
            </w:r>
          </w:p>
        </w:tc>
      </w:tr>
      <w:tr w:rsidR="007773E7" w:rsidRPr="009279E2" w14:paraId="341699A4" w14:textId="77777777" w:rsidTr="00904071">
        <w:tc>
          <w:tcPr>
            <w:tcW w:w="1311" w:type="dxa"/>
          </w:tcPr>
          <w:p w14:paraId="3FE789CA" w14:textId="546A365F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28180256</w:t>
            </w:r>
          </w:p>
        </w:tc>
        <w:tc>
          <w:tcPr>
            <w:tcW w:w="2086" w:type="dxa"/>
          </w:tcPr>
          <w:p w14:paraId="09FA44E6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131DC1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50D5EC9F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309DDB4E" w14:textId="12143FD6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26 x 3/4</w:t>
            </w:r>
            <w:r w:rsidRPr="00586F53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6101" w:type="dxa"/>
          </w:tcPr>
          <w:p w14:paraId="655C9ED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D46CCD7" w14:textId="46F27EB1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</w:t>
            </w:r>
            <w:r>
              <w:rPr>
                <w:rFonts w:ascii="Poppins" w:hAnsi="Poppins" w:cs="Poppins"/>
                <w:bCs/>
                <w:sz w:val="20"/>
              </w:rPr>
              <w:t>26 x 3/4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102D1E1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DE70A0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377991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E37C65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CC0D50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CB9CDF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1EE41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20B65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4FF469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04346A1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FF93E10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32F31FC5" w14:textId="27A3E13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</w:t>
            </w:r>
            <w:r>
              <w:rPr>
                <w:rFonts w:ascii="Poppins" w:hAnsi="Poppins" w:cs="Poppins"/>
                <w:b/>
                <w:bCs/>
                <w:sz w:val="20"/>
              </w:rPr>
              <w:t>26 x 3/4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7773E7" w:rsidRPr="009279E2" w14:paraId="45388161" w14:textId="77777777" w:rsidTr="00904071">
        <w:tc>
          <w:tcPr>
            <w:tcW w:w="1311" w:type="dxa"/>
          </w:tcPr>
          <w:p w14:paraId="5777562A" w14:textId="16541C02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28180258</w:t>
            </w:r>
          </w:p>
        </w:tc>
        <w:tc>
          <w:tcPr>
            <w:tcW w:w="2086" w:type="dxa"/>
          </w:tcPr>
          <w:p w14:paraId="43D7A427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2C14568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0B908D7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18316280" w14:textId="7CBCA7B4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</w:t>
            </w:r>
            <w:r w:rsidRPr="00586F53">
              <w:rPr>
                <w:rFonts w:ascii="Poppins" w:hAnsi="Poppins" w:cs="Poppins"/>
                <w:bCs/>
                <w:sz w:val="20"/>
              </w:rPr>
              <w:t>6 x 1"</w:t>
            </w:r>
          </w:p>
        </w:tc>
        <w:tc>
          <w:tcPr>
            <w:tcW w:w="6101" w:type="dxa"/>
          </w:tcPr>
          <w:p w14:paraId="53E8A80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F828962" w14:textId="178B6BD0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x 1”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6DDD259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7F87D3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2E8224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E772D2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D0CB9B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C3E6FC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254447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5D39B9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203D9B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8C398A4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02C3CC02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399C88CA" w14:textId="47211392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</w:t>
            </w:r>
            <w:r>
              <w:rPr>
                <w:rFonts w:ascii="Poppins" w:hAnsi="Poppins" w:cs="Poppins"/>
                <w:b/>
                <w:bCs/>
                <w:sz w:val="20"/>
              </w:rPr>
              <w:t>2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6 x 1" o equivalente.</w:t>
            </w:r>
          </w:p>
        </w:tc>
      </w:tr>
      <w:tr w:rsidR="007773E7" w:rsidRPr="009279E2" w14:paraId="71593644" w14:textId="77777777" w:rsidTr="00904071">
        <w:tc>
          <w:tcPr>
            <w:tcW w:w="1311" w:type="dxa"/>
          </w:tcPr>
          <w:p w14:paraId="2136DD33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28180210</w:t>
            </w:r>
          </w:p>
        </w:tc>
        <w:tc>
          <w:tcPr>
            <w:tcW w:w="2086" w:type="dxa"/>
          </w:tcPr>
          <w:p w14:paraId="50D0B6E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204CF45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doppio femmina con flangia</w:t>
            </w:r>
          </w:p>
          <w:p w14:paraId="3D907BB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6AE7A3E6" w14:textId="2EA97BC7" w:rsidR="007773E7" w:rsidRPr="00586F53" w:rsidRDefault="007773E7" w:rsidP="007773E7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doppio femmina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387AF21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6B800EA5" w14:textId="67B43702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ABEC66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3CE3DF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A2D650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A88E3D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09A1224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1B6B0C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8A91AB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A71A71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5241B1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H: 52 mm</w:t>
            </w:r>
          </w:p>
          <w:p w14:paraId="252FECE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A9FAEC3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B0030B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doppio femmina con flangia 16 x 1/2"o equivalente.</w:t>
            </w:r>
          </w:p>
        </w:tc>
      </w:tr>
      <w:tr w:rsidR="007773E7" w:rsidRPr="009279E2" w14:paraId="08387D23" w14:textId="77777777" w:rsidTr="00904071">
        <w:tc>
          <w:tcPr>
            <w:tcW w:w="1311" w:type="dxa"/>
          </w:tcPr>
          <w:p w14:paraId="0683B67C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28180212</w:t>
            </w:r>
          </w:p>
        </w:tc>
        <w:tc>
          <w:tcPr>
            <w:tcW w:w="2086" w:type="dxa"/>
          </w:tcPr>
          <w:p w14:paraId="05FC563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C83508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doppio femmina con flangia</w:t>
            </w:r>
          </w:p>
          <w:p w14:paraId="14B5CDE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1DA9A004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doppio femmina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0F6C85A9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10B849AA" w14:textId="33C5EF6E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8EEAF2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7C29EC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051D47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E50BE7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AA7778D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5A24F6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ECC69C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3029E7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686AE7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H: 52 mm</w:t>
            </w:r>
          </w:p>
          <w:p w14:paraId="37DF3CA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A25D7F0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8D9D7C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doppio femmina con flangia 20 x 1/2"o equivalente.</w:t>
            </w:r>
          </w:p>
        </w:tc>
      </w:tr>
      <w:tr w:rsidR="00B85F42" w:rsidRPr="009279E2" w14:paraId="1FBBEF26" w14:textId="77777777" w:rsidTr="00904071">
        <w:tc>
          <w:tcPr>
            <w:tcW w:w="1311" w:type="dxa"/>
          </w:tcPr>
          <w:p w14:paraId="188C8F14" w14:textId="67B2D125" w:rsidR="00B85F42" w:rsidRPr="00586F53" w:rsidRDefault="00B85F42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28181240</w:t>
            </w:r>
          </w:p>
        </w:tc>
        <w:tc>
          <w:tcPr>
            <w:tcW w:w="2086" w:type="dxa"/>
          </w:tcPr>
          <w:p w14:paraId="22DCCBD6" w14:textId="77777777" w:rsidR="00327764" w:rsidRDefault="00327764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27764">
              <w:rPr>
                <w:rFonts w:ascii="Poppins" w:hAnsi="Poppins" w:cs="Poppins"/>
                <w:bCs/>
                <w:sz w:val="20"/>
              </w:rPr>
              <w:t xml:space="preserve">Guscio fonoisolante per </w:t>
            </w:r>
            <w:r w:rsidRPr="00327764">
              <w:rPr>
                <w:rFonts w:ascii="Poppins" w:hAnsi="Poppins" w:cs="Poppins"/>
                <w:bCs/>
                <w:sz w:val="20"/>
              </w:rPr>
              <w:lastRenderedPageBreak/>
              <w:t>gomiti femmina doppio</w:t>
            </w:r>
          </w:p>
          <w:p w14:paraId="6359C117" w14:textId="49C843C5" w:rsidR="00B85F42" w:rsidRPr="00586F53" w:rsidRDefault="00327764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27764">
              <w:rPr>
                <w:rFonts w:ascii="Poppins" w:hAnsi="Poppins" w:cs="Poppins"/>
                <w:bCs/>
                <w:sz w:val="20"/>
              </w:rPr>
              <w:t>H 52</w:t>
            </w:r>
          </w:p>
        </w:tc>
        <w:tc>
          <w:tcPr>
            <w:tcW w:w="6101" w:type="dxa"/>
          </w:tcPr>
          <w:p w14:paraId="1E28FDCC" w14:textId="03D71EBC" w:rsidR="00327764" w:rsidRPr="00327764" w:rsidRDefault="00327764" w:rsidP="00327764">
            <w:pPr>
              <w:jc w:val="both"/>
              <w:rPr>
                <w:rFonts w:ascii="Poppins" w:hAnsi="Poppins" w:cs="Poppins"/>
                <w:sz w:val="20"/>
              </w:rPr>
            </w:pPr>
            <w:r w:rsidRPr="00327764">
              <w:rPr>
                <w:rFonts w:ascii="Poppins" w:hAnsi="Poppins" w:cs="Poppins"/>
                <w:sz w:val="20"/>
              </w:rPr>
              <w:lastRenderedPageBreak/>
              <w:t>Guscio fonoisolante per gomiti femmina doppio H 52 con flangia,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27764">
              <w:rPr>
                <w:rFonts w:ascii="Poppins" w:hAnsi="Poppins" w:cs="Poppins"/>
                <w:sz w:val="20"/>
              </w:rPr>
              <w:t>comprensivo di kit viti.</w:t>
            </w:r>
          </w:p>
          <w:p w14:paraId="259D38C7" w14:textId="77777777" w:rsidR="00327764" w:rsidRPr="00327764" w:rsidRDefault="00327764" w:rsidP="0032776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516C7F" w14:textId="497789E6" w:rsidR="00B85F42" w:rsidRPr="00327764" w:rsidRDefault="00327764" w:rsidP="0032776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27764">
              <w:rPr>
                <w:rFonts w:ascii="Poppins" w:hAnsi="Poppins" w:cs="Poppins"/>
                <w:b/>
                <w:bCs/>
                <w:sz w:val="20"/>
              </w:rPr>
              <w:t>Marca Emmeti – Modello Guscio fonoisolante per gomiti femmina doppio H 52 o equivalente.</w:t>
            </w:r>
          </w:p>
        </w:tc>
      </w:tr>
      <w:tr w:rsidR="005226D0" w:rsidRPr="009279E2" w14:paraId="7D31BAB0" w14:textId="77777777" w:rsidTr="00904071">
        <w:tc>
          <w:tcPr>
            <w:tcW w:w="1311" w:type="dxa"/>
          </w:tcPr>
          <w:p w14:paraId="53A6B5EB" w14:textId="2BFC07C7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28180034</w:t>
            </w:r>
          </w:p>
        </w:tc>
        <w:tc>
          <w:tcPr>
            <w:tcW w:w="2086" w:type="dxa"/>
          </w:tcPr>
          <w:p w14:paraId="7EC326B8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FB16159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3D9DE88A" w14:textId="72F05A96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09D022BC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0D12BB0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4385CAEA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EC653E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98D26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704F9F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4F6B6E5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7D36F8B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56B072E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5FF47D4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D735AD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D71E21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4FB9EB1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DEECCBF" w14:textId="0403BC67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16 x 1/2” o equivalente.</w:t>
            </w:r>
          </w:p>
        </w:tc>
      </w:tr>
      <w:tr w:rsidR="005226D0" w:rsidRPr="009279E2" w14:paraId="6AD4B3C1" w14:textId="77777777" w:rsidTr="00904071">
        <w:tc>
          <w:tcPr>
            <w:tcW w:w="1311" w:type="dxa"/>
          </w:tcPr>
          <w:p w14:paraId="29CF630B" w14:textId="1E5F7591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28180036</w:t>
            </w:r>
          </w:p>
        </w:tc>
        <w:tc>
          <w:tcPr>
            <w:tcW w:w="2086" w:type="dxa"/>
          </w:tcPr>
          <w:p w14:paraId="4F2DED5A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2FF77FF2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14175977" w14:textId="44F4301E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1/2”</w:t>
            </w:r>
          </w:p>
        </w:tc>
        <w:tc>
          <w:tcPr>
            <w:tcW w:w="6101" w:type="dxa"/>
          </w:tcPr>
          <w:p w14:paraId="66E6DA7E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1590DAF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106EBA5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2F00F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E899E7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09088C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3DD2E5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74686F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7B535CE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DE0BE2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A7AB41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05BD22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1D996541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ECFF41C" w14:textId="20CE2E9B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20 x 1/2” o equivalente.</w:t>
            </w:r>
          </w:p>
        </w:tc>
      </w:tr>
      <w:tr w:rsidR="005226D0" w:rsidRPr="009279E2" w14:paraId="70E3C710" w14:textId="77777777" w:rsidTr="00904071">
        <w:tc>
          <w:tcPr>
            <w:tcW w:w="1311" w:type="dxa"/>
          </w:tcPr>
          <w:p w14:paraId="3DA4F189" w14:textId="20DEA86F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28180038</w:t>
            </w:r>
          </w:p>
        </w:tc>
        <w:tc>
          <w:tcPr>
            <w:tcW w:w="2086" w:type="dxa"/>
          </w:tcPr>
          <w:p w14:paraId="18F05FAD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8932FE9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7BD2E550" w14:textId="21A1E31A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3/4”</w:t>
            </w:r>
          </w:p>
        </w:tc>
        <w:tc>
          <w:tcPr>
            <w:tcW w:w="6101" w:type="dxa"/>
          </w:tcPr>
          <w:p w14:paraId="5A920DAC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023664A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con profilo per pinzatura TH, B, U, H, F.</w:t>
            </w:r>
          </w:p>
          <w:p w14:paraId="5917E073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40A852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Corpo in ottone CW617N (UNI EN 12165)</w:t>
            </w:r>
          </w:p>
          <w:p w14:paraId="22A2054D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CB22B4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A33D1A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0FF0C12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37EF9E9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4644A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7C4687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4E7DCF2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E13E93C" w14:textId="77777777" w:rsidR="005226D0" w:rsidRPr="00586F53" w:rsidRDefault="005226D0" w:rsidP="005226D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  <w:b/>
              </w:rPr>
            </w:pPr>
          </w:p>
          <w:p w14:paraId="64B43861" w14:textId="6CE77AE9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20 x 3/4” o equivalente.</w:t>
            </w:r>
          </w:p>
        </w:tc>
      </w:tr>
      <w:tr w:rsidR="005226D0" w:rsidRPr="009279E2" w14:paraId="06428368" w14:textId="77777777" w:rsidTr="00904071">
        <w:tc>
          <w:tcPr>
            <w:tcW w:w="1311" w:type="dxa"/>
          </w:tcPr>
          <w:p w14:paraId="0B68DACC" w14:textId="07632DDD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28180040</w:t>
            </w:r>
          </w:p>
        </w:tc>
        <w:tc>
          <w:tcPr>
            <w:tcW w:w="2086" w:type="dxa"/>
          </w:tcPr>
          <w:p w14:paraId="02E33C73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292ADFD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509E7FFA" w14:textId="3029B52E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3/4”</w:t>
            </w:r>
          </w:p>
        </w:tc>
        <w:tc>
          <w:tcPr>
            <w:tcW w:w="6101" w:type="dxa"/>
          </w:tcPr>
          <w:p w14:paraId="4B187044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397B048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6D5269E2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DB4F7FE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29A8C8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E0E45A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491EDA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D571A6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19CA94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16C3A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E5E07F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863433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316D50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A078AD" w14:textId="0DF70F90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26 x 3/4” o equivalente.</w:t>
            </w:r>
          </w:p>
        </w:tc>
      </w:tr>
      <w:tr w:rsidR="005226D0" w:rsidRPr="009279E2" w14:paraId="42B956D0" w14:textId="77777777" w:rsidTr="00904071">
        <w:tc>
          <w:tcPr>
            <w:tcW w:w="1311" w:type="dxa"/>
          </w:tcPr>
          <w:p w14:paraId="347B3BB6" w14:textId="5A1CCC9F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28180042</w:t>
            </w:r>
          </w:p>
        </w:tc>
        <w:tc>
          <w:tcPr>
            <w:tcW w:w="2086" w:type="dxa"/>
          </w:tcPr>
          <w:p w14:paraId="1DE2CA47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2076C975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76AE7375" w14:textId="081B41CF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1”</w:t>
            </w:r>
          </w:p>
        </w:tc>
        <w:tc>
          <w:tcPr>
            <w:tcW w:w="6101" w:type="dxa"/>
          </w:tcPr>
          <w:p w14:paraId="18B84D70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717F6DBE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1" con profilo per pinzatura TH, B, U, H, F.</w:t>
            </w:r>
          </w:p>
          <w:p w14:paraId="40A20AB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38299C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451313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9D9FC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AB2B5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4E4216E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EE32360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AD0C602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649140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92B14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2A6DA90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904525" w14:textId="661B98F5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26 x 1” o equivalente.</w:t>
            </w:r>
          </w:p>
        </w:tc>
      </w:tr>
      <w:tr w:rsidR="005226D0" w:rsidRPr="009279E2" w14:paraId="71B37F42" w14:textId="77777777" w:rsidTr="00904071">
        <w:tc>
          <w:tcPr>
            <w:tcW w:w="1311" w:type="dxa"/>
          </w:tcPr>
          <w:p w14:paraId="5E9E92BA" w14:textId="4BC7D641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28180044</w:t>
            </w:r>
          </w:p>
        </w:tc>
        <w:tc>
          <w:tcPr>
            <w:tcW w:w="2086" w:type="dxa"/>
          </w:tcPr>
          <w:p w14:paraId="4C7360FE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15CC0E7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046FD3E6" w14:textId="5E60FC1D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1”</w:t>
            </w:r>
          </w:p>
        </w:tc>
        <w:tc>
          <w:tcPr>
            <w:tcW w:w="6101" w:type="dxa"/>
          </w:tcPr>
          <w:p w14:paraId="49B4C618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72058B1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1" con profilo per pinzatura TH, B, U, H, F.</w:t>
            </w:r>
          </w:p>
          <w:p w14:paraId="6EF74D33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05981A2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4CEF11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20456B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B7EEC3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F38D5FD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2764D3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F7CE5A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5836475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CB18ABD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62242AE8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20C85D" w14:textId="208EF39B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32 x 1” o equivalente.</w:t>
            </w:r>
          </w:p>
        </w:tc>
      </w:tr>
      <w:tr w:rsidR="005226D0" w:rsidRPr="009279E2" w14:paraId="3483C934" w14:textId="77777777" w:rsidTr="00904071">
        <w:tc>
          <w:tcPr>
            <w:tcW w:w="1311" w:type="dxa"/>
          </w:tcPr>
          <w:p w14:paraId="7C250747" w14:textId="602D5357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28180020</w:t>
            </w:r>
          </w:p>
        </w:tc>
        <w:tc>
          <w:tcPr>
            <w:tcW w:w="2086" w:type="dxa"/>
          </w:tcPr>
          <w:p w14:paraId="45E30FB0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2DDC009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339521CF" w14:textId="001CDEBB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1/2”</w:t>
            </w:r>
          </w:p>
        </w:tc>
        <w:tc>
          <w:tcPr>
            <w:tcW w:w="6101" w:type="dxa"/>
          </w:tcPr>
          <w:p w14:paraId="6E996E05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F1E979A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23AAB275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68CFF3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A28544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835D31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3F065D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87F90F9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0E945D9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02961D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E9A2315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A40B12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5ED8D472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B3ED524" w14:textId="3F5B0ADB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16 x 1/2” o equivalente.</w:t>
            </w:r>
          </w:p>
        </w:tc>
      </w:tr>
      <w:tr w:rsidR="005226D0" w:rsidRPr="009279E2" w14:paraId="1A6C56C9" w14:textId="77777777" w:rsidTr="00904071">
        <w:tc>
          <w:tcPr>
            <w:tcW w:w="1311" w:type="dxa"/>
          </w:tcPr>
          <w:p w14:paraId="2E2865BC" w14:textId="22BC4D8D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28180023</w:t>
            </w:r>
          </w:p>
        </w:tc>
        <w:tc>
          <w:tcPr>
            <w:tcW w:w="2086" w:type="dxa"/>
          </w:tcPr>
          <w:p w14:paraId="2CF7D378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A7873BE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5ED397AF" w14:textId="39FD0F00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16 x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Cs/>
                <w:sz w:val="20"/>
              </w:rPr>
              <w:t>”</w:t>
            </w:r>
          </w:p>
        </w:tc>
        <w:tc>
          <w:tcPr>
            <w:tcW w:w="6101" w:type="dxa"/>
          </w:tcPr>
          <w:p w14:paraId="3C3537B6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60A70A3F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16 x </w:t>
            </w:r>
            <w:r>
              <w:rPr>
                <w:rFonts w:ascii="Poppins" w:hAnsi="Poppins" w:cs="Poppins"/>
                <w:sz w:val="20"/>
              </w:rPr>
              <w:t>3/4</w:t>
            </w:r>
            <w:r w:rsidRPr="00586F53">
              <w:rPr>
                <w:rFonts w:ascii="Poppins" w:hAnsi="Poppins" w:cs="Poppins"/>
                <w:sz w:val="20"/>
              </w:rPr>
              <w:t>" con profilo per pinzatura TH, B, U, H, F.</w:t>
            </w:r>
          </w:p>
          <w:p w14:paraId="0340F785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Il raccordo è costruito da:</w:t>
            </w:r>
          </w:p>
          <w:p w14:paraId="6E645A9E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AF54D2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F9E5F6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9C005F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6B2542A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538AE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A0489DE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B2A149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863CF8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681D2124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6EF9A6" w14:textId="408D5DA3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16 x </w:t>
            </w:r>
            <w:r>
              <w:rPr>
                <w:rFonts w:ascii="Poppins" w:hAnsi="Poppins" w:cs="Poppins"/>
                <w:b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” o equivalente.</w:t>
            </w:r>
          </w:p>
        </w:tc>
      </w:tr>
      <w:tr w:rsidR="005226D0" w:rsidRPr="009279E2" w14:paraId="07AB9022" w14:textId="77777777" w:rsidTr="00904071">
        <w:tc>
          <w:tcPr>
            <w:tcW w:w="1311" w:type="dxa"/>
          </w:tcPr>
          <w:p w14:paraId="0488B6B4" w14:textId="0A4DFDDA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28180022</w:t>
            </w:r>
          </w:p>
        </w:tc>
        <w:tc>
          <w:tcPr>
            <w:tcW w:w="2086" w:type="dxa"/>
          </w:tcPr>
          <w:p w14:paraId="6D103A2E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2294FA70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0BD5C8D9" w14:textId="48585AC0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1/2”</w:t>
            </w:r>
          </w:p>
        </w:tc>
        <w:tc>
          <w:tcPr>
            <w:tcW w:w="6101" w:type="dxa"/>
          </w:tcPr>
          <w:p w14:paraId="009E5D35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66A6B7B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4BAA347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BAC667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FE2DE6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D7A2D9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332F71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53EA213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EDC6F84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AF192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D6402B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0C83C3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0CBB8E0F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386DBD0" w14:textId="12459B23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20 x 1/2” o equivalente.</w:t>
            </w:r>
          </w:p>
        </w:tc>
      </w:tr>
      <w:tr w:rsidR="005226D0" w:rsidRPr="009279E2" w14:paraId="201118CA" w14:textId="77777777" w:rsidTr="00904071">
        <w:tc>
          <w:tcPr>
            <w:tcW w:w="1311" w:type="dxa"/>
          </w:tcPr>
          <w:p w14:paraId="413B5539" w14:textId="135D3E59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28180024</w:t>
            </w:r>
          </w:p>
        </w:tc>
        <w:tc>
          <w:tcPr>
            <w:tcW w:w="2086" w:type="dxa"/>
          </w:tcPr>
          <w:p w14:paraId="7B2D8B62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D493181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1C41372A" w14:textId="1BFCE1EE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3/4”</w:t>
            </w:r>
          </w:p>
        </w:tc>
        <w:tc>
          <w:tcPr>
            <w:tcW w:w="6101" w:type="dxa"/>
          </w:tcPr>
          <w:p w14:paraId="4F74268D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5F7C6D1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con profilo per pinzatura TH, B, U, H, F.</w:t>
            </w:r>
          </w:p>
          <w:p w14:paraId="7D93005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B81D1B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E5742E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4AE879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6936B8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0907661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1A2F6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4990C7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E7FCB6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37AA3124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172BF0F2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CEDF65D" w14:textId="0BC7369B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20 x 3/4” o equivalente.</w:t>
            </w:r>
          </w:p>
        </w:tc>
      </w:tr>
      <w:tr w:rsidR="005226D0" w:rsidRPr="009279E2" w14:paraId="5E5B5D3F" w14:textId="77777777" w:rsidTr="00904071">
        <w:tc>
          <w:tcPr>
            <w:tcW w:w="1311" w:type="dxa"/>
          </w:tcPr>
          <w:p w14:paraId="140AC7CE" w14:textId="74867EBE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28180026</w:t>
            </w:r>
          </w:p>
        </w:tc>
        <w:tc>
          <w:tcPr>
            <w:tcW w:w="2086" w:type="dxa"/>
          </w:tcPr>
          <w:p w14:paraId="66B94631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CC6B9B6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7C9FE3D4" w14:textId="1ECF7B3F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3/4”</w:t>
            </w:r>
          </w:p>
        </w:tc>
        <w:tc>
          <w:tcPr>
            <w:tcW w:w="6101" w:type="dxa"/>
          </w:tcPr>
          <w:p w14:paraId="18B7EABE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62B5401B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5E6937C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58DC3A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A98C3C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19A78E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E1D6C84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9D8F70B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8A3AD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8FFF56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E76BCE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3991C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779A7168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CF42C7C" w14:textId="7AFD9532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26 x 3/4” o equivalente.</w:t>
            </w:r>
          </w:p>
        </w:tc>
      </w:tr>
      <w:tr w:rsidR="005226D0" w:rsidRPr="009279E2" w14:paraId="72D565CF" w14:textId="77777777" w:rsidTr="00904071">
        <w:tc>
          <w:tcPr>
            <w:tcW w:w="1311" w:type="dxa"/>
          </w:tcPr>
          <w:p w14:paraId="3C409824" w14:textId="6D518716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28180028</w:t>
            </w:r>
          </w:p>
        </w:tc>
        <w:tc>
          <w:tcPr>
            <w:tcW w:w="2086" w:type="dxa"/>
          </w:tcPr>
          <w:p w14:paraId="6BB854CB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999EF0D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15195EA5" w14:textId="41749094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1”</w:t>
            </w:r>
          </w:p>
        </w:tc>
        <w:tc>
          <w:tcPr>
            <w:tcW w:w="6101" w:type="dxa"/>
          </w:tcPr>
          <w:p w14:paraId="2FDB42DA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9A06ACF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1" con profilo per pinzatura TH, B, U, H, F.</w:t>
            </w:r>
          </w:p>
          <w:p w14:paraId="6A2E30DB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915417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F7D280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F757E6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97F9B9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F81166B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45FEE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650E3A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83B0BC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C3FF0D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2C0650C0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95090F3" w14:textId="0954B2E4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26 x 1” o equivalente.</w:t>
            </w:r>
          </w:p>
        </w:tc>
      </w:tr>
      <w:tr w:rsidR="005226D0" w:rsidRPr="009279E2" w14:paraId="72B1EF3E" w14:textId="77777777" w:rsidTr="00904071">
        <w:tc>
          <w:tcPr>
            <w:tcW w:w="1311" w:type="dxa"/>
          </w:tcPr>
          <w:p w14:paraId="47281AB2" w14:textId="115F7FD7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28180030</w:t>
            </w:r>
          </w:p>
        </w:tc>
        <w:tc>
          <w:tcPr>
            <w:tcW w:w="2086" w:type="dxa"/>
          </w:tcPr>
          <w:p w14:paraId="17B818A0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C956A79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68950A42" w14:textId="5B226E36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1”</w:t>
            </w:r>
          </w:p>
        </w:tc>
        <w:tc>
          <w:tcPr>
            <w:tcW w:w="6101" w:type="dxa"/>
          </w:tcPr>
          <w:p w14:paraId="52EAE7AE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8C6E4CA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Misura 32 x 1" con profilo per pinzatura TH, B, U, H, F.</w:t>
            </w:r>
          </w:p>
          <w:p w14:paraId="2143E669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4EB197E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A3DDE54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286F10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DD9F32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D514BC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2D4D56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A0BAE9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D36302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2E1F2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711B4AA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8B77FE3" w14:textId="3F0BA7FC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32 x 1” o equivalente.</w:t>
            </w:r>
          </w:p>
        </w:tc>
      </w:tr>
      <w:tr w:rsidR="005226D0" w:rsidRPr="009279E2" w14:paraId="08EB5DC0" w14:textId="77777777" w:rsidTr="00904071">
        <w:tc>
          <w:tcPr>
            <w:tcW w:w="1311" w:type="dxa"/>
          </w:tcPr>
          <w:p w14:paraId="7A9688CF" w14:textId="3D3834C1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28180032</w:t>
            </w:r>
          </w:p>
        </w:tc>
        <w:tc>
          <w:tcPr>
            <w:tcW w:w="2086" w:type="dxa"/>
          </w:tcPr>
          <w:p w14:paraId="304CB185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9431A41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7C0B5CEA" w14:textId="6E52E868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1”1/4</w:t>
            </w:r>
          </w:p>
        </w:tc>
        <w:tc>
          <w:tcPr>
            <w:tcW w:w="6101" w:type="dxa"/>
          </w:tcPr>
          <w:p w14:paraId="7DAAD1D7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D41333F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1"1/4 con profilo per pinzatura TH, B, U, H, F.</w:t>
            </w:r>
          </w:p>
          <w:p w14:paraId="6957C164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6A2FA6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56E5DC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60F580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5B0F71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104BC9A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DC401BD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83866D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7C8F5F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391490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27AC00F1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AF8769D" w14:textId="0CACDE38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32 x 1”1/4 o equivalente.</w:t>
            </w:r>
          </w:p>
        </w:tc>
      </w:tr>
      <w:tr w:rsidR="00D26506" w:rsidRPr="009279E2" w14:paraId="7031C483" w14:textId="77777777" w:rsidTr="00904071">
        <w:tc>
          <w:tcPr>
            <w:tcW w:w="1311" w:type="dxa"/>
          </w:tcPr>
          <w:p w14:paraId="16282FBC" w14:textId="00D0EC9E" w:rsidR="00D26506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28180214</w:t>
            </w:r>
          </w:p>
        </w:tc>
        <w:tc>
          <w:tcPr>
            <w:tcW w:w="2086" w:type="dxa"/>
          </w:tcPr>
          <w:p w14:paraId="6A1228A3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maschio con o-ring</w:t>
            </w:r>
          </w:p>
          <w:p w14:paraId="1EBBFEFD" w14:textId="55ADDABE" w:rsidR="00D26506" w:rsidRPr="00327764" w:rsidRDefault="00D26506" w:rsidP="00D2650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09AD950D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o-ring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633BC805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07755FC8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CE827B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14869D4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210B56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60BB33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9E62DEC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7CAFBE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06EF34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7B77A9F4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8BFFA90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37FC4925" w14:textId="77777777" w:rsidR="00D26506" w:rsidRPr="00AF7B0B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  <w:lang w:val="fi-FI"/>
              </w:rPr>
            </w:pPr>
          </w:p>
          <w:p w14:paraId="2D31F286" w14:textId="648EDA52" w:rsidR="00D26506" w:rsidRPr="00327764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con o-ring 16 x 1/2" o equivalente.</w:t>
            </w:r>
          </w:p>
        </w:tc>
      </w:tr>
      <w:tr w:rsidR="00D26506" w:rsidRPr="009279E2" w14:paraId="357E5A09" w14:textId="77777777" w:rsidTr="00904071">
        <w:tc>
          <w:tcPr>
            <w:tcW w:w="1311" w:type="dxa"/>
          </w:tcPr>
          <w:p w14:paraId="2A178556" w14:textId="575A5960" w:rsidR="00D26506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28180216</w:t>
            </w:r>
          </w:p>
        </w:tc>
        <w:tc>
          <w:tcPr>
            <w:tcW w:w="2086" w:type="dxa"/>
          </w:tcPr>
          <w:p w14:paraId="40238CB2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maschio con o-ring</w:t>
            </w:r>
          </w:p>
          <w:p w14:paraId="63630E4E" w14:textId="2ED953D2" w:rsidR="00D26506" w:rsidRPr="00327764" w:rsidRDefault="00D26506" w:rsidP="00D2650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627159E2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o-ring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1920E97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4B468861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BEABCB0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755A8C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C3858B9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8B06BC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32472F5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5B18E5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D6AE4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BE8D6A0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E7E8321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6795C01" w14:textId="77777777" w:rsidR="00D26506" w:rsidRPr="00AF7B0B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  <w:lang w:val="fi-FI"/>
              </w:rPr>
            </w:pPr>
          </w:p>
          <w:p w14:paraId="6A28ACE9" w14:textId="28CB9C75" w:rsidR="00D26506" w:rsidRPr="00327764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con o-ring 20 x 1/2" o equivalente.</w:t>
            </w:r>
          </w:p>
        </w:tc>
      </w:tr>
      <w:tr w:rsidR="00D26506" w:rsidRPr="009279E2" w14:paraId="7295DBDA" w14:textId="77777777" w:rsidTr="00904071">
        <w:tc>
          <w:tcPr>
            <w:tcW w:w="1311" w:type="dxa"/>
          </w:tcPr>
          <w:p w14:paraId="7A255AE3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28180062</w:t>
            </w:r>
          </w:p>
        </w:tc>
        <w:tc>
          <w:tcPr>
            <w:tcW w:w="2086" w:type="dxa"/>
          </w:tcPr>
          <w:p w14:paraId="061CB8F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6F1ABF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 e tenuta o-ring</w:t>
            </w:r>
          </w:p>
          <w:p w14:paraId="505DCA7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Ø 16-24x19 O-R</w:t>
            </w:r>
          </w:p>
        </w:tc>
        <w:tc>
          <w:tcPr>
            <w:tcW w:w="6101" w:type="dxa"/>
          </w:tcPr>
          <w:p w14:paraId="392DEF02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con dado girevole femmina e tenuta o-ring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236F226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Ø 16 – 24x19 con profilo per pinzatura TH, B, U, H, F.</w:t>
            </w:r>
          </w:p>
          <w:p w14:paraId="3C32998C" w14:textId="16083BA8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 Il raccordo è costruito da:</w:t>
            </w:r>
          </w:p>
          <w:p w14:paraId="7C395F5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00C270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D4168C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15E114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0C8DED4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5193A4A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3DE097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81DF93E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0EF7F4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1EF30377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D8ADF1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e tenuta o-ring Ø 16-24x19 O-R o equivalente.</w:t>
            </w:r>
          </w:p>
        </w:tc>
      </w:tr>
      <w:tr w:rsidR="00D26506" w:rsidRPr="009279E2" w14:paraId="563F7B76" w14:textId="77777777" w:rsidTr="00904071">
        <w:tc>
          <w:tcPr>
            <w:tcW w:w="1311" w:type="dxa"/>
          </w:tcPr>
          <w:p w14:paraId="7A202A36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28180064</w:t>
            </w:r>
          </w:p>
        </w:tc>
        <w:tc>
          <w:tcPr>
            <w:tcW w:w="2086" w:type="dxa"/>
          </w:tcPr>
          <w:p w14:paraId="3F0048B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8F33C87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 e tenuta o-ring</w:t>
            </w:r>
          </w:p>
          <w:p w14:paraId="7665AD8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Ø 20-24x19 O-R</w:t>
            </w:r>
          </w:p>
        </w:tc>
        <w:tc>
          <w:tcPr>
            <w:tcW w:w="6101" w:type="dxa"/>
          </w:tcPr>
          <w:p w14:paraId="35C0085D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con dado girevole femmina e tenuta o-ring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30DA14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Ø 20 – 24x19 con profilo per pinzatura TH, B, U, H, F.</w:t>
            </w:r>
            <w:r w:rsidRPr="00586F53">
              <w:rPr>
                <w:rFonts w:ascii="Poppins" w:hAnsi="Poppins" w:cs="Poppins"/>
                <w:sz w:val="20"/>
              </w:rPr>
              <w:t xml:space="preserve"> </w:t>
            </w:r>
          </w:p>
          <w:p w14:paraId="3621F756" w14:textId="05BC6A15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01A678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0024BE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325EC8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0EFBF3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886DE4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90ACA1F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F8F03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22519FF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4630A33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8B3A1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e tenuta o-ring Ø 20-24x19 O-R o equivalente.</w:t>
            </w:r>
          </w:p>
        </w:tc>
      </w:tr>
      <w:tr w:rsidR="00D26506" w:rsidRPr="009279E2" w14:paraId="7B10F600" w14:textId="77777777" w:rsidTr="00904071">
        <w:tc>
          <w:tcPr>
            <w:tcW w:w="1311" w:type="dxa"/>
          </w:tcPr>
          <w:p w14:paraId="5C703D4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28180066</w:t>
            </w:r>
          </w:p>
        </w:tc>
        <w:tc>
          <w:tcPr>
            <w:tcW w:w="2086" w:type="dxa"/>
          </w:tcPr>
          <w:p w14:paraId="58EAA2DB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C7686E6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 e tenuta o-ring</w:t>
            </w:r>
          </w:p>
          <w:p w14:paraId="2A21E924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Ø 16-Eurocono 3/4" O-R</w:t>
            </w:r>
          </w:p>
        </w:tc>
        <w:tc>
          <w:tcPr>
            <w:tcW w:w="6101" w:type="dxa"/>
          </w:tcPr>
          <w:p w14:paraId="71F9DDC5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con dado girevole femmina e tenuta o-ring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9BDCAA6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Ø 16 –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3/4" con profilo per pinzatura TH, B, U, H, F.</w:t>
            </w:r>
          </w:p>
          <w:p w14:paraId="1A5D9691" w14:textId="444353B6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365F24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90D1B3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6DAAD8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E4000F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872C7C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667A77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8F54B9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2B1F94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0B5CC60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196E4AB5" w14:textId="77777777" w:rsidR="00D26506" w:rsidRPr="00AF7B0B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  <w:lang w:val="fi-FI"/>
              </w:rPr>
            </w:pPr>
          </w:p>
          <w:p w14:paraId="3734AE56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e tenuta o-ring Ø 16-Eurocono 3/4" O-R o equivalente.</w:t>
            </w:r>
          </w:p>
        </w:tc>
      </w:tr>
      <w:tr w:rsidR="00D26506" w:rsidRPr="009279E2" w14:paraId="41D5DCE9" w14:textId="77777777" w:rsidTr="00904071">
        <w:tc>
          <w:tcPr>
            <w:tcW w:w="1311" w:type="dxa"/>
          </w:tcPr>
          <w:p w14:paraId="54BA5942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28180068</w:t>
            </w:r>
          </w:p>
        </w:tc>
        <w:tc>
          <w:tcPr>
            <w:tcW w:w="2086" w:type="dxa"/>
          </w:tcPr>
          <w:p w14:paraId="0BFF0B2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25C7AC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 e tenuta o-ring</w:t>
            </w:r>
          </w:p>
          <w:p w14:paraId="40DF6F2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Ø 20-Eurocono 3/4" O-R</w:t>
            </w:r>
          </w:p>
        </w:tc>
        <w:tc>
          <w:tcPr>
            <w:tcW w:w="6101" w:type="dxa"/>
          </w:tcPr>
          <w:p w14:paraId="56B6ED0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con dado girevole femmina e tenuta o-ring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2AEF2B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Ø 20 –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3/4" con profilo per pinzatura TH, B, U, H, F.</w:t>
            </w:r>
          </w:p>
          <w:p w14:paraId="5F561EE6" w14:textId="2512FF8F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5EC516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Corpo in ottone CW617N (UNI EN 12165)</w:t>
            </w:r>
          </w:p>
          <w:p w14:paraId="55FB627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7FE243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BC0EEEE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39B1833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FC1A0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7FF6B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928480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95F4ECA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585E81F5" w14:textId="77777777" w:rsidR="00D26506" w:rsidRPr="00AF7B0B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  <w:lang w:val="fi-FI"/>
              </w:rPr>
            </w:pPr>
          </w:p>
          <w:p w14:paraId="3CAC8778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e tenuta o-ring Ø 20-Eurocono 3/4" O-R o equivalente.</w:t>
            </w:r>
          </w:p>
        </w:tc>
      </w:tr>
      <w:tr w:rsidR="00D26506" w:rsidRPr="009279E2" w14:paraId="24DCB537" w14:textId="77777777" w:rsidTr="00904071">
        <w:tc>
          <w:tcPr>
            <w:tcW w:w="1311" w:type="dxa"/>
          </w:tcPr>
          <w:p w14:paraId="4488BA13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28180046</w:t>
            </w:r>
          </w:p>
        </w:tc>
        <w:tc>
          <w:tcPr>
            <w:tcW w:w="2086" w:type="dxa"/>
          </w:tcPr>
          <w:p w14:paraId="4C57462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B2B9C3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6315A7F9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3/8”</w:t>
            </w:r>
          </w:p>
        </w:tc>
        <w:tc>
          <w:tcPr>
            <w:tcW w:w="6101" w:type="dxa"/>
          </w:tcPr>
          <w:p w14:paraId="50D9F72A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4EBDBD3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 x 3/8” con profilo per pinzatura TH, B, U, H, F.</w:t>
            </w:r>
          </w:p>
          <w:p w14:paraId="497361BC" w14:textId="47DAFADE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A79488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9E05E1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F85E27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E4E71E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273C5D6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E79A1A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3C11EE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A88DE7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FCBFACF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4F61C724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7521984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16 x 3/8” o equivalente.</w:t>
            </w:r>
          </w:p>
        </w:tc>
      </w:tr>
      <w:tr w:rsidR="00D26506" w:rsidRPr="009279E2" w14:paraId="5B7969CE" w14:textId="77777777" w:rsidTr="00904071">
        <w:tc>
          <w:tcPr>
            <w:tcW w:w="1311" w:type="dxa"/>
          </w:tcPr>
          <w:p w14:paraId="4220C08B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28180048</w:t>
            </w:r>
          </w:p>
        </w:tc>
        <w:tc>
          <w:tcPr>
            <w:tcW w:w="2086" w:type="dxa"/>
          </w:tcPr>
          <w:p w14:paraId="7D876BD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F41CF2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2AB60615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1/2”</w:t>
            </w:r>
          </w:p>
        </w:tc>
        <w:tc>
          <w:tcPr>
            <w:tcW w:w="6101" w:type="dxa"/>
          </w:tcPr>
          <w:p w14:paraId="24141C76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294A3A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 x 1/2” con profilo per pinzatura TH, B, U, H, F.</w:t>
            </w:r>
          </w:p>
          <w:p w14:paraId="7B54C0EA" w14:textId="0F8B62C0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D79BCE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250D95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2AE95F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EBC7A9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FB742A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85C8A1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B6EA3E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E929F79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19FCB489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0EA69B81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28A84C07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16 x 1/2” o equivalente.</w:t>
            </w:r>
          </w:p>
        </w:tc>
      </w:tr>
      <w:tr w:rsidR="00D26506" w:rsidRPr="009279E2" w14:paraId="504FB7C6" w14:textId="77777777" w:rsidTr="00904071">
        <w:tc>
          <w:tcPr>
            <w:tcW w:w="1311" w:type="dxa"/>
          </w:tcPr>
          <w:p w14:paraId="5BDCE5B1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28180050</w:t>
            </w:r>
          </w:p>
        </w:tc>
        <w:tc>
          <w:tcPr>
            <w:tcW w:w="2086" w:type="dxa"/>
          </w:tcPr>
          <w:p w14:paraId="446499A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2689501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61293DA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3/4”</w:t>
            </w:r>
          </w:p>
        </w:tc>
        <w:tc>
          <w:tcPr>
            <w:tcW w:w="6101" w:type="dxa"/>
          </w:tcPr>
          <w:p w14:paraId="062FE86C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6F43127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 x 3/4” con profilo per pinzatura TH, B, U, H, F.</w:t>
            </w:r>
          </w:p>
          <w:p w14:paraId="7684065E" w14:textId="75A87EA0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1F5329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6A2C12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CD9613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A72753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4084FD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ECE605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44116A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00EA710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D2BD29A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353B23DB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38DB4E18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16 x 3/4” o equivalente.</w:t>
            </w:r>
          </w:p>
        </w:tc>
      </w:tr>
      <w:tr w:rsidR="00D26506" w:rsidRPr="009279E2" w14:paraId="0C226368" w14:textId="77777777" w:rsidTr="00904071">
        <w:tc>
          <w:tcPr>
            <w:tcW w:w="1311" w:type="dxa"/>
          </w:tcPr>
          <w:p w14:paraId="1D4A0498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28180052</w:t>
            </w:r>
          </w:p>
        </w:tc>
        <w:tc>
          <w:tcPr>
            <w:tcW w:w="2086" w:type="dxa"/>
          </w:tcPr>
          <w:p w14:paraId="3B9EF0A5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B82B0F9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3FCC21C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1/2”</w:t>
            </w:r>
          </w:p>
        </w:tc>
        <w:tc>
          <w:tcPr>
            <w:tcW w:w="6101" w:type="dxa"/>
          </w:tcPr>
          <w:p w14:paraId="15391A5A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AB4AB9D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 x 1/2” con profilo per pinzatura TH, B, U, H, F.</w:t>
            </w:r>
          </w:p>
          <w:p w14:paraId="7ADE7BA4" w14:textId="0241EC84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43A400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9B66944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5F115B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CDA05C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31CCBBB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C0AB5D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7ACDE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638E1F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F41A787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14C4EE57" w14:textId="77777777" w:rsidR="00D26506" w:rsidRPr="00AF7B0B" w:rsidRDefault="00D26506" w:rsidP="00D26506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  <w:b/>
                <w:lang w:val="fi-FI"/>
              </w:rPr>
            </w:pPr>
          </w:p>
          <w:p w14:paraId="61F842A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20 x 1/2” o equivalente.</w:t>
            </w:r>
          </w:p>
        </w:tc>
      </w:tr>
      <w:tr w:rsidR="00D26506" w:rsidRPr="009279E2" w14:paraId="0B064F16" w14:textId="77777777" w:rsidTr="00904071">
        <w:tc>
          <w:tcPr>
            <w:tcW w:w="1311" w:type="dxa"/>
          </w:tcPr>
          <w:p w14:paraId="1E4C329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28180054</w:t>
            </w:r>
          </w:p>
        </w:tc>
        <w:tc>
          <w:tcPr>
            <w:tcW w:w="2086" w:type="dxa"/>
          </w:tcPr>
          <w:p w14:paraId="6C3ECD2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0527298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con dado girevole femmina, tenuta piana</w:t>
            </w:r>
          </w:p>
          <w:p w14:paraId="3603081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3/4”</w:t>
            </w:r>
          </w:p>
        </w:tc>
        <w:tc>
          <w:tcPr>
            <w:tcW w:w="6101" w:type="dxa"/>
          </w:tcPr>
          <w:p w14:paraId="2D59154C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D92C306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Misura 20 x 3/4” con profilo per pinzatura TH, B, U, H, F.</w:t>
            </w:r>
          </w:p>
          <w:p w14:paraId="3A81B82F" w14:textId="7C30D0A6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D83C1A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2A8468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CA6B1B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1FC78F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DB8B00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147089E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D224EB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832C0F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E216839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52A817CA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15A58C5B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20 x 3/4” o equivalente.</w:t>
            </w:r>
          </w:p>
        </w:tc>
      </w:tr>
      <w:tr w:rsidR="00D26506" w:rsidRPr="009279E2" w14:paraId="76D72E22" w14:textId="77777777" w:rsidTr="00904071">
        <w:tc>
          <w:tcPr>
            <w:tcW w:w="1311" w:type="dxa"/>
          </w:tcPr>
          <w:p w14:paraId="0C14B22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28180056</w:t>
            </w:r>
          </w:p>
        </w:tc>
        <w:tc>
          <w:tcPr>
            <w:tcW w:w="2086" w:type="dxa"/>
          </w:tcPr>
          <w:p w14:paraId="1103F7C9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0459D87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69B93721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3/4”</w:t>
            </w:r>
          </w:p>
        </w:tc>
        <w:tc>
          <w:tcPr>
            <w:tcW w:w="6101" w:type="dxa"/>
          </w:tcPr>
          <w:p w14:paraId="0184ED32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38C4279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 x 3/4” con profilo per pinzatura TH, B, U, H, F.</w:t>
            </w:r>
          </w:p>
          <w:p w14:paraId="02773106" w14:textId="47CDB2A9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1A076E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3FED0A4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197080F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A1CF140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360213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9E7AD6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7F306B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155F90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A3EFA6C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5D19F79F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483D684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26 x 3/4” o equivalente.</w:t>
            </w:r>
          </w:p>
        </w:tc>
      </w:tr>
      <w:tr w:rsidR="00D26506" w:rsidRPr="009279E2" w14:paraId="075ECBBE" w14:textId="77777777" w:rsidTr="00904071">
        <w:tc>
          <w:tcPr>
            <w:tcW w:w="1311" w:type="dxa"/>
          </w:tcPr>
          <w:p w14:paraId="3811B83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28180058</w:t>
            </w:r>
          </w:p>
        </w:tc>
        <w:tc>
          <w:tcPr>
            <w:tcW w:w="2086" w:type="dxa"/>
          </w:tcPr>
          <w:p w14:paraId="1AD555E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54C2CD3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566041D7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1”</w:t>
            </w:r>
          </w:p>
        </w:tc>
        <w:tc>
          <w:tcPr>
            <w:tcW w:w="6101" w:type="dxa"/>
          </w:tcPr>
          <w:p w14:paraId="45CAAEDF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BA36BB8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 x 1” con profilo per pinzatura TH, B, U, H, F.</w:t>
            </w:r>
          </w:p>
          <w:p w14:paraId="11F96621" w14:textId="0C9AD793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7CFA8E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48F602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B67FDB9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F7D885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DE414E5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02843D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597D2F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2C85B13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FEC5024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47CB41A8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5BA295E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26 x 1” o equivalente.</w:t>
            </w:r>
          </w:p>
        </w:tc>
      </w:tr>
      <w:tr w:rsidR="00D26506" w:rsidRPr="009279E2" w14:paraId="01A640FC" w14:textId="77777777" w:rsidTr="00904071">
        <w:tc>
          <w:tcPr>
            <w:tcW w:w="1311" w:type="dxa"/>
          </w:tcPr>
          <w:p w14:paraId="5ABAEA4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28180060</w:t>
            </w:r>
          </w:p>
        </w:tc>
        <w:tc>
          <w:tcPr>
            <w:tcW w:w="2086" w:type="dxa"/>
          </w:tcPr>
          <w:p w14:paraId="4FBB613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28E561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098AD1D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1”</w:t>
            </w:r>
          </w:p>
        </w:tc>
        <w:tc>
          <w:tcPr>
            <w:tcW w:w="6101" w:type="dxa"/>
          </w:tcPr>
          <w:p w14:paraId="2DA19C4C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BF5CC01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 x 1” con profilo per pinzatura TH, B, U, H, F.</w:t>
            </w:r>
          </w:p>
          <w:p w14:paraId="08F73024" w14:textId="324D3486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DFE832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7FA8A9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1A2D23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E6847D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19939E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504118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7DE033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B2D67F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7FA1732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0588FEF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1096BB9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32 x 1” o equivalente.</w:t>
            </w:r>
          </w:p>
        </w:tc>
      </w:tr>
      <w:tr w:rsidR="00C31449" w:rsidRPr="009279E2" w14:paraId="29ED2044" w14:textId="77777777" w:rsidTr="00904071">
        <w:tc>
          <w:tcPr>
            <w:tcW w:w="1311" w:type="dxa"/>
          </w:tcPr>
          <w:p w14:paraId="2E556352" w14:textId="0DD270F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28181000</w:t>
            </w:r>
          </w:p>
        </w:tc>
        <w:tc>
          <w:tcPr>
            <w:tcW w:w="2086" w:type="dxa"/>
          </w:tcPr>
          <w:p w14:paraId="5D4403A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54BF9C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intermedio </w:t>
            </w:r>
          </w:p>
          <w:p w14:paraId="1CD01529" w14:textId="1EBAFDC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16x16</w:t>
            </w:r>
          </w:p>
        </w:tc>
        <w:tc>
          <w:tcPr>
            <w:tcW w:w="6101" w:type="dxa"/>
          </w:tcPr>
          <w:p w14:paraId="06A74A2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AD4D29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16x16 con profilo per pinzatura TH, B, U, H, F.</w:t>
            </w:r>
          </w:p>
          <w:p w14:paraId="319F166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F2B9F2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78548F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F4C6B7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1C2ADB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48FDD6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E2DF65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45112D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54DBAA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1FD35C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C88D99" w14:textId="3A05398F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16x16 o equivalente.</w:t>
            </w:r>
          </w:p>
        </w:tc>
      </w:tr>
      <w:tr w:rsidR="00C31449" w:rsidRPr="009279E2" w14:paraId="2C61DD77" w14:textId="77777777" w:rsidTr="00904071">
        <w:tc>
          <w:tcPr>
            <w:tcW w:w="1311" w:type="dxa"/>
          </w:tcPr>
          <w:p w14:paraId="3F97A225" w14:textId="757DFF1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28181002</w:t>
            </w:r>
          </w:p>
        </w:tc>
        <w:tc>
          <w:tcPr>
            <w:tcW w:w="2086" w:type="dxa"/>
          </w:tcPr>
          <w:p w14:paraId="7DB0BF0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09DFC2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intermedio </w:t>
            </w:r>
          </w:p>
          <w:p w14:paraId="37343398" w14:textId="47DF91C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20x20</w:t>
            </w:r>
          </w:p>
        </w:tc>
        <w:tc>
          <w:tcPr>
            <w:tcW w:w="6101" w:type="dxa"/>
          </w:tcPr>
          <w:p w14:paraId="66E853D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9E433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Misura 20x20 con profilo per pinzatura TH, B, U, H, F.</w:t>
            </w:r>
          </w:p>
          <w:p w14:paraId="429F108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B4A943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724D52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B12049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D481E3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2BC887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CB03B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85A1A7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3B6D7D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88265C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8AC1300" w14:textId="1D87A95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20x20 o equivalente.</w:t>
            </w:r>
          </w:p>
        </w:tc>
      </w:tr>
      <w:tr w:rsidR="00C31449" w:rsidRPr="009279E2" w14:paraId="4A9A4BEE" w14:textId="77777777" w:rsidTr="00904071">
        <w:tc>
          <w:tcPr>
            <w:tcW w:w="1311" w:type="dxa"/>
          </w:tcPr>
          <w:p w14:paraId="30367600" w14:textId="78780F7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28181004</w:t>
            </w:r>
          </w:p>
        </w:tc>
        <w:tc>
          <w:tcPr>
            <w:tcW w:w="2086" w:type="dxa"/>
          </w:tcPr>
          <w:p w14:paraId="30F7716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FC53BA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intermedio </w:t>
            </w:r>
          </w:p>
          <w:p w14:paraId="3459AF73" w14:textId="6C8D5B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</w:t>
            </w:r>
          </w:p>
        </w:tc>
        <w:tc>
          <w:tcPr>
            <w:tcW w:w="6101" w:type="dxa"/>
          </w:tcPr>
          <w:p w14:paraId="05FAC51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068BE2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26x26 con profilo per pinzatura TH, B, U, H, F.</w:t>
            </w:r>
          </w:p>
          <w:p w14:paraId="4D52D49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DB2DEE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21E2CA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AA4738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1F2342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3C88C8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C3B2E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B3AAB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4A974B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3F0685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FAC9342" w14:textId="58DF271F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26x26 o equivalente.</w:t>
            </w:r>
          </w:p>
        </w:tc>
      </w:tr>
      <w:tr w:rsidR="00C31449" w:rsidRPr="009279E2" w14:paraId="46A8A197" w14:textId="77777777" w:rsidTr="00904071">
        <w:tc>
          <w:tcPr>
            <w:tcW w:w="1311" w:type="dxa"/>
          </w:tcPr>
          <w:p w14:paraId="35D3B4E5" w14:textId="03ECAA7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28181006</w:t>
            </w:r>
          </w:p>
        </w:tc>
        <w:tc>
          <w:tcPr>
            <w:tcW w:w="2086" w:type="dxa"/>
          </w:tcPr>
          <w:p w14:paraId="2954D87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7015EB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intermedio </w:t>
            </w:r>
          </w:p>
          <w:p w14:paraId="15CF89F0" w14:textId="4A9C6F1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</w:t>
            </w:r>
          </w:p>
        </w:tc>
        <w:tc>
          <w:tcPr>
            <w:tcW w:w="6101" w:type="dxa"/>
          </w:tcPr>
          <w:p w14:paraId="6E5FD8C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E0BD59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32x32 con profilo per pinzatura TH, B, U, H, F.</w:t>
            </w:r>
          </w:p>
          <w:p w14:paraId="570E85A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329681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68B758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F288BD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189A21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81CA7F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64BDD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D3EA4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1CEE5E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95734D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5EB805F" w14:textId="1192CA7D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32x32 o equivalente.</w:t>
            </w:r>
          </w:p>
        </w:tc>
      </w:tr>
      <w:tr w:rsidR="00C31449" w:rsidRPr="009279E2" w14:paraId="47E52352" w14:textId="77777777" w:rsidTr="00904071">
        <w:tc>
          <w:tcPr>
            <w:tcW w:w="1311" w:type="dxa"/>
          </w:tcPr>
          <w:p w14:paraId="75B47116" w14:textId="476EE19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28181008</w:t>
            </w:r>
          </w:p>
        </w:tc>
        <w:tc>
          <w:tcPr>
            <w:tcW w:w="2086" w:type="dxa"/>
          </w:tcPr>
          <w:p w14:paraId="03D1694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266347F7" w14:textId="13C163B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20x16</w:t>
            </w:r>
          </w:p>
        </w:tc>
        <w:tc>
          <w:tcPr>
            <w:tcW w:w="6101" w:type="dxa"/>
          </w:tcPr>
          <w:p w14:paraId="7D1B853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3D3C84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20x16 con profilo per pinzatura TH, B, U, H, F.</w:t>
            </w:r>
          </w:p>
          <w:p w14:paraId="0EB8537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066009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431D2A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66B788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3FAE84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BAD7F20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9F2C33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3817F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FFBD8F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BBF2F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9CC910B" w14:textId="3096F50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20x16 o equivalente.</w:t>
            </w:r>
          </w:p>
        </w:tc>
      </w:tr>
      <w:tr w:rsidR="00C31449" w:rsidRPr="009279E2" w14:paraId="57ADA116" w14:textId="77777777" w:rsidTr="00904071">
        <w:tc>
          <w:tcPr>
            <w:tcW w:w="1311" w:type="dxa"/>
          </w:tcPr>
          <w:p w14:paraId="7ABE90D3" w14:textId="2A42A3B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28181010</w:t>
            </w:r>
          </w:p>
        </w:tc>
        <w:tc>
          <w:tcPr>
            <w:tcW w:w="2086" w:type="dxa"/>
          </w:tcPr>
          <w:p w14:paraId="598FC10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7BC6F78B" w14:textId="7AEE0F8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26x16</w:t>
            </w:r>
          </w:p>
        </w:tc>
        <w:tc>
          <w:tcPr>
            <w:tcW w:w="6101" w:type="dxa"/>
          </w:tcPr>
          <w:p w14:paraId="19D7696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7F3F59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26x16 con profilo per pinzatura TH, B, U, H, F.</w:t>
            </w:r>
          </w:p>
          <w:p w14:paraId="6521021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E59DF3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8D5C11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B5D3CF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2F9812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8DC03A4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B8481F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579F2C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264DD7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29212F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138A4E" w14:textId="48EFB3E0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26x16 o equivalente.</w:t>
            </w:r>
          </w:p>
        </w:tc>
      </w:tr>
      <w:tr w:rsidR="00C31449" w:rsidRPr="009279E2" w14:paraId="1F00B029" w14:textId="77777777" w:rsidTr="00904071">
        <w:tc>
          <w:tcPr>
            <w:tcW w:w="1311" w:type="dxa"/>
          </w:tcPr>
          <w:p w14:paraId="417CCB14" w14:textId="2ED4802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28181012</w:t>
            </w:r>
          </w:p>
        </w:tc>
        <w:tc>
          <w:tcPr>
            <w:tcW w:w="2086" w:type="dxa"/>
          </w:tcPr>
          <w:p w14:paraId="2945219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6B878F30" w14:textId="5C26C4B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26x20</w:t>
            </w:r>
          </w:p>
        </w:tc>
        <w:tc>
          <w:tcPr>
            <w:tcW w:w="6101" w:type="dxa"/>
          </w:tcPr>
          <w:p w14:paraId="5655B46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0F6293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26x20 con profilo per pinzatura TH, B, U, H, F.</w:t>
            </w:r>
          </w:p>
          <w:p w14:paraId="6E98B28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3057C5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48028B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3A5D75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lastRenderedPageBreak/>
              <w:t>Bussola in acciaio inox AISI 304</w:t>
            </w:r>
          </w:p>
          <w:p w14:paraId="7C439BB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8B9BDA1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8ACB6F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4F3BD4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5B22D2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F7C215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8D04DF" w14:textId="7818DCF3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26x20 o equivalente.</w:t>
            </w:r>
          </w:p>
        </w:tc>
      </w:tr>
      <w:tr w:rsidR="00C31449" w:rsidRPr="009279E2" w14:paraId="174E84FC" w14:textId="77777777" w:rsidTr="00904071">
        <w:tc>
          <w:tcPr>
            <w:tcW w:w="1311" w:type="dxa"/>
          </w:tcPr>
          <w:p w14:paraId="446C7693" w14:textId="6CE1534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28181014</w:t>
            </w:r>
          </w:p>
        </w:tc>
        <w:tc>
          <w:tcPr>
            <w:tcW w:w="2086" w:type="dxa"/>
          </w:tcPr>
          <w:p w14:paraId="1B43E3E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100DCCA8" w14:textId="168B793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32x16</w:t>
            </w:r>
          </w:p>
        </w:tc>
        <w:tc>
          <w:tcPr>
            <w:tcW w:w="6101" w:type="dxa"/>
          </w:tcPr>
          <w:p w14:paraId="7FB66B2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439A32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32x16 con profilo per pinzatura TH, B, U, H, F.</w:t>
            </w:r>
          </w:p>
          <w:p w14:paraId="02346C2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026DAD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DA6DB9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5437DD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93F3AE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9C2B629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DD3165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60DD4F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BAFBFD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05FE9E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C71080B" w14:textId="1A9D4FB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32x16 o equivalente.</w:t>
            </w:r>
          </w:p>
        </w:tc>
      </w:tr>
      <w:tr w:rsidR="00C31449" w:rsidRPr="009279E2" w14:paraId="6D8AB774" w14:textId="77777777" w:rsidTr="00904071">
        <w:tc>
          <w:tcPr>
            <w:tcW w:w="1311" w:type="dxa"/>
          </w:tcPr>
          <w:p w14:paraId="567464FB" w14:textId="2007B83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28181016</w:t>
            </w:r>
          </w:p>
        </w:tc>
        <w:tc>
          <w:tcPr>
            <w:tcW w:w="2086" w:type="dxa"/>
          </w:tcPr>
          <w:p w14:paraId="6332A0D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4A52E1BA" w14:textId="2851654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32x20</w:t>
            </w:r>
          </w:p>
        </w:tc>
        <w:tc>
          <w:tcPr>
            <w:tcW w:w="6101" w:type="dxa"/>
          </w:tcPr>
          <w:p w14:paraId="55A6E9F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F6BC4F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32x20 con profilo per pinzatura TH, B, U, H, F.</w:t>
            </w:r>
          </w:p>
          <w:p w14:paraId="6470E03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956BB1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F54D0D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3DC1C9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E40F8D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D97F860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A20364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CFB6A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B9F3BF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6CBA8D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8AA6FAA" w14:textId="2E1994C1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32x20 o equivalente.</w:t>
            </w:r>
          </w:p>
        </w:tc>
      </w:tr>
      <w:tr w:rsidR="00C31449" w:rsidRPr="009279E2" w14:paraId="0FB2E0AF" w14:textId="77777777" w:rsidTr="00904071">
        <w:tc>
          <w:tcPr>
            <w:tcW w:w="1311" w:type="dxa"/>
          </w:tcPr>
          <w:p w14:paraId="5F2E443A" w14:textId="266C769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28181018</w:t>
            </w:r>
          </w:p>
        </w:tc>
        <w:tc>
          <w:tcPr>
            <w:tcW w:w="2086" w:type="dxa"/>
          </w:tcPr>
          <w:p w14:paraId="2A0F88A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0CFC473B" w14:textId="30FB49A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32x26</w:t>
            </w:r>
          </w:p>
        </w:tc>
        <w:tc>
          <w:tcPr>
            <w:tcW w:w="6101" w:type="dxa"/>
          </w:tcPr>
          <w:p w14:paraId="3345B90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4D90DB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32x26 con profilo per pinzatura TH, B, U, H, F.</w:t>
            </w:r>
          </w:p>
          <w:p w14:paraId="65EF6E0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D5D193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79D844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0E7CF0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7FE7E2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93AC854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F242BD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9B28B2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19246C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3B1ABF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54553F6" w14:textId="521FDA22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32x26 o equivalente.</w:t>
            </w:r>
          </w:p>
        </w:tc>
      </w:tr>
      <w:tr w:rsidR="00C31449" w:rsidRPr="009279E2" w14:paraId="67041981" w14:textId="77777777" w:rsidTr="00904071">
        <w:tc>
          <w:tcPr>
            <w:tcW w:w="1311" w:type="dxa"/>
          </w:tcPr>
          <w:p w14:paraId="4151A89F" w14:textId="4A72893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28180218</w:t>
            </w:r>
          </w:p>
        </w:tc>
        <w:tc>
          <w:tcPr>
            <w:tcW w:w="2086" w:type="dxa"/>
          </w:tcPr>
          <w:p w14:paraId="27067D3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4BEB945" w14:textId="3EFE5AF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101" w:type="dxa"/>
          </w:tcPr>
          <w:p w14:paraId="3EF52B45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E89D8F8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2 con profilo per pinzatura TH, B, U, H, F.</w:t>
            </w:r>
          </w:p>
          <w:p w14:paraId="6955994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3E71EC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49573A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4832E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7A56E7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08BA897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CF8F2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B2E2F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2B91E5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2CE44A1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D68048" w14:textId="2E2B977A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Tappo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16 x 2 o equivalente.</w:t>
            </w:r>
          </w:p>
        </w:tc>
      </w:tr>
      <w:tr w:rsidR="00C31449" w:rsidRPr="009279E2" w14:paraId="05C2E7F7" w14:textId="77777777" w:rsidTr="00904071">
        <w:tc>
          <w:tcPr>
            <w:tcW w:w="1311" w:type="dxa"/>
          </w:tcPr>
          <w:p w14:paraId="0FDEBEEA" w14:textId="595EE5A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28180220</w:t>
            </w:r>
          </w:p>
        </w:tc>
        <w:tc>
          <w:tcPr>
            <w:tcW w:w="2086" w:type="dxa"/>
          </w:tcPr>
          <w:p w14:paraId="289C482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F4EDB1D" w14:textId="0E89B56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101" w:type="dxa"/>
          </w:tcPr>
          <w:p w14:paraId="5400D5BB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F14524E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2 con profilo per pinzatura TH, B, U, H, F.</w:t>
            </w:r>
          </w:p>
          <w:p w14:paraId="09A65F5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EA460C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3207EE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0B1B6B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CBA7C6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943DFBA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EAA7A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742E9DA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B626CA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9F0096E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38EC02" w14:textId="18A69FF9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Tappo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20 x 2 o equivalente.</w:t>
            </w:r>
          </w:p>
        </w:tc>
      </w:tr>
      <w:tr w:rsidR="00C31449" w:rsidRPr="009279E2" w14:paraId="743ADC5E" w14:textId="77777777" w:rsidTr="00904071">
        <w:tc>
          <w:tcPr>
            <w:tcW w:w="1311" w:type="dxa"/>
          </w:tcPr>
          <w:p w14:paraId="52DA1F41" w14:textId="4B53D33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28180222</w:t>
            </w:r>
          </w:p>
        </w:tc>
        <w:tc>
          <w:tcPr>
            <w:tcW w:w="2086" w:type="dxa"/>
          </w:tcPr>
          <w:p w14:paraId="69DAFB4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4EDD4B0" w14:textId="10E7079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2</w:t>
            </w:r>
          </w:p>
        </w:tc>
        <w:tc>
          <w:tcPr>
            <w:tcW w:w="6101" w:type="dxa"/>
          </w:tcPr>
          <w:p w14:paraId="0A1B3787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12DD955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2 con profilo per pinzatura TH, B, U, H, F.</w:t>
            </w:r>
          </w:p>
          <w:p w14:paraId="66F780E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019BEE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6BE076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32EBF9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3785D5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BA1C4DF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0A78E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4CDF4B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C32CBE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3C63835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050FC6" w14:textId="466745C9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Tappo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26 x 2 o equivalente.</w:t>
            </w:r>
          </w:p>
        </w:tc>
      </w:tr>
      <w:tr w:rsidR="00C31449" w:rsidRPr="009279E2" w14:paraId="4752F767" w14:textId="77777777" w:rsidTr="00904071">
        <w:tc>
          <w:tcPr>
            <w:tcW w:w="1311" w:type="dxa"/>
          </w:tcPr>
          <w:p w14:paraId="6200CA74" w14:textId="02ED058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28180224</w:t>
            </w:r>
          </w:p>
        </w:tc>
        <w:tc>
          <w:tcPr>
            <w:tcW w:w="2086" w:type="dxa"/>
          </w:tcPr>
          <w:p w14:paraId="59F9561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3639E5A" w14:textId="4D68B8F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2</w:t>
            </w:r>
          </w:p>
        </w:tc>
        <w:tc>
          <w:tcPr>
            <w:tcW w:w="6101" w:type="dxa"/>
          </w:tcPr>
          <w:p w14:paraId="458C3824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F528C34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2 con profilo per pinzatura TH, B, U, H, F.</w:t>
            </w:r>
          </w:p>
          <w:p w14:paraId="0CD9798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E18640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8C1F93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481C3C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140E0F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1025F1B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077BA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120992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A9F557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D9D8A58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BED736" w14:textId="7FD137F1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Tappo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32 x 2 o equivalente.</w:t>
            </w:r>
          </w:p>
        </w:tc>
      </w:tr>
      <w:tr w:rsidR="00C31449" w:rsidRPr="009279E2" w14:paraId="1142F8BF" w14:textId="77777777" w:rsidTr="00904071">
        <w:tc>
          <w:tcPr>
            <w:tcW w:w="1311" w:type="dxa"/>
          </w:tcPr>
          <w:p w14:paraId="5880CCB8" w14:textId="185C20E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28180226</w:t>
            </w:r>
          </w:p>
        </w:tc>
        <w:tc>
          <w:tcPr>
            <w:tcW w:w="2086" w:type="dxa"/>
          </w:tcPr>
          <w:p w14:paraId="2167C7B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25648F7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1DE1A57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603AA5D4" w14:textId="7495DE7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15 mm</w:t>
            </w:r>
          </w:p>
        </w:tc>
        <w:tc>
          <w:tcPr>
            <w:tcW w:w="6101" w:type="dxa"/>
          </w:tcPr>
          <w:p w14:paraId="3485187C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16 x 15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71091400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15 mm con profilo per pinzatura TH, B, U, H, F.</w:t>
            </w:r>
          </w:p>
          <w:p w14:paraId="045144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Il raccordo è costruito da:</w:t>
            </w:r>
          </w:p>
          <w:p w14:paraId="3CC66FC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3BC22A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38B35D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E9C6D2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213CC3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6C8EB837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3E0C7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9702BA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F46C4D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8FB120D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F8A0F0" w14:textId="12F0464E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16 x 15 mm o equivalente.</w:t>
            </w:r>
          </w:p>
        </w:tc>
      </w:tr>
      <w:tr w:rsidR="00C31449" w:rsidRPr="009279E2" w14:paraId="18A573BF" w14:textId="77777777" w:rsidTr="00904071">
        <w:tc>
          <w:tcPr>
            <w:tcW w:w="1311" w:type="dxa"/>
          </w:tcPr>
          <w:p w14:paraId="1050BDD4" w14:textId="26C5E00D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28180228</w:t>
            </w:r>
          </w:p>
        </w:tc>
        <w:tc>
          <w:tcPr>
            <w:tcW w:w="2086" w:type="dxa"/>
          </w:tcPr>
          <w:p w14:paraId="103111A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457F706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45085B3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048F2398" w14:textId="6C9F219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18 mm</w:t>
            </w:r>
          </w:p>
        </w:tc>
        <w:tc>
          <w:tcPr>
            <w:tcW w:w="6101" w:type="dxa"/>
          </w:tcPr>
          <w:p w14:paraId="2FD99ACB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20 x 18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A1422E8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18 mm con profilo per pinzatura TH, B, U, H, F.</w:t>
            </w:r>
          </w:p>
          <w:p w14:paraId="018BEAD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FBDC5D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E5B099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58AE3D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C541CC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1E0DE6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0AC1D72A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68186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7C554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1E11B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3E6F89F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552CD4" w14:textId="2EDCD0B1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20 x 18 mm o equivalente.</w:t>
            </w:r>
          </w:p>
        </w:tc>
      </w:tr>
      <w:tr w:rsidR="00C31449" w:rsidRPr="009279E2" w14:paraId="51AB14BB" w14:textId="77777777" w:rsidTr="00904071">
        <w:tc>
          <w:tcPr>
            <w:tcW w:w="1311" w:type="dxa"/>
          </w:tcPr>
          <w:p w14:paraId="0A79F318" w14:textId="683EE37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28180230</w:t>
            </w:r>
          </w:p>
        </w:tc>
        <w:tc>
          <w:tcPr>
            <w:tcW w:w="2086" w:type="dxa"/>
          </w:tcPr>
          <w:p w14:paraId="4FA99C9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38E9C59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7B4F1A0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036F9E70" w14:textId="24A6AAB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22 mm</w:t>
            </w:r>
          </w:p>
        </w:tc>
        <w:tc>
          <w:tcPr>
            <w:tcW w:w="6101" w:type="dxa"/>
          </w:tcPr>
          <w:p w14:paraId="28F08B4C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20 x 22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F1CA167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22 mm con profilo per pinzatura TH, B, U, H, F.</w:t>
            </w:r>
          </w:p>
          <w:p w14:paraId="7868A82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20717A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522A8A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DACB96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650863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A3AE7B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60D84699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1943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848493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482D3BC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A5B7D71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1DE36F" w14:textId="72E80F58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20 x 22 mm o equivalente.</w:t>
            </w:r>
          </w:p>
        </w:tc>
      </w:tr>
      <w:tr w:rsidR="00C31449" w:rsidRPr="009279E2" w14:paraId="31F02EC8" w14:textId="77777777" w:rsidTr="00904071">
        <w:tc>
          <w:tcPr>
            <w:tcW w:w="1311" w:type="dxa"/>
          </w:tcPr>
          <w:p w14:paraId="6BEB18EB" w14:textId="4BA1A51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28180232</w:t>
            </w:r>
          </w:p>
        </w:tc>
        <w:tc>
          <w:tcPr>
            <w:tcW w:w="2086" w:type="dxa"/>
          </w:tcPr>
          <w:p w14:paraId="13485D5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5A32C77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691A5A9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3527E42F" w14:textId="3313696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22 mm</w:t>
            </w:r>
          </w:p>
        </w:tc>
        <w:tc>
          <w:tcPr>
            <w:tcW w:w="6101" w:type="dxa"/>
          </w:tcPr>
          <w:p w14:paraId="0ABFF7AE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26 x 22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18D7E78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22 mm con profilo per pinzatura TH, B, U, H, F.</w:t>
            </w:r>
          </w:p>
          <w:p w14:paraId="2C39742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32A86C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180D6D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6BE0EA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445863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A398E6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0D197471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94D75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D14DDB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48BBF6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039C1BC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69BFCE" w14:textId="62CA0670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26 x 22 mm o equivalente.</w:t>
            </w:r>
          </w:p>
        </w:tc>
      </w:tr>
      <w:tr w:rsidR="00C31449" w:rsidRPr="009279E2" w14:paraId="52FA7E65" w14:textId="77777777" w:rsidTr="00904071">
        <w:tc>
          <w:tcPr>
            <w:tcW w:w="1311" w:type="dxa"/>
          </w:tcPr>
          <w:p w14:paraId="7A48E0F9" w14:textId="7B65D8E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28180234</w:t>
            </w:r>
          </w:p>
        </w:tc>
        <w:tc>
          <w:tcPr>
            <w:tcW w:w="2086" w:type="dxa"/>
          </w:tcPr>
          <w:p w14:paraId="0D3F8E3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5A4045C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6EC19CA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58EBB7A0" w14:textId="14A4EB0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28 mm</w:t>
            </w:r>
          </w:p>
        </w:tc>
        <w:tc>
          <w:tcPr>
            <w:tcW w:w="6101" w:type="dxa"/>
          </w:tcPr>
          <w:p w14:paraId="15D90BFD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32 x 28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2ADB556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28 mm con profilo per pinzatura TH, B, U, H, F.</w:t>
            </w:r>
          </w:p>
          <w:p w14:paraId="1D12889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B0E2B3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99BF50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F14F67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240586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98B1B3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8A0CE20" w14:textId="77777777" w:rsidR="00C31449" w:rsidRPr="005F30AB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6C1068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8EB63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9F1EFA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1834A3B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F06909" w14:textId="54C3A99A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32 x 28 mm o equivalente.</w:t>
            </w:r>
          </w:p>
        </w:tc>
      </w:tr>
      <w:tr w:rsidR="00C31449" w:rsidRPr="009279E2" w14:paraId="2F8A0A9F" w14:textId="77777777" w:rsidTr="00904071">
        <w:tc>
          <w:tcPr>
            <w:tcW w:w="1311" w:type="dxa"/>
          </w:tcPr>
          <w:p w14:paraId="6217A377" w14:textId="3547BC3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102</w:t>
            </w:r>
          </w:p>
        </w:tc>
        <w:tc>
          <w:tcPr>
            <w:tcW w:w="2086" w:type="dxa"/>
          </w:tcPr>
          <w:p w14:paraId="3FE6F49B" w14:textId="1FED2B4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</w:t>
            </w:r>
          </w:p>
          <w:p w14:paraId="1A42C49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16x16x16</w:t>
            </w:r>
          </w:p>
        </w:tc>
        <w:tc>
          <w:tcPr>
            <w:tcW w:w="6101" w:type="dxa"/>
          </w:tcPr>
          <w:p w14:paraId="0E7C8603" w14:textId="40C3AE9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5A2DDA8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Misura 16x16x16 con profilo per pinzatura TH, B, U, H, F.</w:t>
            </w:r>
          </w:p>
          <w:p w14:paraId="5CEF96F9" w14:textId="27CD2BC2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E7FBAA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5287D9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D6723D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8D686A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8F7D030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5FAAB6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8DC8A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657D11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1FE179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7BDB84FE" w14:textId="084A8A2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16x16x16 o equivalente.</w:t>
            </w:r>
          </w:p>
        </w:tc>
      </w:tr>
      <w:tr w:rsidR="00C31449" w:rsidRPr="009279E2" w14:paraId="0127A443" w14:textId="77777777" w:rsidTr="00904071">
        <w:tc>
          <w:tcPr>
            <w:tcW w:w="1311" w:type="dxa"/>
          </w:tcPr>
          <w:p w14:paraId="5DC64376" w14:textId="2E1829F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104</w:t>
            </w:r>
          </w:p>
        </w:tc>
        <w:tc>
          <w:tcPr>
            <w:tcW w:w="2086" w:type="dxa"/>
          </w:tcPr>
          <w:p w14:paraId="1A16ED92" w14:textId="2547B63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</w:t>
            </w:r>
          </w:p>
          <w:p w14:paraId="7CA4BC7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20x20x20</w:t>
            </w:r>
          </w:p>
        </w:tc>
        <w:tc>
          <w:tcPr>
            <w:tcW w:w="6101" w:type="dxa"/>
          </w:tcPr>
          <w:p w14:paraId="56E058C2" w14:textId="3059C38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77B9F7C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20x20x20 con profilo per pinzatura TH, B, U, H, F.</w:t>
            </w:r>
          </w:p>
          <w:p w14:paraId="014B2933" w14:textId="24F0A63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B782DA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C7BDB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6A26F8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09DC74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FF25624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EDF862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29A52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8B1010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980AD0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4879BBD5" w14:textId="7AD79A1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20x20x20 o equivalente.</w:t>
            </w:r>
          </w:p>
        </w:tc>
      </w:tr>
      <w:tr w:rsidR="00C31449" w:rsidRPr="009279E2" w14:paraId="0B93FDE4" w14:textId="77777777" w:rsidTr="00904071">
        <w:tc>
          <w:tcPr>
            <w:tcW w:w="1311" w:type="dxa"/>
          </w:tcPr>
          <w:p w14:paraId="68D5558F" w14:textId="4187C18D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106</w:t>
            </w:r>
          </w:p>
        </w:tc>
        <w:tc>
          <w:tcPr>
            <w:tcW w:w="2086" w:type="dxa"/>
          </w:tcPr>
          <w:p w14:paraId="5B404A22" w14:textId="796BBF9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</w:t>
            </w:r>
          </w:p>
          <w:p w14:paraId="4C68D0F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26x26x26</w:t>
            </w:r>
          </w:p>
        </w:tc>
        <w:tc>
          <w:tcPr>
            <w:tcW w:w="6101" w:type="dxa"/>
          </w:tcPr>
          <w:p w14:paraId="6C259308" w14:textId="2EFF20F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78868B0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26x26x26 con profilo per pinzatura TH, B, U, H, F.</w:t>
            </w:r>
          </w:p>
          <w:p w14:paraId="48EAD4A7" w14:textId="47018570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3ECD90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04F54A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E70A7B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2E032F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E10DD45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8054CE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62F8A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5EAF3B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195934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723F9069" w14:textId="0C615B1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26x26x26 o equivalente.</w:t>
            </w:r>
          </w:p>
        </w:tc>
      </w:tr>
      <w:tr w:rsidR="00C31449" w:rsidRPr="009279E2" w14:paraId="23C90884" w14:textId="77777777" w:rsidTr="00904071">
        <w:tc>
          <w:tcPr>
            <w:tcW w:w="1311" w:type="dxa"/>
          </w:tcPr>
          <w:p w14:paraId="477FBD1D" w14:textId="79020F2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108</w:t>
            </w:r>
          </w:p>
        </w:tc>
        <w:tc>
          <w:tcPr>
            <w:tcW w:w="2086" w:type="dxa"/>
          </w:tcPr>
          <w:p w14:paraId="0A86DE9A" w14:textId="6E6DC6E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</w:t>
            </w:r>
          </w:p>
          <w:p w14:paraId="73165DF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32x32x32</w:t>
            </w:r>
          </w:p>
        </w:tc>
        <w:tc>
          <w:tcPr>
            <w:tcW w:w="6101" w:type="dxa"/>
          </w:tcPr>
          <w:p w14:paraId="3C20748C" w14:textId="17C8A86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423FD3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32x32x32 con profilo per pinzatura TH, B, U, H, F.</w:t>
            </w:r>
          </w:p>
          <w:p w14:paraId="49BCC9DB" w14:textId="3CB58EDA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A98BB4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054D7F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1EE551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F43CAF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6CF66DD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DA9F80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C9D639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D0338B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FA333E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730BB91A" w14:textId="7824F1B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32x32x32 o equivalente.</w:t>
            </w:r>
          </w:p>
        </w:tc>
      </w:tr>
      <w:tr w:rsidR="00C31449" w:rsidRPr="009279E2" w14:paraId="34B1447D" w14:textId="77777777" w:rsidTr="00904071">
        <w:tc>
          <w:tcPr>
            <w:tcW w:w="1311" w:type="dxa"/>
          </w:tcPr>
          <w:p w14:paraId="6EC77C05" w14:textId="72ED423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110</w:t>
            </w:r>
          </w:p>
        </w:tc>
        <w:tc>
          <w:tcPr>
            <w:tcW w:w="2086" w:type="dxa"/>
          </w:tcPr>
          <w:p w14:paraId="1312356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C97D9A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75EDBC6E" w14:textId="2886CE91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16x20x16</w:t>
            </w:r>
          </w:p>
        </w:tc>
        <w:tc>
          <w:tcPr>
            <w:tcW w:w="6101" w:type="dxa"/>
          </w:tcPr>
          <w:p w14:paraId="56AF48C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maschio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D8895D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16x20x16 con profilo per pinzatura TH, B, U, H, F.</w:t>
            </w:r>
          </w:p>
          <w:p w14:paraId="1BE87FB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17874E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52ACC6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5F0E55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599E9A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CA4AED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4D4306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52493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ECED23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F6353B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C62C877" w14:textId="20901F47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16x20x16 o equivalente.</w:t>
            </w:r>
          </w:p>
        </w:tc>
      </w:tr>
      <w:tr w:rsidR="00C31449" w:rsidRPr="009279E2" w14:paraId="2BBAF9CA" w14:textId="77777777" w:rsidTr="00904071">
        <w:tc>
          <w:tcPr>
            <w:tcW w:w="1311" w:type="dxa"/>
          </w:tcPr>
          <w:p w14:paraId="70203702" w14:textId="540CA17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112</w:t>
            </w:r>
          </w:p>
        </w:tc>
        <w:tc>
          <w:tcPr>
            <w:tcW w:w="2086" w:type="dxa"/>
          </w:tcPr>
          <w:p w14:paraId="039B0E5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E81538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EEB2E75" w14:textId="726F3A69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20x16x16</w:t>
            </w:r>
          </w:p>
        </w:tc>
        <w:tc>
          <w:tcPr>
            <w:tcW w:w="6101" w:type="dxa"/>
          </w:tcPr>
          <w:p w14:paraId="3020C77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49089F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20x16x16 con profilo per pinzatura TH, B, U, H, F.</w:t>
            </w:r>
          </w:p>
          <w:p w14:paraId="680A17A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63B62B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F473E5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B2FF92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lastRenderedPageBreak/>
              <w:t>Bussola in acciaio inox AISI 304</w:t>
            </w:r>
          </w:p>
          <w:p w14:paraId="3A76540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882DBA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F323F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C3D88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555922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ED57C8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61F32E" w14:textId="1F15FE2A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20x16x16 o equivalente.</w:t>
            </w:r>
          </w:p>
        </w:tc>
      </w:tr>
      <w:tr w:rsidR="00C31449" w:rsidRPr="009279E2" w14:paraId="07E45283" w14:textId="77777777" w:rsidTr="00904071">
        <w:tc>
          <w:tcPr>
            <w:tcW w:w="1311" w:type="dxa"/>
          </w:tcPr>
          <w:p w14:paraId="0EC883FC" w14:textId="29C4458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114</w:t>
            </w:r>
          </w:p>
        </w:tc>
        <w:tc>
          <w:tcPr>
            <w:tcW w:w="2086" w:type="dxa"/>
          </w:tcPr>
          <w:p w14:paraId="69AD508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8F7DD4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D7C143E" w14:textId="17F0E581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20x16x20</w:t>
            </w:r>
          </w:p>
        </w:tc>
        <w:tc>
          <w:tcPr>
            <w:tcW w:w="6101" w:type="dxa"/>
          </w:tcPr>
          <w:p w14:paraId="0FA1513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AB6870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20x16x20 con profilo per pinzatura TH, B, U, H, F.</w:t>
            </w:r>
          </w:p>
          <w:p w14:paraId="0766C04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BEC42F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1D27E7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3494DB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E36C30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5E44C0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44DFF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4FD3A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C7782D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FE41FE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21631E" w14:textId="1DA946BA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20x16x20 o equivalente.</w:t>
            </w:r>
          </w:p>
        </w:tc>
      </w:tr>
      <w:tr w:rsidR="00C31449" w:rsidRPr="009279E2" w14:paraId="2496DA86" w14:textId="77777777" w:rsidTr="00904071">
        <w:tc>
          <w:tcPr>
            <w:tcW w:w="1311" w:type="dxa"/>
          </w:tcPr>
          <w:p w14:paraId="1FBE4DC5" w14:textId="020B04A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116</w:t>
            </w:r>
          </w:p>
        </w:tc>
        <w:tc>
          <w:tcPr>
            <w:tcW w:w="2086" w:type="dxa"/>
          </w:tcPr>
          <w:p w14:paraId="7BBDF4D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166160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62BA4539" w14:textId="0468C19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20x20x16</w:t>
            </w:r>
          </w:p>
        </w:tc>
        <w:tc>
          <w:tcPr>
            <w:tcW w:w="6101" w:type="dxa"/>
          </w:tcPr>
          <w:p w14:paraId="41D6D78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A16450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20x20x16 con profilo per pinzatura TH, B, U, H, F.</w:t>
            </w:r>
          </w:p>
          <w:p w14:paraId="7364181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1FCA9F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511DF9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9BC9DA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3F8965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2AC417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57BB4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1B99A1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8586C6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3433FF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EFE8090" w14:textId="05F91E47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20x20x16 o equivalente.</w:t>
            </w:r>
          </w:p>
        </w:tc>
      </w:tr>
      <w:tr w:rsidR="00C31449" w:rsidRPr="009279E2" w14:paraId="37AB4501" w14:textId="77777777" w:rsidTr="00904071">
        <w:tc>
          <w:tcPr>
            <w:tcW w:w="1311" w:type="dxa"/>
          </w:tcPr>
          <w:p w14:paraId="3FBCC905" w14:textId="410B4AD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118</w:t>
            </w:r>
          </w:p>
        </w:tc>
        <w:tc>
          <w:tcPr>
            <w:tcW w:w="2086" w:type="dxa"/>
          </w:tcPr>
          <w:p w14:paraId="69429A5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B27774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4878A819" w14:textId="74170AA5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20x26x20</w:t>
            </w:r>
          </w:p>
        </w:tc>
        <w:tc>
          <w:tcPr>
            <w:tcW w:w="6101" w:type="dxa"/>
          </w:tcPr>
          <w:p w14:paraId="33005CD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FF5A7F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20x26x20 con profilo per pinzatura TH, B, U, H, F.</w:t>
            </w:r>
          </w:p>
          <w:p w14:paraId="7E38EFF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959C22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379FE4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A1DA94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EF4432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BC08BF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4C5DB3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78BDE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41B163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E305C7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7D59468" w14:textId="60589101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20x26x20 o equivalente.</w:t>
            </w:r>
          </w:p>
        </w:tc>
      </w:tr>
      <w:tr w:rsidR="00C31449" w:rsidRPr="009279E2" w14:paraId="3117A643" w14:textId="77777777" w:rsidTr="00904071">
        <w:tc>
          <w:tcPr>
            <w:tcW w:w="1311" w:type="dxa"/>
          </w:tcPr>
          <w:p w14:paraId="596FED6C" w14:textId="40BFC7A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120</w:t>
            </w:r>
          </w:p>
        </w:tc>
        <w:tc>
          <w:tcPr>
            <w:tcW w:w="2086" w:type="dxa"/>
          </w:tcPr>
          <w:p w14:paraId="185B27E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C16F21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5F41E54" w14:textId="1752D532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20x32x20</w:t>
            </w:r>
          </w:p>
        </w:tc>
        <w:tc>
          <w:tcPr>
            <w:tcW w:w="6101" w:type="dxa"/>
          </w:tcPr>
          <w:p w14:paraId="5FC99B7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45E9FF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20x32x20 con profilo per pinzatura TH, B, U, H, F.</w:t>
            </w:r>
          </w:p>
          <w:p w14:paraId="4D2C92B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20630B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288482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143FDC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86C2C7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8F39CC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4D2C20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4698B4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011511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36032C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13C4B0A" w14:textId="5C88ACD8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20x32x20 o equivalente.</w:t>
            </w:r>
          </w:p>
        </w:tc>
      </w:tr>
      <w:tr w:rsidR="00C31449" w:rsidRPr="009279E2" w14:paraId="66C9AF79" w14:textId="77777777" w:rsidTr="00904071">
        <w:tc>
          <w:tcPr>
            <w:tcW w:w="1311" w:type="dxa"/>
          </w:tcPr>
          <w:p w14:paraId="0912033B" w14:textId="025BCF4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122</w:t>
            </w:r>
          </w:p>
        </w:tc>
        <w:tc>
          <w:tcPr>
            <w:tcW w:w="2086" w:type="dxa"/>
          </w:tcPr>
          <w:p w14:paraId="172BDDD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8E95A8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312A642" w14:textId="7B43592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26x16x20</w:t>
            </w:r>
          </w:p>
        </w:tc>
        <w:tc>
          <w:tcPr>
            <w:tcW w:w="6101" w:type="dxa"/>
          </w:tcPr>
          <w:p w14:paraId="61BFA15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F9CF90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26x16x20 con profilo per pinzatura TH, B, U, H, F.</w:t>
            </w:r>
          </w:p>
          <w:p w14:paraId="140AF98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4149F4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62ED60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DD4F0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D1D4BA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7EC3E6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D21DA9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66CCAEE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55E7CA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4E1F1D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80F1D1" w14:textId="0B0845D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26x16x20 o equivalente.</w:t>
            </w:r>
          </w:p>
        </w:tc>
      </w:tr>
      <w:tr w:rsidR="00C31449" w:rsidRPr="009279E2" w14:paraId="1E186544" w14:textId="77777777" w:rsidTr="00904071">
        <w:tc>
          <w:tcPr>
            <w:tcW w:w="1311" w:type="dxa"/>
          </w:tcPr>
          <w:p w14:paraId="708A370B" w14:textId="576AFB93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124</w:t>
            </w:r>
          </w:p>
        </w:tc>
        <w:tc>
          <w:tcPr>
            <w:tcW w:w="2086" w:type="dxa"/>
          </w:tcPr>
          <w:p w14:paraId="3E422D6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BD419E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016E99EF" w14:textId="62F1FB05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26x16x26</w:t>
            </w:r>
          </w:p>
        </w:tc>
        <w:tc>
          <w:tcPr>
            <w:tcW w:w="6101" w:type="dxa"/>
          </w:tcPr>
          <w:p w14:paraId="7837DBA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1F3C5D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26x16x26 con profilo per pinzatura TH, B, U, H, F.</w:t>
            </w:r>
          </w:p>
          <w:p w14:paraId="4FFA310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C36FA6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430679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0027AC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A2CC7E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2FD0DA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101C4A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BE2976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ED74EF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4FD3FF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B141FE6" w14:textId="028A846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26x16x26 o equivalente.</w:t>
            </w:r>
          </w:p>
        </w:tc>
      </w:tr>
      <w:tr w:rsidR="00C31449" w:rsidRPr="009279E2" w14:paraId="24DFACB6" w14:textId="77777777" w:rsidTr="00904071">
        <w:tc>
          <w:tcPr>
            <w:tcW w:w="1311" w:type="dxa"/>
          </w:tcPr>
          <w:p w14:paraId="557D7F7C" w14:textId="1705147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126</w:t>
            </w:r>
          </w:p>
        </w:tc>
        <w:tc>
          <w:tcPr>
            <w:tcW w:w="2086" w:type="dxa"/>
          </w:tcPr>
          <w:p w14:paraId="38EEFEE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3B60DC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4A90A6B7" w14:textId="3A3B8307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26x20x16</w:t>
            </w:r>
          </w:p>
        </w:tc>
        <w:tc>
          <w:tcPr>
            <w:tcW w:w="6101" w:type="dxa"/>
          </w:tcPr>
          <w:p w14:paraId="181E876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63E18F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26x20x16 con profilo per pinzatura TH, B, U, H, F.</w:t>
            </w:r>
          </w:p>
          <w:p w14:paraId="774FC62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A7239A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B1BD54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5D2C5F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2004F4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0EED88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5F646B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4034B1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D65B50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1DEECC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A589F30" w14:textId="502DF48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26x20x16 o equivalente.</w:t>
            </w:r>
          </w:p>
        </w:tc>
      </w:tr>
      <w:tr w:rsidR="00C31449" w:rsidRPr="009279E2" w14:paraId="09FE5900" w14:textId="77777777" w:rsidTr="00904071">
        <w:tc>
          <w:tcPr>
            <w:tcW w:w="1311" w:type="dxa"/>
          </w:tcPr>
          <w:p w14:paraId="40DEF0E2" w14:textId="0E0A599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128</w:t>
            </w:r>
          </w:p>
        </w:tc>
        <w:tc>
          <w:tcPr>
            <w:tcW w:w="2086" w:type="dxa"/>
          </w:tcPr>
          <w:p w14:paraId="3E1B2C4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37E6B6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43CBE8D7" w14:textId="13EAE619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26x20x20</w:t>
            </w:r>
          </w:p>
        </w:tc>
        <w:tc>
          <w:tcPr>
            <w:tcW w:w="6101" w:type="dxa"/>
          </w:tcPr>
          <w:p w14:paraId="358A0FD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C8EA53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26x20x20 con profilo per pinzatura TH, B, U, H, F.</w:t>
            </w:r>
          </w:p>
          <w:p w14:paraId="5765F1D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Il raccordo è costruito da:</w:t>
            </w:r>
          </w:p>
          <w:p w14:paraId="7CFBDF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5C3EBB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836CE6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998459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1B2905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58355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024AD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3FE72B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38401C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0B06424" w14:textId="6A449EE2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26x20x20 o equivalente.</w:t>
            </w:r>
          </w:p>
        </w:tc>
      </w:tr>
      <w:tr w:rsidR="00C31449" w:rsidRPr="009279E2" w14:paraId="29F19D82" w14:textId="77777777" w:rsidTr="00904071">
        <w:tc>
          <w:tcPr>
            <w:tcW w:w="1311" w:type="dxa"/>
          </w:tcPr>
          <w:p w14:paraId="1CA2ECF9" w14:textId="6590266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130</w:t>
            </w:r>
          </w:p>
        </w:tc>
        <w:tc>
          <w:tcPr>
            <w:tcW w:w="2086" w:type="dxa"/>
          </w:tcPr>
          <w:p w14:paraId="661E499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2FAB9B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169D690" w14:textId="57B48038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26x20x26</w:t>
            </w:r>
          </w:p>
        </w:tc>
        <w:tc>
          <w:tcPr>
            <w:tcW w:w="6101" w:type="dxa"/>
          </w:tcPr>
          <w:p w14:paraId="42A7C82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9B6318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26x20x26 con profilo per pinzatura TH, B, U, H, F.</w:t>
            </w:r>
          </w:p>
          <w:p w14:paraId="1D97963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B6B557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FBB602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2644D1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CED9F6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3081F0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99B6B1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A6854D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F8C26E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EBE5C5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591E71" w14:textId="77E9545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26x20x26 o equivalente.</w:t>
            </w:r>
          </w:p>
        </w:tc>
      </w:tr>
      <w:tr w:rsidR="00C31449" w:rsidRPr="009279E2" w14:paraId="24110A3A" w14:textId="77777777" w:rsidTr="00904071">
        <w:tc>
          <w:tcPr>
            <w:tcW w:w="1311" w:type="dxa"/>
          </w:tcPr>
          <w:p w14:paraId="7F977E05" w14:textId="4D5471A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132</w:t>
            </w:r>
          </w:p>
        </w:tc>
        <w:tc>
          <w:tcPr>
            <w:tcW w:w="2086" w:type="dxa"/>
          </w:tcPr>
          <w:p w14:paraId="3B99FA5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D2615E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71CA8857" w14:textId="592221A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26x26x16</w:t>
            </w:r>
          </w:p>
        </w:tc>
        <w:tc>
          <w:tcPr>
            <w:tcW w:w="6101" w:type="dxa"/>
          </w:tcPr>
          <w:p w14:paraId="0D7186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7480BC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26x26x16 con profilo per pinzatura TH, B, U, H, F.</w:t>
            </w:r>
          </w:p>
          <w:p w14:paraId="01F90A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A1B042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97A672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7D4ACC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4F5CF3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51B91A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DAE91B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1A387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1F3D15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1B1E5D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1DD5BA2" w14:textId="60CB6C01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26x26x16 o equivalente.</w:t>
            </w:r>
          </w:p>
        </w:tc>
      </w:tr>
      <w:tr w:rsidR="00C31449" w:rsidRPr="009279E2" w14:paraId="65A4AC1C" w14:textId="77777777" w:rsidTr="00904071">
        <w:tc>
          <w:tcPr>
            <w:tcW w:w="1311" w:type="dxa"/>
          </w:tcPr>
          <w:p w14:paraId="5880C1C7" w14:textId="76FB48B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134</w:t>
            </w:r>
          </w:p>
        </w:tc>
        <w:tc>
          <w:tcPr>
            <w:tcW w:w="2086" w:type="dxa"/>
          </w:tcPr>
          <w:p w14:paraId="212172F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B44498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5E96DB43" w14:textId="25C53A5A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26x26x20</w:t>
            </w:r>
          </w:p>
        </w:tc>
        <w:tc>
          <w:tcPr>
            <w:tcW w:w="6101" w:type="dxa"/>
          </w:tcPr>
          <w:p w14:paraId="1A5C49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182D6B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26x26x20 con profilo per pinzatura TH, B, U, H, F.</w:t>
            </w:r>
          </w:p>
          <w:p w14:paraId="73745A7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1C03AB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69A298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337AA6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9904DF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00CBB6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7E25C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97B0D9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0C547B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B5C82C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668FBA" w14:textId="6712FE7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26x26x20 o equivalente.</w:t>
            </w:r>
          </w:p>
        </w:tc>
      </w:tr>
      <w:tr w:rsidR="00C31449" w:rsidRPr="009279E2" w14:paraId="6EA30857" w14:textId="77777777" w:rsidTr="00904071">
        <w:tc>
          <w:tcPr>
            <w:tcW w:w="1311" w:type="dxa"/>
          </w:tcPr>
          <w:p w14:paraId="603127E3" w14:textId="5EB7F43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136</w:t>
            </w:r>
          </w:p>
        </w:tc>
        <w:tc>
          <w:tcPr>
            <w:tcW w:w="2086" w:type="dxa"/>
          </w:tcPr>
          <w:p w14:paraId="5220C08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D8750D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58D4178A" w14:textId="5B341DDE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26x32x26</w:t>
            </w:r>
          </w:p>
        </w:tc>
        <w:tc>
          <w:tcPr>
            <w:tcW w:w="6101" w:type="dxa"/>
          </w:tcPr>
          <w:p w14:paraId="796AB37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D74236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26x32x26 con profilo per pinzatura TH, B, U, H, F.</w:t>
            </w:r>
          </w:p>
          <w:p w14:paraId="3B7E85A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FDB093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0FDC59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291413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9809AC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5BE810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6A023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5E351F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CCD539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C0CAB4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97EE6F" w14:textId="6D13EAC8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26x32x26 o equivalente.</w:t>
            </w:r>
          </w:p>
        </w:tc>
      </w:tr>
      <w:tr w:rsidR="00C31449" w:rsidRPr="009279E2" w14:paraId="14FE6B70" w14:textId="77777777" w:rsidTr="00904071">
        <w:tc>
          <w:tcPr>
            <w:tcW w:w="1311" w:type="dxa"/>
          </w:tcPr>
          <w:p w14:paraId="27F91C02" w14:textId="3022DDA3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138</w:t>
            </w:r>
          </w:p>
        </w:tc>
        <w:tc>
          <w:tcPr>
            <w:tcW w:w="2086" w:type="dxa"/>
          </w:tcPr>
          <w:p w14:paraId="449D8E1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B617E1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AB4466E" w14:textId="16303CB6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32x16x32</w:t>
            </w:r>
          </w:p>
        </w:tc>
        <w:tc>
          <w:tcPr>
            <w:tcW w:w="6101" w:type="dxa"/>
          </w:tcPr>
          <w:p w14:paraId="5395D6A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6598C6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32x16x32 con profilo per pinzatura TH, B, U, H, F.</w:t>
            </w:r>
          </w:p>
          <w:p w14:paraId="246C384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6B845C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65A97E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C83196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C71F74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Doppio O-ring in EPDM</w:t>
            </w:r>
          </w:p>
          <w:p w14:paraId="6B294D5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A88F2E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DC2C5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39EC37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BD008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0FEAB4D" w14:textId="29CAD8AC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32x16x32 o equivalente.</w:t>
            </w:r>
          </w:p>
        </w:tc>
      </w:tr>
      <w:tr w:rsidR="00C31449" w:rsidRPr="009279E2" w14:paraId="3D0F5AC6" w14:textId="77777777" w:rsidTr="00904071">
        <w:tc>
          <w:tcPr>
            <w:tcW w:w="1311" w:type="dxa"/>
          </w:tcPr>
          <w:p w14:paraId="2EDD49F1" w14:textId="65E701D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140</w:t>
            </w:r>
          </w:p>
        </w:tc>
        <w:tc>
          <w:tcPr>
            <w:tcW w:w="2086" w:type="dxa"/>
          </w:tcPr>
          <w:p w14:paraId="6A3EA09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FA4D5D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7A6A5C04" w14:textId="71AC906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32x20x20</w:t>
            </w:r>
          </w:p>
        </w:tc>
        <w:tc>
          <w:tcPr>
            <w:tcW w:w="6101" w:type="dxa"/>
          </w:tcPr>
          <w:p w14:paraId="042C2CC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DBE05F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32x20x20 con profilo per pinzatura TH, B, U, H, F.</w:t>
            </w:r>
          </w:p>
          <w:p w14:paraId="6DF889E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2CE8E2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9311D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C4795E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14E4CC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3E45F5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2B29E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F483A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C6C533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2C08CC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D5911DE" w14:textId="5FE6033D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32x20x20 o equivalente.</w:t>
            </w:r>
          </w:p>
        </w:tc>
      </w:tr>
      <w:tr w:rsidR="00C31449" w:rsidRPr="009279E2" w14:paraId="1AA9A4D6" w14:textId="77777777" w:rsidTr="00904071">
        <w:tc>
          <w:tcPr>
            <w:tcW w:w="1311" w:type="dxa"/>
          </w:tcPr>
          <w:p w14:paraId="136B4480" w14:textId="16171DB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142</w:t>
            </w:r>
          </w:p>
        </w:tc>
        <w:tc>
          <w:tcPr>
            <w:tcW w:w="2086" w:type="dxa"/>
          </w:tcPr>
          <w:p w14:paraId="0FDAE3A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B5D053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52F9168" w14:textId="1A9CFC2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32x20x26</w:t>
            </w:r>
          </w:p>
        </w:tc>
        <w:tc>
          <w:tcPr>
            <w:tcW w:w="6101" w:type="dxa"/>
          </w:tcPr>
          <w:p w14:paraId="13810A8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87CB72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32x20x26 con profilo per pinzatura TH, B, U, H, F.</w:t>
            </w:r>
          </w:p>
          <w:p w14:paraId="438B272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C6A417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35F19F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2743CD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04E3C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475B52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2B3816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B77CC9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DEFBE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16A319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EA1161" w14:textId="61FC882D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32x20x26 o equivalente.</w:t>
            </w:r>
          </w:p>
        </w:tc>
      </w:tr>
      <w:tr w:rsidR="00C31449" w:rsidRPr="009279E2" w14:paraId="2DC8E173" w14:textId="77777777" w:rsidTr="00904071">
        <w:tc>
          <w:tcPr>
            <w:tcW w:w="1311" w:type="dxa"/>
          </w:tcPr>
          <w:p w14:paraId="3F93AE82" w14:textId="300113E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144</w:t>
            </w:r>
          </w:p>
        </w:tc>
        <w:tc>
          <w:tcPr>
            <w:tcW w:w="2086" w:type="dxa"/>
          </w:tcPr>
          <w:p w14:paraId="34650C9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239FB80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F9A994E" w14:textId="41636B2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32x32x16</w:t>
            </w:r>
          </w:p>
        </w:tc>
        <w:tc>
          <w:tcPr>
            <w:tcW w:w="6101" w:type="dxa"/>
          </w:tcPr>
          <w:p w14:paraId="1E11F6F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23BD54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32x32x16 con profilo per pinzatura TH, B, U, H, F.</w:t>
            </w:r>
          </w:p>
          <w:p w14:paraId="3C72723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D957F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B52D0A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31C543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0D793E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950E6B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FB0F63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2E28B1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7FF265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26D719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8F80448" w14:textId="1BAAFC2E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32x32x16 o equivalente.</w:t>
            </w:r>
          </w:p>
        </w:tc>
      </w:tr>
      <w:tr w:rsidR="00C31449" w:rsidRPr="009279E2" w14:paraId="73150E5E" w14:textId="77777777" w:rsidTr="00904071">
        <w:tc>
          <w:tcPr>
            <w:tcW w:w="1311" w:type="dxa"/>
          </w:tcPr>
          <w:p w14:paraId="5ABF9099" w14:textId="09993A2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146</w:t>
            </w:r>
          </w:p>
        </w:tc>
        <w:tc>
          <w:tcPr>
            <w:tcW w:w="2086" w:type="dxa"/>
          </w:tcPr>
          <w:p w14:paraId="5658513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530988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021B26B6" w14:textId="04583BF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32x32x20</w:t>
            </w:r>
          </w:p>
        </w:tc>
        <w:tc>
          <w:tcPr>
            <w:tcW w:w="6101" w:type="dxa"/>
          </w:tcPr>
          <w:p w14:paraId="4800A90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C60490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32x32x20 con profilo per pinzatura TH, B, U, H, F.</w:t>
            </w:r>
          </w:p>
          <w:p w14:paraId="74DE7E3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69BDFD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4E609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805674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257FB3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44D407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2AE62F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717090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9C30C7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AC21BC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6A8C186" w14:textId="43B0865F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32x32x20 o equivalente.</w:t>
            </w:r>
          </w:p>
        </w:tc>
      </w:tr>
      <w:tr w:rsidR="00C31449" w:rsidRPr="009279E2" w14:paraId="1F2B8B38" w14:textId="77777777" w:rsidTr="00904071">
        <w:tc>
          <w:tcPr>
            <w:tcW w:w="1311" w:type="dxa"/>
          </w:tcPr>
          <w:p w14:paraId="1729C09A" w14:textId="661FC59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148</w:t>
            </w:r>
          </w:p>
        </w:tc>
        <w:tc>
          <w:tcPr>
            <w:tcW w:w="2086" w:type="dxa"/>
          </w:tcPr>
          <w:p w14:paraId="6BED602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C8F31A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7CE870C" w14:textId="6C71B4F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32x32x26</w:t>
            </w:r>
          </w:p>
        </w:tc>
        <w:tc>
          <w:tcPr>
            <w:tcW w:w="6101" w:type="dxa"/>
          </w:tcPr>
          <w:p w14:paraId="6137DF3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77A19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32x32x26 con profilo per pinzatura TH, B, U, H, F.</w:t>
            </w:r>
          </w:p>
          <w:p w14:paraId="623777C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4FC0D0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48B99C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A9867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3D10A8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58D34A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29EE8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54B1185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8FFDD9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AE563E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91FAC8E" w14:textId="4D3600D6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32x32x26 o equivalente.</w:t>
            </w:r>
          </w:p>
        </w:tc>
      </w:tr>
      <w:tr w:rsidR="00C31449" w:rsidRPr="009279E2" w14:paraId="375B8C4B" w14:textId="77777777" w:rsidTr="00904071">
        <w:tc>
          <w:tcPr>
            <w:tcW w:w="1311" w:type="dxa"/>
          </w:tcPr>
          <w:p w14:paraId="3E0D020B" w14:textId="2BCAF7D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150</w:t>
            </w:r>
          </w:p>
        </w:tc>
        <w:tc>
          <w:tcPr>
            <w:tcW w:w="2086" w:type="dxa"/>
          </w:tcPr>
          <w:p w14:paraId="2493EF9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A5B5BE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41445E7" w14:textId="7DE29EC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32x20x32</w:t>
            </w:r>
          </w:p>
        </w:tc>
        <w:tc>
          <w:tcPr>
            <w:tcW w:w="6101" w:type="dxa"/>
          </w:tcPr>
          <w:p w14:paraId="79F18ED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30256A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32x20x32 con profilo per pinzatura TH, B, U, H, F.</w:t>
            </w:r>
          </w:p>
          <w:p w14:paraId="4BC4131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C1C8CC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E51961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AF6F9F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FE0793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197B9F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4C69B1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38911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F22904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C0679E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8CA6397" w14:textId="7F7F083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32x20x32 o equivalente.</w:t>
            </w:r>
          </w:p>
        </w:tc>
      </w:tr>
      <w:tr w:rsidR="00C31449" w:rsidRPr="009279E2" w14:paraId="1AA2F6DC" w14:textId="77777777" w:rsidTr="00904071">
        <w:tc>
          <w:tcPr>
            <w:tcW w:w="1311" w:type="dxa"/>
          </w:tcPr>
          <w:p w14:paraId="7688BC77" w14:textId="476A8DB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152</w:t>
            </w:r>
          </w:p>
        </w:tc>
        <w:tc>
          <w:tcPr>
            <w:tcW w:w="2086" w:type="dxa"/>
          </w:tcPr>
          <w:p w14:paraId="5DCB11E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27B7B4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76B30DB9" w14:textId="663525E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32x26x20</w:t>
            </w:r>
          </w:p>
        </w:tc>
        <w:tc>
          <w:tcPr>
            <w:tcW w:w="6101" w:type="dxa"/>
          </w:tcPr>
          <w:p w14:paraId="1FFB602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9A4F7E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32x26x20 con profilo per pinzatura TH, B, U, H, F.</w:t>
            </w:r>
          </w:p>
          <w:p w14:paraId="18C7788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76735B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D85B96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E26762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490099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4CDBC8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C56CF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F314B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36F163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7B3EC0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E227302" w14:textId="7C71F31F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32x26x20 o equivalente.</w:t>
            </w:r>
          </w:p>
        </w:tc>
      </w:tr>
      <w:tr w:rsidR="00C31449" w:rsidRPr="009279E2" w14:paraId="1203F41F" w14:textId="77777777" w:rsidTr="00904071">
        <w:tc>
          <w:tcPr>
            <w:tcW w:w="1311" w:type="dxa"/>
          </w:tcPr>
          <w:p w14:paraId="5307269A" w14:textId="3A88E9C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154</w:t>
            </w:r>
          </w:p>
        </w:tc>
        <w:tc>
          <w:tcPr>
            <w:tcW w:w="2086" w:type="dxa"/>
          </w:tcPr>
          <w:p w14:paraId="317CE7A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FCF0D1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5460C466" w14:textId="6536F48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32x26x26</w:t>
            </w:r>
          </w:p>
        </w:tc>
        <w:tc>
          <w:tcPr>
            <w:tcW w:w="6101" w:type="dxa"/>
          </w:tcPr>
          <w:p w14:paraId="084F43C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3E7B1E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32x26x26 con profilo per pinzatura TH, B, U, H, F.</w:t>
            </w:r>
          </w:p>
          <w:p w14:paraId="4AA10D3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Il raccordo è costruito da:</w:t>
            </w:r>
          </w:p>
          <w:p w14:paraId="1F84BB1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20A3F7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E31977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F8C84E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CD34F2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8FB4A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113FE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DCD82B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01BB13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F5B70D2" w14:textId="316A80EB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32x26x26 o equivalente.</w:t>
            </w:r>
          </w:p>
        </w:tc>
      </w:tr>
      <w:tr w:rsidR="00C31449" w:rsidRPr="009279E2" w14:paraId="4971C793" w14:textId="77777777" w:rsidTr="00904071">
        <w:tc>
          <w:tcPr>
            <w:tcW w:w="1311" w:type="dxa"/>
          </w:tcPr>
          <w:p w14:paraId="324D86C7" w14:textId="5DE08D7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156</w:t>
            </w:r>
          </w:p>
        </w:tc>
        <w:tc>
          <w:tcPr>
            <w:tcW w:w="2086" w:type="dxa"/>
          </w:tcPr>
          <w:p w14:paraId="0A9FDCC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1E4BFB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633842D4" w14:textId="2F9C9785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32x26x32</w:t>
            </w:r>
          </w:p>
        </w:tc>
        <w:tc>
          <w:tcPr>
            <w:tcW w:w="6101" w:type="dxa"/>
          </w:tcPr>
          <w:p w14:paraId="256D855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5A0FAA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32x26x32 con profilo per pinzatura TH, B, U, H, F.</w:t>
            </w:r>
          </w:p>
          <w:p w14:paraId="3BBD8EC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21BFA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66FA55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427C64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4EFC99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E16BB9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27801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6A1CD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0E060C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AECBC6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068A43F" w14:textId="5705AC8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32x26x32 o equivalente.</w:t>
            </w:r>
          </w:p>
        </w:tc>
      </w:tr>
      <w:tr w:rsidR="00C31449" w:rsidRPr="009279E2" w14:paraId="394202DC" w14:textId="77777777" w:rsidTr="00904071">
        <w:tc>
          <w:tcPr>
            <w:tcW w:w="1311" w:type="dxa"/>
          </w:tcPr>
          <w:p w14:paraId="7258835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28180166</w:t>
            </w:r>
          </w:p>
        </w:tc>
        <w:tc>
          <w:tcPr>
            <w:tcW w:w="2086" w:type="dxa"/>
          </w:tcPr>
          <w:p w14:paraId="48B3CD8A" w14:textId="676FAAD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34E109A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 x 16</w:t>
            </w:r>
          </w:p>
        </w:tc>
        <w:tc>
          <w:tcPr>
            <w:tcW w:w="6101" w:type="dxa"/>
          </w:tcPr>
          <w:p w14:paraId="383C9321" w14:textId="205A37C3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6E520B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x 16 con profilo per pinzatura TH, B, U, H, F.</w:t>
            </w:r>
          </w:p>
          <w:p w14:paraId="47EBDFC9" w14:textId="5C6606C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EF508A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95A827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04C73E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007999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E9B4D6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F56F0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0B1EA5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4780CD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C92141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B186FD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388917B" w14:textId="40F09060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16 x 1/2" x 16 o equivalente.</w:t>
            </w:r>
          </w:p>
        </w:tc>
      </w:tr>
      <w:tr w:rsidR="00C31449" w:rsidRPr="009279E2" w14:paraId="5BC0ECC4" w14:textId="77777777" w:rsidTr="00904071">
        <w:tc>
          <w:tcPr>
            <w:tcW w:w="1311" w:type="dxa"/>
          </w:tcPr>
          <w:p w14:paraId="3474905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28180168</w:t>
            </w:r>
          </w:p>
        </w:tc>
        <w:tc>
          <w:tcPr>
            <w:tcW w:w="2086" w:type="dxa"/>
          </w:tcPr>
          <w:p w14:paraId="76D1E19F" w14:textId="0828A30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6CC97B4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 x 20</w:t>
            </w:r>
          </w:p>
        </w:tc>
        <w:tc>
          <w:tcPr>
            <w:tcW w:w="6101" w:type="dxa"/>
          </w:tcPr>
          <w:p w14:paraId="088C6AEE" w14:textId="60AB077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DEEEF3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x 20 con profilo per pinzatura TH, B, U, H, F.</w:t>
            </w:r>
          </w:p>
          <w:p w14:paraId="45E2F202" w14:textId="232372F5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E6B04A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A9E50E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692D71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A53063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E21686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2AF391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72F1DE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59BC16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35737A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13FED41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21B48B4" w14:textId="6D8A66A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20 x 1/2" x 20 o equivalente.</w:t>
            </w:r>
          </w:p>
        </w:tc>
      </w:tr>
      <w:tr w:rsidR="00C31449" w:rsidRPr="009279E2" w14:paraId="2C718EBD" w14:textId="77777777" w:rsidTr="00904071">
        <w:tc>
          <w:tcPr>
            <w:tcW w:w="1311" w:type="dxa"/>
          </w:tcPr>
          <w:p w14:paraId="1348111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28180170</w:t>
            </w:r>
          </w:p>
        </w:tc>
        <w:tc>
          <w:tcPr>
            <w:tcW w:w="2086" w:type="dxa"/>
          </w:tcPr>
          <w:p w14:paraId="4EC3884D" w14:textId="02291AA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3E50C49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3/4" x 16</w:t>
            </w:r>
          </w:p>
        </w:tc>
        <w:tc>
          <w:tcPr>
            <w:tcW w:w="6101" w:type="dxa"/>
          </w:tcPr>
          <w:p w14:paraId="3B93C8A6" w14:textId="08A28B0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F856DA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3/4" x 16 con profilo per pinzatura TH, B, U, H, F.</w:t>
            </w:r>
          </w:p>
          <w:p w14:paraId="67FAA016" w14:textId="4A9E490B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4DC4D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297E0B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7953CD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34C45A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018ABA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7ED26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5BA3D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7A9862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D8CB3E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9DF6D8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B7AADFC" w14:textId="585C92F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16 x 3/4" x 16 o equivalente.</w:t>
            </w:r>
          </w:p>
        </w:tc>
      </w:tr>
      <w:tr w:rsidR="00C31449" w:rsidRPr="009279E2" w14:paraId="7E17C62C" w14:textId="77777777" w:rsidTr="00904071">
        <w:tc>
          <w:tcPr>
            <w:tcW w:w="1311" w:type="dxa"/>
          </w:tcPr>
          <w:p w14:paraId="1B7DBB9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28180172</w:t>
            </w:r>
          </w:p>
        </w:tc>
        <w:tc>
          <w:tcPr>
            <w:tcW w:w="2086" w:type="dxa"/>
          </w:tcPr>
          <w:p w14:paraId="41930612" w14:textId="045C593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405CB56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 x 20</w:t>
            </w:r>
          </w:p>
        </w:tc>
        <w:tc>
          <w:tcPr>
            <w:tcW w:w="6101" w:type="dxa"/>
          </w:tcPr>
          <w:p w14:paraId="3FA93572" w14:textId="7FCD73E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974334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x 20 con profilo per pinzatura TH, B, U, H, F.</w:t>
            </w:r>
          </w:p>
          <w:p w14:paraId="5A2DF889" w14:textId="0BDE3B29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0A47CF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Corpo in ottone CW617N (UNI EN 12165)</w:t>
            </w:r>
          </w:p>
          <w:p w14:paraId="315B818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E84D17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86394C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F4F36A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CF0DD3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F636F6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4B6B0B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FA7447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EF9473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C2EE51A" w14:textId="74FBF6A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20 x 3/4" x 20 o equivalente.</w:t>
            </w:r>
          </w:p>
        </w:tc>
      </w:tr>
      <w:tr w:rsidR="00C31449" w:rsidRPr="009279E2" w14:paraId="5C196C87" w14:textId="77777777" w:rsidTr="00904071">
        <w:tc>
          <w:tcPr>
            <w:tcW w:w="1311" w:type="dxa"/>
          </w:tcPr>
          <w:p w14:paraId="711A7AD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28180173</w:t>
            </w:r>
          </w:p>
        </w:tc>
        <w:tc>
          <w:tcPr>
            <w:tcW w:w="2086" w:type="dxa"/>
          </w:tcPr>
          <w:p w14:paraId="1FE8A4A4" w14:textId="31B7717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3B00E32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1/2" x 26</w:t>
            </w:r>
          </w:p>
        </w:tc>
        <w:tc>
          <w:tcPr>
            <w:tcW w:w="6101" w:type="dxa"/>
          </w:tcPr>
          <w:p w14:paraId="2C16EBCB" w14:textId="4026E8F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6608D1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1/2" x 26 con profilo per pinzatura TH, B, U, H, F.</w:t>
            </w:r>
          </w:p>
          <w:p w14:paraId="28C4A2FB" w14:textId="77135392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AAD42D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3EADD4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4386B3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3774A6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26DDDD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BE4FA3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A60F4B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498E26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8316B2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AE938D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036A9B5" w14:textId="3BF22AC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26 x 1/2" x 26 o equivalente.</w:t>
            </w:r>
          </w:p>
        </w:tc>
      </w:tr>
      <w:tr w:rsidR="00C31449" w:rsidRPr="009279E2" w14:paraId="623050F6" w14:textId="77777777" w:rsidTr="00904071">
        <w:tc>
          <w:tcPr>
            <w:tcW w:w="1311" w:type="dxa"/>
          </w:tcPr>
          <w:p w14:paraId="566566D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28180174</w:t>
            </w:r>
          </w:p>
        </w:tc>
        <w:tc>
          <w:tcPr>
            <w:tcW w:w="2086" w:type="dxa"/>
          </w:tcPr>
          <w:p w14:paraId="0B26F9E2" w14:textId="6ED7BCF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714D1A4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 x 26</w:t>
            </w:r>
          </w:p>
        </w:tc>
        <w:tc>
          <w:tcPr>
            <w:tcW w:w="6101" w:type="dxa"/>
          </w:tcPr>
          <w:p w14:paraId="35F62B6D" w14:textId="7997BA0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FECC46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x 26 con profilo per pinzatura TH, B, U, H, F.</w:t>
            </w:r>
          </w:p>
          <w:p w14:paraId="57DFE576" w14:textId="7FA7C1C8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372C8B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58A0C9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C10B71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84DECB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07E004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DD12D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82959D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5675CE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962CED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EA5392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8DCE4E" w14:textId="3A8C8C5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26 x 3/4" x 26 o equivalente.</w:t>
            </w:r>
          </w:p>
        </w:tc>
      </w:tr>
      <w:tr w:rsidR="00C31449" w:rsidRPr="009279E2" w14:paraId="68991AFA" w14:textId="77777777" w:rsidTr="00904071">
        <w:tc>
          <w:tcPr>
            <w:tcW w:w="1311" w:type="dxa"/>
          </w:tcPr>
          <w:p w14:paraId="054966D8" w14:textId="038B89B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</w:t>
            </w:r>
            <w:r>
              <w:rPr>
                <w:rFonts w:ascii="Poppins" w:hAnsi="Poppins" w:cs="Poppins"/>
                <w:bCs/>
                <w:sz w:val="20"/>
              </w:rPr>
              <w:t>244</w:t>
            </w:r>
          </w:p>
        </w:tc>
        <w:tc>
          <w:tcPr>
            <w:tcW w:w="2086" w:type="dxa"/>
          </w:tcPr>
          <w:p w14:paraId="77A3F254" w14:textId="5F62275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6BFB28C9" w14:textId="12AEBF2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32 x 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586F53">
              <w:rPr>
                <w:rFonts w:ascii="Poppins" w:hAnsi="Poppins" w:cs="Poppins"/>
                <w:bCs/>
                <w:sz w:val="20"/>
              </w:rPr>
              <w:t>" x 32</w:t>
            </w:r>
          </w:p>
        </w:tc>
        <w:tc>
          <w:tcPr>
            <w:tcW w:w="6101" w:type="dxa"/>
          </w:tcPr>
          <w:p w14:paraId="475D01B1" w14:textId="252B877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616B891" w14:textId="4FCB43D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32 x 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586F53">
              <w:rPr>
                <w:rFonts w:ascii="Poppins" w:hAnsi="Poppins" w:cs="Poppins"/>
                <w:sz w:val="20"/>
              </w:rPr>
              <w:t>" x 32 con profilo per pinzatura TH, B, U, H, F.</w:t>
            </w:r>
          </w:p>
          <w:p w14:paraId="426766CF" w14:textId="0824845E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3DFF0F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12AE39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5698E0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D7AF75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16F990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4F566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BB2564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3A3D53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F37F53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0C68B5B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  <w:b/>
              </w:rPr>
            </w:pPr>
          </w:p>
          <w:p w14:paraId="1D588954" w14:textId="6A71D00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32 x 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" x 32 o equivalente.</w:t>
            </w:r>
          </w:p>
        </w:tc>
      </w:tr>
      <w:tr w:rsidR="00C31449" w:rsidRPr="009279E2" w14:paraId="7F6F5A2F" w14:textId="77777777" w:rsidTr="00904071">
        <w:tc>
          <w:tcPr>
            <w:tcW w:w="1311" w:type="dxa"/>
          </w:tcPr>
          <w:p w14:paraId="729EEA4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28180176</w:t>
            </w:r>
          </w:p>
        </w:tc>
        <w:tc>
          <w:tcPr>
            <w:tcW w:w="2086" w:type="dxa"/>
          </w:tcPr>
          <w:p w14:paraId="558E5166" w14:textId="62901B6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4FD5AB7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3/4" x 32</w:t>
            </w:r>
          </w:p>
        </w:tc>
        <w:tc>
          <w:tcPr>
            <w:tcW w:w="6101" w:type="dxa"/>
          </w:tcPr>
          <w:p w14:paraId="531FE645" w14:textId="799F352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9D1D07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3/4" x 32 con profilo per pinzatura TH, B, U, H, F.</w:t>
            </w:r>
          </w:p>
          <w:p w14:paraId="28E98372" w14:textId="769D5E6C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164859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8655E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3E539E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BEAD10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A627E7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F99A10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C3333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2902B6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FDEF71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7BB4A23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  <w:b/>
              </w:rPr>
            </w:pPr>
          </w:p>
          <w:p w14:paraId="47180472" w14:textId="52B7659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32 x 3/4" x 32 o equivalente.</w:t>
            </w:r>
          </w:p>
        </w:tc>
      </w:tr>
      <w:tr w:rsidR="00C31449" w:rsidRPr="009279E2" w14:paraId="01E6277B" w14:textId="77777777" w:rsidTr="00904071">
        <w:tc>
          <w:tcPr>
            <w:tcW w:w="1311" w:type="dxa"/>
          </w:tcPr>
          <w:p w14:paraId="6DE3B5E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28180178</w:t>
            </w:r>
          </w:p>
        </w:tc>
        <w:tc>
          <w:tcPr>
            <w:tcW w:w="2086" w:type="dxa"/>
          </w:tcPr>
          <w:p w14:paraId="53C76B36" w14:textId="4D7690C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2468EB4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32 x 1" x 32</w:t>
            </w:r>
          </w:p>
        </w:tc>
        <w:tc>
          <w:tcPr>
            <w:tcW w:w="6101" w:type="dxa"/>
          </w:tcPr>
          <w:p w14:paraId="6816FBE0" w14:textId="7FA85FB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4C9AE9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1" x 32 con profilo per pinzatura TH, B, U, H, F.</w:t>
            </w:r>
          </w:p>
          <w:p w14:paraId="0BD2BF52" w14:textId="64238A33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Il raccordo è costruito da:</w:t>
            </w:r>
          </w:p>
          <w:p w14:paraId="2F026DD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B3C2AF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E49347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96EF1A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038880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C6520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A458AD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8EC521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D15289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FC347E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1AB40E9" w14:textId="7605859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32 x 1" x 32 o equivalente.</w:t>
            </w:r>
          </w:p>
        </w:tc>
      </w:tr>
      <w:tr w:rsidR="00C31449" w:rsidRPr="009279E2" w14:paraId="3100063E" w14:textId="77777777" w:rsidTr="00904071">
        <w:tc>
          <w:tcPr>
            <w:tcW w:w="1311" w:type="dxa"/>
          </w:tcPr>
          <w:p w14:paraId="75853E5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28180158</w:t>
            </w:r>
          </w:p>
        </w:tc>
        <w:tc>
          <w:tcPr>
            <w:tcW w:w="2086" w:type="dxa"/>
          </w:tcPr>
          <w:p w14:paraId="13B4C92E" w14:textId="17B1FFB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</w:t>
            </w:r>
          </w:p>
          <w:p w14:paraId="199697C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derivazione maschio</w:t>
            </w:r>
          </w:p>
          <w:p w14:paraId="414A156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 x 16</w:t>
            </w:r>
          </w:p>
        </w:tc>
        <w:tc>
          <w:tcPr>
            <w:tcW w:w="6101" w:type="dxa"/>
          </w:tcPr>
          <w:p w14:paraId="52249F6F" w14:textId="14DDF6AD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maschio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2053EF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 x 1/2" x 16 con profilo per pinzatura TH, B, U, H, F.</w:t>
            </w:r>
          </w:p>
          <w:p w14:paraId="5317E92D" w14:textId="7836729E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75956F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969FFA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28051F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FD4B34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DEEF9D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3F2C24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313373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33A1FA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7DC5DD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3C09191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133C60" w14:textId="0112CD5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maschio 16 x 1/2" x 16 o equivalente.</w:t>
            </w:r>
          </w:p>
        </w:tc>
      </w:tr>
      <w:tr w:rsidR="00C31449" w:rsidRPr="009279E2" w14:paraId="4DCB70BF" w14:textId="77777777" w:rsidTr="00904071">
        <w:tc>
          <w:tcPr>
            <w:tcW w:w="1311" w:type="dxa"/>
          </w:tcPr>
          <w:p w14:paraId="68FC4A6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28180160</w:t>
            </w:r>
          </w:p>
        </w:tc>
        <w:tc>
          <w:tcPr>
            <w:tcW w:w="2086" w:type="dxa"/>
          </w:tcPr>
          <w:p w14:paraId="31BFD92B" w14:textId="4EE444C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</w:t>
            </w:r>
          </w:p>
          <w:p w14:paraId="27FB087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derivazione maschio</w:t>
            </w:r>
          </w:p>
          <w:p w14:paraId="648149E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 x 20</w:t>
            </w:r>
          </w:p>
        </w:tc>
        <w:tc>
          <w:tcPr>
            <w:tcW w:w="6101" w:type="dxa"/>
          </w:tcPr>
          <w:p w14:paraId="4EFDCA82" w14:textId="146DBBE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maschio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94ECD0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 x 1/2" x 20 con profilo per pinzatura TH, B, U, H, F.</w:t>
            </w:r>
          </w:p>
          <w:p w14:paraId="53100843" w14:textId="61DF008B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919C23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C3C839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890CF8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6767D8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ABA9E2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453010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F5B843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4EB486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71459A5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163DFBC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2F0DFED" w14:textId="75660F7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maschio 20 x 1/2" x 20 o equivalente.</w:t>
            </w:r>
          </w:p>
        </w:tc>
      </w:tr>
      <w:tr w:rsidR="00C31449" w:rsidRPr="009279E2" w14:paraId="3675CA6A" w14:textId="77777777" w:rsidTr="00904071">
        <w:tc>
          <w:tcPr>
            <w:tcW w:w="1311" w:type="dxa"/>
          </w:tcPr>
          <w:p w14:paraId="10B12D9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28180162</w:t>
            </w:r>
          </w:p>
        </w:tc>
        <w:tc>
          <w:tcPr>
            <w:tcW w:w="2086" w:type="dxa"/>
          </w:tcPr>
          <w:p w14:paraId="782E203D" w14:textId="47A9856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</w:t>
            </w:r>
          </w:p>
          <w:p w14:paraId="1C97BB1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derivazione maschio</w:t>
            </w:r>
          </w:p>
          <w:p w14:paraId="03F0859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 x 20</w:t>
            </w:r>
          </w:p>
        </w:tc>
        <w:tc>
          <w:tcPr>
            <w:tcW w:w="6101" w:type="dxa"/>
          </w:tcPr>
          <w:p w14:paraId="3D40F853" w14:textId="6B5EAF83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maschioe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0834A2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 x 3/4" x 20 con profilo per pinzatura TH, B, U, H, F.</w:t>
            </w:r>
          </w:p>
          <w:p w14:paraId="535F7A13" w14:textId="51F3D301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0DB008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CB0C5F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4A6622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E1137F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59C832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603E2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73CD62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3F05F6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787AB1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1ABC24B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D96EA0" w14:textId="0E827A9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maschio 20 x 3/4" x 20 o equivalente.</w:t>
            </w:r>
          </w:p>
        </w:tc>
      </w:tr>
      <w:tr w:rsidR="00C31449" w:rsidRPr="009279E2" w14:paraId="40273516" w14:textId="77777777" w:rsidTr="00904071">
        <w:tc>
          <w:tcPr>
            <w:tcW w:w="1311" w:type="dxa"/>
          </w:tcPr>
          <w:p w14:paraId="5FE319A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28180164</w:t>
            </w:r>
          </w:p>
        </w:tc>
        <w:tc>
          <w:tcPr>
            <w:tcW w:w="2086" w:type="dxa"/>
          </w:tcPr>
          <w:p w14:paraId="265AF627" w14:textId="095485E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</w:t>
            </w:r>
          </w:p>
          <w:p w14:paraId="0AA206A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derivazione maschio</w:t>
            </w:r>
          </w:p>
          <w:p w14:paraId="04E59E9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 x 26</w:t>
            </w:r>
          </w:p>
        </w:tc>
        <w:tc>
          <w:tcPr>
            <w:tcW w:w="6101" w:type="dxa"/>
          </w:tcPr>
          <w:p w14:paraId="7800E41C" w14:textId="1EE455F0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maschio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53BF24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 x 3/4" x 26 con profilo per pinzatura TH, B, U, H, F.</w:t>
            </w:r>
          </w:p>
          <w:p w14:paraId="4296736C" w14:textId="7A2D0598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0D6CF2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BD6BC2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7FBFC1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903619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1C49AA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E6DD19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60F18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C29D84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C5A25B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4965606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302C7A" w14:textId="7767C44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maschio 26 x 3/4" x 26 o equivalente.</w:t>
            </w:r>
          </w:p>
        </w:tc>
      </w:tr>
      <w:tr w:rsidR="00FE3C69" w:rsidRPr="009279E2" w14:paraId="3003EDAE" w14:textId="77777777" w:rsidTr="00904071">
        <w:tc>
          <w:tcPr>
            <w:tcW w:w="1311" w:type="dxa"/>
          </w:tcPr>
          <w:p w14:paraId="3B2C74FE" w14:textId="6F197406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28181200</w:t>
            </w:r>
          </w:p>
        </w:tc>
        <w:tc>
          <w:tcPr>
            <w:tcW w:w="2086" w:type="dxa"/>
          </w:tcPr>
          <w:p w14:paraId="3E84EDAF" w14:textId="77777777" w:rsidR="00FE3C69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C3F54">
              <w:rPr>
                <w:rFonts w:ascii="Poppins" w:hAnsi="Poppins" w:cs="Poppins"/>
                <w:bCs/>
                <w:sz w:val="20"/>
              </w:rPr>
              <w:t xml:space="preserve">Raccordo curvo </w:t>
            </w:r>
            <w:proofErr w:type="spellStart"/>
            <w:r w:rsidRPr="003C3F54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3C3F54">
              <w:rPr>
                <w:rFonts w:ascii="Poppins" w:hAnsi="Poppins" w:cs="Poppins"/>
                <w:bCs/>
                <w:sz w:val="20"/>
              </w:rPr>
              <w:t xml:space="preserve"> LBP con tubo in rame</w:t>
            </w:r>
          </w:p>
          <w:p w14:paraId="5B47DC15" w14:textId="0C9F34CF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16 x DN 15 L 165</w:t>
            </w:r>
          </w:p>
        </w:tc>
        <w:tc>
          <w:tcPr>
            <w:tcW w:w="6101" w:type="dxa"/>
          </w:tcPr>
          <w:p w14:paraId="52B9A1B2" w14:textId="77777777" w:rsidR="00FE3C69" w:rsidRPr="003C3F54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3C3F54">
              <w:rPr>
                <w:rFonts w:ascii="Poppins" w:hAnsi="Poppins" w:cs="Poppins"/>
                <w:sz w:val="20"/>
              </w:rPr>
              <w:lastRenderedPageBreak/>
              <w:t>Raccordo a gomito con tubo in rame cromato, 16 x Ø 15 con funzione Leak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3C3F54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3C3F5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3C3F54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3C3F54">
              <w:rPr>
                <w:rFonts w:ascii="Poppins" w:hAnsi="Poppins" w:cs="Poppins"/>
                <w:sz w:val="20"/>
              </w:rPr>
              <w:t xml:space="preserve"> che permette di individuare facilmente le perdite in caso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C3F54">
              <w:rPr>
                <w:rFonts w:ascii="Poppins" w:hAnsi="Poppins" w:cs="Poppins"/>
                <w:sz w:val="20"/>
              </w:rPr>
              <w:t>di mancata pressatura.</w:t>
            </w:r>
          </w:p>
          <w:p w14:paraId="367D01DB" w14:textId="77777777" w:rsidR="00FE3C69" w:rsidRPr="003C3F54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3C3F54">
              <w:rPr>
                <w:rFonts w:ascii="Poppins" w:hAnsi="Poppins" w:cs="Poppins"/>
                <w:sz w:val="20"/>
              </w:rPr>
              <w:lastRenderedPageBreak/>
              <w:t>Non idoneo per impianti sanitari.</w:t>
            </w:r>
          </w:p>
          <w:p w14:paraId="74BD0061" w14:textId="77777777" w:rsidR="00FE3C69" w:rsidRPr="003C3F54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3C3F54">
              <w:rPr>
                <w:rFonts w:ascii="Poppins" w:hAnsi="Poppins" w:cs="Poppins"/>
                <w:sz w:val="20"/>
              </w:rPr>
              <w:t>L: 165 mm</w:t>
            </w:r>
          </w:p>
          <w:p w14:paraId="11C47091" w14:textId="77777777" w:rsidR="00FE3C69" w:rsidRPr="003C3F54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064EA4" w14:textId="381F30BC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3C3F54">
              <w:rPr>
                <w:rFonts w:ascii="Poppins" w:hAnsi="Poppins" w:cs="Poppins"/>
                <w:b/>
                <w:bCs/>
                <w:sz w:val="20"/>
              </w:rPr>
              <w:t xml:space="preserve">Marca Emmeti – Modello Raccordo curvo  </w:t>
            </w:r>
            <w:proofErr w:type="spellStart"/>
            <w:r w:rsidRPr="003C3F54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3C3F54">
              <w:rPr>
                <w:rFonts w:ascii="Poppins" w:hAnsi="Poppins" w:cs="Poppins"/>
                <w:b/>
                <w:bCs/>
                <w:sz w:val="20"/>
              </w:rPr>
              <w:t xml:space="preserve"> LBP con tubo in rame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3C3F54">
              <w:rPr>
                <w:rFonts w:ascii="Poppins" w:hAnsi="Poppins" w:cs="Poppins"/>
                <w:b/>
                <w:bCs/>
                <w:sz w:val="20"/>
              </w:rPr>
              <w:t>16 x DN 15 L 165 o equivalente.</w:t>
            </w:r>
          </w:p>
        </w:tc>
      </w:tr>
      <w:tr w:rsidR="00FE3C69" w:rsidRPr="009279E2" w14:paraId="7BCC059E" w14:textId="77777777" w:rsidTr="00904071">
        <w:tc>
          <w:tcPr>
            <w:tcW w:w="1311" w:type="dxa"/>
          </w:tcPr>
          <w:p w14:paraId="21C1E8AE" w14:textId="6BF1172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28180192</w:t>
            </w:r>
          </w:p>
        </w:tc>
        <w:tc>
          <w:tcPr>
            <w:tcW w:w="2086" w:type="dxa"/>
          </w:tcPr>
          <w:p w14:paraId="1B121F38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femmina disassato </w:t>
            </w:r>
          </w:p>
          <w:p w14:paraId="1F8DB25F" w14:textId="21445820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 x 16</w:t>
            </w:r>
          </w:p>
        </w:tc>
        <w:tc>
          <w:tcPr>
            <w:tcW w:w="6101" w:type="dxa"/>
          </w:tcPr>
          <w:p w14:paraId="55F5809E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LBP femmina disassato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465401B1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x con profilo per pinzatura TH, B, U, H, F.</w:t>
            </w:r>
          </w:p>
          <w:p w14:paraId="1FD1CA68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E4EA8DC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AB0D8CA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D798132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295E1D6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A9AC1C6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E089C1A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B595CB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E47FA4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A596F68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41394B1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AC251E2" w14:textId="1E3C0EB6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disassato 16 x 1/2" x 16 o  equivalente.</w:t>
            </w:r>
          </w:p>
        </w:tc>
      </w:tr>
      <w:tr w:rsidR="00FE3C69" w:rsidRPr="009279E2" w14:paraId="4CDF1F48" w14:textId="77777777" w:rsidTr="00904071">
        <w:tc>
          <w:tcPr>
            <w:tcW w:w="1311" w:type="dxa"/>
          </w:tcPr>
          <w:p w14:paraId="3D5FC1A3" w14:textId="010D2FBE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28180194</w:t>
            </w:r>
          </w:p>
        </w:tc>
        <w:tc>
          <w:tcPr>
            <w:tcW w:w="2086" w:type="dxa"/>
          </w:tcPr>
          <w:p w14:paraId="71ED3468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femmina disassato </w:t>
            </w:r>
          </w:p>
          <w:p w14:paraId="1D94597E" w14:textId="34007650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 x 20</w:t>
            </w:r>
          </w:p>
        </w:tc>
        <w:tc>
          <w:tcPr>
            <w:tcW w:w="6101" w:type="dxa"/>
          </w:tcPr>
          <w:p w14:paraId="10C7BC19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LBP femmina disassato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5987C72C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x 20 con profilo per pinzatura TH, B, U, H, F.</w:t>
            </w:r>
          </w:p>
          <w:p w14:paraId="48F0D6C0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A6B4F93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1D8B3B6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17329E1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A1A71A2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38625F8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C6B9E4A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A47F2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CB0031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77475F5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9DE0C9A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F39F0FE" w14:textId="46962631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disassato 20 x 1/2" x 20  o  equivalente.</w:t>
            </w:r>
          </w:p>
        </w:tc>
      </w:tr>
      <w:tr w:rsidR="00FE3C69" w:rsidRPr="009279E2" w14:paraId="6B367848" w14:textId="77777777" w:rsidTr="00904071">
        <w:tc>
          <w:tcPr>
            <w:tcW w:w="1311" w:type="dxa"/>
          </w:tcPr>
          <w:p w14:paraId="29758CAA" w14:textId="09441320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28180196</w:t>
            </w:r>
          </w:p>
        </w:tc>
        <w:tc>
          <w:tcPr>
            <w:tcW w:w="2086" w:type="dxa"/>
          </w:tcPr>
          <w:p w14:paraId="139E66A1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Terminale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destro</w:t>
            </w:r>
          </w:p>
          <w:p w14:paraId="1DA22D5A" w14:textId="3ED3E436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61E6CE85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Terminale destro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6E8DBB86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Misura 16 x 1/2" con profilo per pinzatura TH, B, U, H, F.</w:t>
            </w:r>
          </w:p>
          <w:p w14:paraId="4E600382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4736792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A59219B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86B21C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0FBD3C4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7F7E571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C29CE5C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ADE5CA4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F94C26B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8F3373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59B4475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1B29622" w14:textId="309DE471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Terminale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destro 16 x 1/2" o equivalente.</w:t>
            </w:r>
          </w:p>
        </w:tc>
      </w:tr>
      <w:tr w:rsidR="00FE3C69" w:rsidRPr="009279E2" w14:paraId="3ADBF551" w14:textId="77777777" w:rsidTr="00904071">
        <w:tc>
          <w:tcPr>
            <w:tcW w:w="1311" w:type="dxa"/>
          </w:tcPr>
          <w:p w14:paraId="0199DABA" w14:textId="345195C6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28180198</w:t>
            </w:r>
          </w:p>
        </w:tc>
        <w:tc>
          <w:tcPr>
            <w:tcW w:w="2086" w:type="dxa"/>
          </w:tcPr>
          <w:p w14:paraId="38EB94C9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Terminale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destro</w:t>
            </w:r>
          </w:p>
          <w:p w14:paraId="0668B59D" w14:textId="40B7C44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64F1A8CA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Terminale destro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25E534C9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6526CFF8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D054BD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F3B3C69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E898905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0D5A6ED8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15B08C4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C6C3F29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FC000AD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3E6E58E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C016A54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D58E804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A0C09AC" w14:textId="66C9B093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Terminale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destro 20 x 1/2" o equivalente.</w:t>
            </w:r>
          </w:p>
        </w:tc>
      </w:tr>
      <w:tr w:rsidR="00FE3C69" w:rsidRPr="009279E2" w14:paraId="1564B961" w14:textId="77777777" w:rsidTr="00904071">
        <w:tc>
          <w:tcPr>
            <w:tcW w:w="1311" w:type="dxa"/>
          </w:tcPr>
          <w:p w14:paraId="0591CB1E" w14:textId="6287F069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28180200</w:t>
            </w:r>
          </w:p>
        </w:tc>
        <w:tc>
          <w:tcPr>
            <w:tcW w:w="2086" w:type="dxa"/>
          </w:tcPr>
          <w:p w14:paraId="141ED366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Terminale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sinistro</w:t>
            </w:r>
          </w:p>
          <w:p w14:paraId="4529F6C5" w14:textId="7DA0AF11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1869162A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Terminale LBP sinistro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12840DD2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6F12EC7B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407178E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F1F7993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587F82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C48FF9C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782EA05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458C6A9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CCA438C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468E18F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460A408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1A819AC1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5ECB83B" w14:textId="791A9B6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Terminale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sinistro 16 x 1/2" o equivalente.</w:t>
            </w:r>
          </w:p>
        </w:tc>
      </w:tr>
      <w:tr w:rsidR="00FE3C69" w:rsidRPr="009279E2" w14:paraId="2BB44589" w14:textId="77777777" w:rsidTr="00904071">
        <w:tc>
          <w:tcPr>
            <w:tcW w:w="1311" w:type="dxa"/>
          </w:tcPr>
          <w:p w14:paraId="57EDEEB0" w14:textId="0CC8AE9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28180202</w:t>
            </w:r>
          </w:p>
        </w:tc>
        <w:tc>
          <w:tcPr>
            <w:tcW w:w="2086" w:type="dxa"/>
          </w:tcPr>
          <w:p w14:paraId="09DE8730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Terminale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sinistro</w:t>
            </w:r>
          </w:p>
          <w:p w14:paraId="5DEAC14F" w14:textId="38F4F5FC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288D8B35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Terminale LBP sinistro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59222EBE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0F681B99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7F777A1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BB5140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CCF629C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B06C85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E41CC36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D441C72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903F94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88038E0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A128F70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7515A003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206D8B5" w14:textId="59A89B9C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Terminale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sinistro 20 x 1/2" o equivalente.</w:t>
            </w:r>
          </w:p>
        </w:tc>
      </w:tr>
      <w:tr w:rsidR="00403ACD" w:rsidRPr="009279E2" w14:paraId="75C2ABA0" w14:textId="77777777" w:rsidTr="00904071">
        <w:tc>
          <w:tcPr>
            <w:tcW w:w="1311" w:type="dxa"/>
          </w:tcPr>
          <w:p w14:paraId="7259D53C" w14:textId="3EA0AA5D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28180250</w:t>
            </w:r>
          </w:p>
        </w:tc>
        <w:tc>
          <w:tcPr>
            <w:tcW w:w="2086" w:type="dxa"/>
          </w:tcPr>
          <w:p w14:paraId="7B564D8A" w14:textId="34B490F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Kit vasca/doccia per cartongesso LBP</w:t>
            </w:r>
          </w:p>
        </w:tc>
        <w:tc>
          <w:tcPr>
            <w:tcW w:w="6101" w:type="dxa"/>
          </w:tcPr>
          <w:p w14:paraId="0E29619E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vasca/doccia per cartongesso </w:t>
            </w:r>
            <w:r w:rsidRPr="00586F53">
              <w:rPr>
                <w:rFonts w:ascii="Poppins" w:hAnsi="Poppins" w:cs="Poppins"/>
                <w:sz w:val="20"/>
              </w:rPr>
              <w:t xml:space="preserve">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6492ABBC" w14:textId="77777777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9D3341F" w14:textId="77777777" w:rsidR="00403ACD" w:rsidRPr="00D22C59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22C59">
              <w:rPr>
                <w:rFonts w:ascii="Poppins" w:hAnsi="Poppins" w:cs="Poppins"/>
                <w:b/>
                <w:bCs/>
                <w:sz w:val="20"/>
              </w:rPr>
              <w:t>Composizione</w:t>
            </w:r>
          </w:p>
          <w:p w14:paraId="66836785" w14:textId="77777777" w:rsidR="00403ACD" w:rsidRDefault="00403ACD" w:rsidP="00403ACD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Piastra in acciaio, interasse attacchi 150 mm</w:t>
            </w:r>
          </w:p>
          <w:p w14:paraId="5A27467C" w14:textId="77777777" w:rsidR="00403ACD" w:rsidRDefault="00403ACD" w:rsidP="00403ACD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 raccordi gomito femmina LBP, misura 16 x 1/2”, 105°</w:t>
            </w:r>
          </w:p>
          <w:p w14:paraId="2FC7F5D7" w14:textId="77777777" w:rsidR="00403ACD" w:rsidRDefault="00403ACD" w:rsidP="00403ACD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6 viti M4x12, per il fissaggio dei raccordi sulla piastra metallica</w:t>
            </w:r>
          </w:p>
          <w:p w14:paraId="252EF713" w14:textId="77777777" w:rsidR="00403ACD" w:rsidRDefault="00403ACD" w:rsidP="00403ACD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8 tasselli M4, per il fissaggio della piastra sul cartongesso</w:t>
            </w:r>
          </w:p>
          <w:p w14:paraId="15C94FB3" w14:textId="77777777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703378E" w14:textId="77777777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Il kit è idoneo per installazioni su lastra in cartongesso con spessore massimo 19 mm.</w:t>
            </w:r>
          </w:p>
          <w:p w14:paraId="01771EE7" w14:textId="77777777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8E9A098" w14:textId="51E92F00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6674AA">
              <w:rPr>
                <w:rFonts w:ascii="Poppins" w:hAnsi="Poppins" w:cs="Poppins"/>
                <w:b/>
                <w:bCs/>
                <w:sz w:val="20"/>
              </w:rPr>
              <w:t>Marca Emmeti – Modello Kit vasca/doccia per cartongesso LBP o equivalente.</w:t>
            </w:r>
          </w:p>
        </w:tc>
      </w:tr>
      <w:tr w:rsidR="00403ACD" w:rsidRPr="009279E2" w14:paraId="5FEDE014" w14:textId="77777777" w:rsidTr="00904071">
        <w:tc>
          <w:tcPr>
            <w:tcW w:w="1311" w:type="dxa"/>
          </w:tcPr>
          <w:p w14:paraId="231EFCE4" w14:textId="79BCFDD9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28181202</w:t>
            </w:r>
          </w:p>
        </w:tc>
        <w:tc>
          <w:tcPr>
            <w:tcW w:w="2086" w:type="dxa"/>
          </w:tcPr>
          <w:p w14:paraId="76D86BCD" w14:textId="626353E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177CEA">
              <w:rPr>
                <w:rFonts w:ascii="Poppins" w:hAnsi="Poppins" w:cs="Poppins"/>
                <w:bCs/>
                <w:sz w:val="20"/>
              </w:rPr>
              <w:t xml:space="preserve">Raccordo a gomito </w:t>
            </w:r>
            <w:proofErr w:type="spellStart"/>
            <w:r w:rsidRPr="00177CEA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177CEA">
              <w:rPr>
                <w:rFonts w:ascii="Poppins" w:hAnsi="Poppins" w:cs="Poppins"/>
                <w:bCs/>
                <w:sz w:val="20"/>
              </w:rPr>
              <w:t xml:space="preserve"> LBP </w:t>
            </w:r>
            <w:r w:rsidRPr="00177CEA">
              <w:rPr>
                <w:rFonts w:ascii="Poppins" w:hAnsi="Poppins" w:cs="Poppins"/>
                <w:bCs/>
                <w:sz w:val="20"/>
              </w:rPr>
              <w:lastRenderedPageBreak/>
              <w:t>per cassette scarico WC ad incasso</w:t>
            </w:r>
          </w:p>
        </w:tc>
        <w:tc>
          <w:tcPr>
            <w:tcW w:w="6101" w:type="dxa"/>
          </w:tcPr>
          <w:p w14:paraId="1795EE3B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lastRenderedPageBreak/>
              <w:t xml:space="preserve">Raccordo a gomito </w:t>
            </w:r>
            <w:proofErr w:type="spellStart"/>
            <w:r w:rsidRPr="00177CEA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177CEA">
              <w:rPr>
                <w:rFonts w:ascii="Poppins" w:hAnsi="Poppins" w:cs="Poppins"/>
                <w:sz w:val="20"/>
              </w:rPr>
              <w:t xml:space="preserve"> LBP per cassette scarico WC ad</w:t>
            </w:r>
          </w:p>
          <w:p w14:paraId="6DE0FAD6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lastRenderedPageBreak/>
              <w:t xml:space="preserve">incasso Raccordo a gomito </w:t>
            </w:r>
            <w:proofErr w:type="spellStart"/>
            <w:r w:rsidRPr="00177CEA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177CEA">
              <w:rPr>
                <w:rFonts w:ascii="Poppins" w:hAnsi="Poppins" w:cs="Poppins"/>
                <w:sz w:val="20"/>
              </w:rPr>
              <w:t xml:space="preserve"> LBP per cassette scarico WC ad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177CEA">
              <w:rPr>
                <w:rFonts w:ascii="Poppins" w:hAnsi="Poppins" w:cs="Poppins"/>
                <w:sz w:val="20"/>
              </w:rPr>
              <w:t xml:space="preserve">incasso con funzione Leak </w:t>
            </w:r>
            <w:proofErr w:type="spellStart"/>
            <w:r w:rsidRPr="00177CEA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177CEA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177CEA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177CEA">
              <w:rPr>
                <w:rFonts w:ascii="Poppins" w:hAnsi="Poppins" w:cs="Poppins"/>
                <w:sz w:val="20"/>
              </w:rPr>
              <w:t xml:space="preserve"> che permette di individuare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177CEA">
              <w:rPr>
                <w:rFonts w:ascii="Poppins" w:hAnsi="Poppins" w:cs="Poppins"/>
                <w:sz w:val="20"/>
              </w:rPr>
              <w:t>facilmente le perdite in caso di mancata pressatura.</w:t>
            </w:r>
          </w:p>
          <w:p w14:paraId="6B03E6CA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0FB9C7C0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530C7AC" w14:textId="77777777" w:rsidR="00403ACD" w:rsidRPr="00D22C59" w:rsidRDefault="00403ACD" w:rsidP="00403ACD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22C59">
              <w:rPr>
                <w:rFonts w:ascii="Poppins" w:hAnsi="Poppins" w:cs="Poppins"/>
                <w:b/>
                <w:bCs/>
                <w:sz w:val="20"/>
              </w:rPr>
              <w:t>Composizione</w:t>
            </w:r>
          </w:p>
          <w:p w14:paraId="1B68F0CC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Raccordo a squadra maschio</w:t>
            </w:r>
          </w:p>
          <w:p w14:paraId="23EA7763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Guarnizione in NBR</w:t>
            </w:r>
          </w:p>
          <w:p w14:paraId="74F2CA0F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Placca quadrata in Polipropilene (PP)</w:t>
            </w:r>
          </w:p>
          <w:p w14:paraId="213E8B07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Rondella zincata in Acciaio (Fe P13 EU111)</w:t>
            </w:r>
          </w:p>
          <w:p w14:paraId="77683C78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Controdado esagonale CH. 32 in Ottone (EN 12164 CW617N)</w:t>
            </w:r>
          </w:p>
          <w:p w14:paraId="74E4B8E2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7AC816B" w14:textId="0595A885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b/>
                <w:bCs/>
                <w:sz w:val="20"/>
              </w:rPr>
              <w:t xml:space="preserve">Marca Emmeti – Modello Raccordo a gomito </w:t>
            </w:r>
            <w:proofErr w:type="spellStart"/>
            <w:r w:rsidRPr="00177CEA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177CEA">
              <w:rPr>
                <w:rFonts w:ascii="Poppins" w:hAnsi="Poppins" w:cs="Poppins"/>
                <w:b/>
                <w:bCs/>
                <w:sz w:val="20"/>
              </w:rPr>
              <w:t xml:space="preserve"> LBP per cassette scarico WC ad incasso o equivalente.</w:t>
            </w:r>
          </w:p>
        </w:tc>
      </w:tr>
      <w:tr w:rsidR="00403ACD" w:rsidRPr="009279E2" w14:paraId="48714ADC" w14:textId="77777777" w:rsidTr="00904071">
        <w:tc>
          <w:tcPr>
            <w:tcW w:w="1311" w:type="dxa"/>
          </w:tcPr>
          <w:p w14:paraId="6DEA0FB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28104062</w:t>
            </w:r>
          </w:p>
        </w:tc>
        <w:tc>
          <w:tcPr>
            <w:tcW w:w="2086" w:type="dxa"/>
          </w:tcPr>
          <w:p w14:paraId="476A1C0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Staffa zincata ad incasso per gomiti flangiati in kit da 10 staffe</w:t>
            </w:r>
          </w:p>
        </w:tc>
        <w:tc>
          <w:tcPr>
            <w:tcW w:w="6101" w:type="dxa"/>
          </w:tcPr>
          <w:p w14:paraId="4CC1062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Staffa zincata ad incasso per gomiti flangiati in kit da 10 staffe.</w:t>
            </w:r>
          </w:p>
          <w:p w14:paraId="24155A4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Interasse multiplo: 80 – 100 – 153 mm</w:t>
            </w:r>
          </w:p>
          <w:p w14:paraId="6234853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3E8919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Sull’asse 153 mm consente di fissare i gomiti flangiati in 4 differenti angolatura.</w:t>
            </w:r>
          </w:p>
          <w:p w14:paraId="5C26F1B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D134CA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Staffa zincata ad incasso per gomiti flangiati in kit da 10 staffe o equivalente.</w:t>
            </w:r>
          </w:p>
        </w:tc>
      </w:tr>
      <w:tr w:rsidR="00403ACD" w:rsidRPr="009279E2" w14:paraId="51A9C4BB" w14:textId="77777777" w:rsidTr="00904071">
        <w:tc>
          <w:tcPr>
            <w:tcW w:w="1311" w:type="dxa"/>
          </w:tcPr>
          <w:p w14:paraId="3D51B4B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28101530</w:t>
            </w:r>
          </w:p>
        </w:tc>
        <w:tc>
          <w:tcPr>
            <w:tcW w:w="2086" w:type="dxa"/>
          </w:tcPr>
          <w:p w14:paraId="028F6FD6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Staffa zincata ad incasso per gomiti flangiati</w:t>
            </w:r>
          </w:p>
        </w:tc>
        <w:tc>
          <w:tcPr>
            <w:tcW w:w="6101" w:type="dxa"/>
          </w:tcPr>
          <w:p w14:paraId="53C2088F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Staffa zincata ad incasso per gomiti flangiati. </w:t>
            </w:r>
          </w:p>
          <w:p w14:paraId="55CF290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Interasse multiplo: 80 – 100 – 153 mm</w:t>
            </w:r>
          </w:p>
          <w:p w14:paraId="07668CB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430729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Staffa zincata ad incasso per gomiti flangiati o equivalente.</w:t>
            </w:r>
          </w:p>
        </w:tc>
      </w:tr>
      <w:tr w:rsidR="00403ACD" w:rsidRPr="009279E2" w14:paraId="2F8502C9" w14:textId="77777777" w:rsidTr="00904071">
        <w:tc>
          <w:tcPr>
            <w:tcW w:w="1311" w:type="dxa"/>
          </w:tcPr>
          <w:p w14:paraId="78ED0FA6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28101531</w:t>
            </w:r>
          </w:p>
        </w:tc>
        <w:tc>
          <w:tcPr>
            <w:tcW w:w="2086" w:type="dxa"/>
          </w:tcPr>
          <w:p w14:paraId="397E4BB7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Staffa piana zincata ad incasso per gomiti flangiati</w:t>
            </w:r>
          </w:p>
        </w:tc>
        <w:tc>
          <w:tcPr>
            <w:tcW w:w="6101" w:type="dxa"/>
          </w:tcPr>
          <w:p w14:paraId="3D2B816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Staffa piana zincata ad incasso per gomiti flangiati. </w:t>
            </w:r>
          </w:p>
          <w:p w14:paraId="4910F33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Interasse multiplo: 153 mm</w:t>
            </w:r>
          </w:p>
          <w:p w14:paraId="2A4E41F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Idonea al fissaggio dei soli gomiti flangiati con base filettata.</w:t>
            </w:r>
          </w:p>
          <w:p w14:paraId="17449BA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14657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Staffa piana zincata ad incasso per gomiti flangiati o equivalente.</w:t>
            </w:r>
          </w:p>
        </w:tc>
      </w:tr>
      <w:tr w:rsidR="00403ACD" w:rsidRPr="009279E2" w14:paraId="72ADA2DA" w14:textId="77777777" w:rsidTr="00904071">
        <w:tc>
          <w:tcPr>
            <w:tcW w:w="1311" w:type="dxa"/>
          </w:tcPr>
          <w:p w14:paraId="0899662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28101532</w:t>
            </w:r>
          </w:p>
        </w:tc>
        <w:tc>
          <w:tcPr>
            <w:tcW w:w="2086" w:type="dxa"/>
          </w:tcPr>
          <w:p w14:paraId="7FF120D0" w14:textId="7897A66D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Staffa per </w:t>
            </w: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disassato</w:t>
            </w:r>
          </w:p>
        </w:tc>
        <w:tc>
          <w:tcPr>
            <w:tcW w:w="6101" w:type="dxa"/>
          </w:tcPr>
          <w:p w14:paraId="6084B74F" w14:textId="438033B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Staffa per </w:t>
            </w: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disassato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E79335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AB3115A" w14:textId="4AD4CCA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Staffa per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disassato o equivalente.</w:t>
            </w:r>
          </w:p>
        </w:tc>
      </w:tr>
      <w:tr w:rsidR="00403ACD" w:rsidRPr="009279E2" w14:paraId="12DB9881" w14:textId="77777777" w:rsidTr="00904071">
        <w:tc>
          <w:tcPr>
            <w:tcW w:w="1311" w:type="dxa"/>
          </w:tcPr>
          <w:p w14:paraId="0A4D7A6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28090003</w:t>
            </w:r>
          </w:p>
        </w:tc>
        <w:tc>
          <w:tcPr>
            <w:tcW w:w="2086" w:type="dxa"/>
          </w:tcPr>
          <w:p w14:paraId="595CDEB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5AD9CA08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1/2" blu</w:t>
            </w:r>
          </w:p>
        </w:tc>
        <w:tc>
          <w:tcPr>
            <w:tcW w:w="6101" w:type="dxa"/>
          </w:tcPr>
          <w:p w14:paraId="702878C8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con o-ring di colore blu, Misura 1/2".</w:t>
            </w:r>
          </w:p>
          <w:p w14:paraId="5BAE95B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3B2F13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1/2" blu o equivalente.</w:t>
            </w:r>
          </w:p>
        </w:tc>
      </w:tr>
      <w:tr w:rsidR="00403ACD" w:rsidRPr="009279E2" w14:paraId="0DA09B01" w14:textId="77777777" w:rsidTr="00904071">
        <w:tc>
          <w:tcPr>
            <w:tcW w:w="1311" w:type="dxa"/>
          </w:tcPr>
          <w:p w14:paraId="0D764D1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28090004</w:t>
            </w:r>
          </w:p>
        </w:tc>
        <w:tc>
          <w:tcPr>
            <w:tcW w:w="2086" w:type="dxa"/>
          </w:tcPr>
          <w:p w14:paraId="0E77C54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23D89D9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1/2" rosso</w:t>
            </w:r>
          </w:p>
        </w:tc>
        <w:tc>
          <w:tcPr>
            <w:tcW w:w="6101" w:type="dxa"/>
          </w:tcPr>
          <w:p w14:paraId="4822B7C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con o-ring di colore rosso, Misura 1/2".</w:t>
            </w:r>
          </w:p>
          <w:p w14:paraId="76F0DB7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11FD7A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1/2" rosso o equivalente.</w:t>
            </w:r>
          </w:p>
        </w:tc>
      </w:tr>
      <w:tr w:rsidR="00403ACD" w:rsidRPr="009279E2" w14:paraId="11E3E81E" w14:textId="77777777" w:rsidTr="00904071">
        <w:tc>
          <w:tcPr>
            <w:tcW w:w="1311" w:type="dxa"/>
          </w:tcPr>
          <w:p w14:paraId="65672278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28090006</w:t>
            </w:r>
          </w:p>
        </w:tc>
        <w:tc>
          <w:tcPr>
            <w:tcW w:w="2086" w:type="dxa"/>
          </w:tcPr>
          <w:p w14:paraId="40A23CC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2B022FF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3/4" blu</w:t>
            </w:r>
          </w:p>
        </w:tc>
        <w:tc>
          <w:tcPr>
            <w:tcW w:w="6101" w:type="dxa"/>
          </w:tcPr>
          <w:p w14:paraId="0DF75E91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con o-ring di colore blu, Misura 3/4".</w:t>
            </w:r>
          </w:p>
          <w:p w14:paraId="65F3A4D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F08710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3/4" blu o equivalente.</w:t>
            </w:r>
          </w:p>
        </w:tc>
      </w:tr>
      <w:tr w:rsidR="00403ACD" w:rsidRPr="009279E2" w14:paraId="09AAA07A" w14:textId="77777777" w:rsidTr="00904071">
        <w:tc>
          <w:tcPr>
            <w:tcW w:w="1311" w:type="dxa"/>
          </w:tcPr>
          <w:p w14:paraId="6F4C759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28090008</w:t>
            </w:r>
          </w:p>
        </w:tc>
        <w:tc>
          <w:tcPr>
            <w:tcW w:w="2086" w:type="dxa"/>
          </w:tcPr>
          <w:p w14:paraId="63478ED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4B3F096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3/4" rosso</w:t>
            </w:r>
          </w:p>
        </w:tc>
        <w:tc>
          <w:tcPr>
            <w:tcW w:w="6101" w:type="dxa"/>
          </w:tcPr>
          <w:p w14:paraId="4C58523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con o-ring di colore rosso, Misura 3/4".</w:t>
            </w:r>
          </w:p>
          <w:p w14:paraId="7357D33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B4FA647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3/4" rosso o equivalente.</w:t>
            </w:r>
          </w:p>
        </w:tc>
      </w:tr>
      <w:tr w:rsidR="00403ACD" w:rsidRPr="009279E2" w14:paraId="31B85D73" w14:textId="77777777" w:rsidTr="00904071">
        <w:tc>
          <w:tcPr>
            <w:tcW w:w="1311" w:type="dxa"/>
          </w:tcPr>
          <w:p w14:paraId="71DB220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28101846</w:t>
            </w:r>
          </w:p>
        </w:tc>
        <w:tc>
          <w:tcPr>
            <w:tcW w:w="2086" w:type="dxa"/>
          </w:tcPr>
          <w:p w14:paraId="7EB4C80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per tubo multistrato</w:t>
            </w:r>
          </w:p>
          <w:p w14:paraId="786B510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101" w:type="dxa"/>
          </w:tcPr>
          <w:p w14:paraId="4811075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per tubo multistrato con valvola di sfiato fornita di serie, Misura 16 x 2.</w:t>
            </w:r>
          </w:p>
          <w:p w14:paraId="505431B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903CC1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per tubo multistrato 16 x 2 o equivalente.</w:t>
            </w:r>
          </w:p>
        </w:tc>
      </w:tr>
      <w:tr w:rsidR="00403ACD" w:rsidRPr="009279E2" w14:paraId="6E563100" w14:textId="77777777" w:rsidTr="00904071">
        <w:tc>
          <w:tcPr>
            <w:tcW w:w="1311" w:type="dxa"/>
          </w:tcPr>
          <w:p w14:paraId="08E5E43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28101848</w:t>
            </w:r>
          </w:p>
        </w:tc>
        <w:tc>
          <w:tcPr>
            <w:tcW w:w="2086" w:type="dxa"/>
          </w:tcPr>
          <w:p w14:paraId="7671BB5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per tubo multistrato</w:t>
            </w:r>
          </w:p>
          <w:p w14:paraId="042E02B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101" w:type="dxa"/>
          </w:tcPr>
          <w:p w14:paraId="742B83E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per tubo multistrato con valvola di sfiato fornita di serie, Misura 20 x 2.</w:t>
            </w:r>
          </w:p>
          <w:p w14:paraId="446FB85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D00AF6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per tubo multistrato 20 x 2 o equivalente.</w:t>
            </w:r>
          </w:p>
        </w:tc>
      </w:tr>
      <w:tr w:rsidR="00403ACD" w:rsidRPr="009279E2" w14:paraId="063BAF21" w14:textId="77777777" w:rsidTr="00904071">
        <w:tc>
          <w:tcPr>
            <w:tcW w:w="1311" w:type="dxa"/>
          </w:tcPr>
          <w:p w14:paraId="7BA2AF61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13010010</w:t>
            </w:r>
          </w:p>
        </w:tc>
        <w:tc>
          <w:tcPr>
            <w:tcW w:w="2086" w:type="dxa"/>
          </w:tcPr>
          <w:p w14:paraId="2B2F091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Scatola ad incasso per gomiti flangiati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467D4E2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502C76A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Scatola ad incasso per gomiti flangiati, idonea per l’installazione di gomiti flangiati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LBP.</w:t>
            </w:r>
          </w:p>
          <w:p w14:paraId="54D1A76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A0F40F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Scatola ad incasso per gomiti flangiati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403ACD" w:rsidRPr="009279E2" w14:paraId="309EA5E3" w14:textId="77777777" w:rsidTr="00904071">
        <w:tc>
          <w:tcPr>
            <w:tcW w:w="1311" w:type="dxa"/>
          </w:tcPr>
          <w:p w14:paraId="3ABA3A56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28180204</w:t>
            </w:r>
          </w:p>
        </w:tc>
        <w:tc>
          <w:tcPr>
            <w:tcW w:w="2086" w:type="dxa"/>
          </w:tcPr>
          <w:p w14:paraId="155CDBA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Corpo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  <w:p w14:paraId="2664149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3/4"</w:t>
            </w:r>
          </w:p>
          <w:p w14:paraId="687622F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17295114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Corpo per valvola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271827D6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3/4" con profilo per pinzatura TH, B, U, H, F.</w:t>
            </w:r>
          </w:p>
          <w:p w14:paraId="41AB6B3F" w14:textId="18A499EF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83E2035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Corpo in ottone ST UNI EN 12165 CW617N </w:t>
            </w:r>
          </w:p>
          <w:p w14:paraId="326686A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Gruppo vitone in ottone TN UNI EN 12164 CW614N</w:t>
            </w:r>
          </w:p>
          <w:p w14:paraId="224919CD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 </w:t>
            </w:r>
          </w:p>
          <w:p w14:paraId="696F927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Bussola in acciaio inox AISI 304 </w:t>
            </w:r>
          </w:p>
          <w:p w14:paraId="78535DAF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13DFD15" w14:textId="77777777" w:rsidR="00403ACD" w:rsidRPr="00586F53" w:rsidRDefault="00403ACD" w:rsidP="00403ACD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222E7DF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26164E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0325BF7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 a 95°C: 6 bar</w:t>
            </w:r>
          </w:p>
          <w:p w14:paraId="36FF0453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7055B419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2EB1C0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Corpo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16 x 3/4" o equivalente.</w:t>
            </w:r>
          </w:p>
        </w:tc>
      </w:tr>
      <w:tr w:rsidR="00403ACD" w:rsidRPr="009279E2" w14:paraId="0DB81DD7" w14:textId="77777777" w:rsidTr="00904071">
        <w:tc>
          <w:tcPr>
            <w:tcW w:w="1311" w:type="dxa"/>
          </w:tcPr>
          <w:p w14:paraId="514EC68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28180206</w:t>
            </w:r>
          </w:p>
        </w:tc>
        <w:tc>
          <w:tcPr>
            <w:tcW w:w="2086" w:type="dxa"/>
          </w:tcPr>
          <w:p w14:paraId="5623642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Corpo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  <w:p w14:paraId="26C581E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</w:t>
            </w:r>
          </w:p>
          <w:p w14:paraId="02159067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10518135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Corpo per valvola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21D6942B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 con profilo per pinzatura TH, B, U, H, F.</w:t>
            </w:r>
          </w:p>
          <w:p w14:paraId="31A8B119" w14:textId="11DE433C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F9EEA91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Corpo in ottone ST UNI EN 12165 CW617N </w:t>
            </w:r>
          </w:p>
          <w:p w14:paraId="7E999862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Gruppo vitone in ottone TN UNI EN 12164 CW614N</w:t>
            </w:r>
          </w:p>
          <w:p w14:paraId="6577F464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 </w:t>
            </w:r>
          </w:p>
          <w:p w14:paraId="45E785D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E07011E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DC2BE94" w14:textId="77777777" w:rsidR="00403ACD" w:rsidRPr="00586F53" w:rsidRDefault="00403ACD" w:rsidP="00403ACD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3161612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159965E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4EA6838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 a 95°C: 6 bar</w:t>
            </w:r>
          </w:p>
          <w:p w14:paraId="4FACFE8A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AADD7F0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A41E9E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Corpo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20 x 3/4" o equivalente.</w:t>
            </w:r>
          </w:p>
        </w:tc>
      </w:tr>
      <w:tr w:rsidR="00403ACD" w:rsidRPr="009279E2" w14:paraId="46EA85A8" w14:textId="77777777" w:rsidTr="00904071">
        <w:tc>
          <w:tcPr>
            <w:tcW w:w="1311" w:type="dxa"/>
          </w:tcPr>
          <w:p w14:paraId="6B5D746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28180208</w:t>
            </w:r>
          </w:p>
        </w:tc>
        <w:tc>
          <w:tcPr>
            <w:tcW w:w="2086" w:type="dxa"/>
          </w:tcPr>
          <w:p w14:paraId="7B488A0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Corpo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  <w:p w14:paraId="28E5431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</w:t>
            </w:r>
          </w:p>
          <w:p w14:paraId="7E4B4A2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2969A07A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Corpo per valvola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543E332C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742309EE" w14:textId="17DD4230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F40E5E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Corpo in ottone ST UNI EN 12165 CW617N </w:t>
            </w:r>
          </w:p>
          <w:p w14:paraId="77C16F50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Gruppo vitone in ottone TN UNI EN 12164 CW614N</w:t>
            </w:r>
          </w:p>
          <w:p w14:paraId="52D85582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 </w:t>
            </w:r>
          </w:p>
          <w:p w14:paraId="50554965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72ED9A7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04C4504" w14:textId="77777777" w:rsidR="00403ACD" w:rsidRPr="00586F53" w:rsidRDefault="00403ACD" w:rsidP="00403ACD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9006653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6236A7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5D7567F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 a 95°C: 6 bar</w:t>
            </w:r>
          </w:p>
          <w:p w14:paraId="711E17F5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A89F955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A2EF7F1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Corpo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26 x 3/4" o equivalente.</w:t>
            </w:r>
          </w:p>
        </w:tc>
      </w:tr>
      <w:tr w:rsidR="00403ACD" w:rsidRPr="009279E2" w14:paraId="203F97CD" w14:textId="77777777" w:rsidTr="00904071">
        <w:tc>
          <w:tcPr>
            <w:tcW w:w="1311" w:type="dxa"/>
          </w:tcPr>
          <w:p w14:paraId="2E166535" w14:textId="7DA4F96A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2810098</w:t>
            </w:r>
            <w:r>
              <w:rPr>
                <w:rFonts w:ascii="Poppins" w:hAnsi="Poppins" w:cs="Poppins"/>
                <w:bCs/>
                <w:sz w:val="20"/>
              </w:rPr>
              <w:t>8</w:t>
            </w:r>
          </w:p>
        </w:tc>
        <w:tc>
          <w:tcPr>
            <w:tcW w:w="2086" w:type="dxa"/>
          </w:tcPr>
          <w:p w14:paraId="2C3580AA" w14:textId="7CFC9475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Gruppo vitone da 3/4" con can</w:t>
            </w:r>
            <w:r>
              <w:rPr>
                <w:rFonts w:ascii="Poppins" w:hAnsi="Poppins" w:cs="Poppins"/>
                <w:bCs/>
                <w:sz w:val="20"/>
              </w:rPr>
              <w:t>n</w:t>
            </w:r>
            <w:r w:rsidRPr="00586F53">
              <w:rPr>
                <w:rFonts w:ascii="Poppins" w:hAnsi="Poppins" w:cs="Poppins"/>
                <w:bCs/>
                <w:sz w:val="20"/>
              </w:rPr>
              <w:t>otto cieco</w:t>
            </w:r>
          </w:p>
        </w:tc>
        <w:tc>
          <w:tcPr>
            <w:tcW w:w="6101" w:type="dxa"/>
          </w:tcPr>
          <w:p w14:paraId="1B95CE81" w14:textId="57F6FFEE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Gruppo vitone con can</w:t>
            </w:r>
            <w:r>
              <w:rPr>
                <w:rFonts w:ascii="Poppins" w:hAnsi="Poppins" w:cs="Poppins"/>
                <w:sz w:val="20"/>
              </w:rPr>
              <w:t>n</w:t>
            </w:r>
            <w:r w:rsidRPr="00586F53">
              <w:rPr>
                <w:rFonts w:ascii="Poppins" w:hAnsi="Poppins" w:cs="Poppins"/>
                <w:sz w:val="20"/>
              </w:rPr>
              <w:t>otto cieco, Misura 3/4".</w:t>
            </w:r>
          </w:p>
          <w:p w14:paraId="5D1FEF0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D22847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Gruppo vitone da 3/4" con canotto cieco o equivalente.</w:t>
            </w:r>
          </w:p>
        </w:tc>
      </w:tr>
      <w:tr w:rsidR="00403ACD" w:rsidRPr="009279E2" w14:paraId="292499F7" w14:textId="77777777" w:rsidTr="00904071">
        <w:tc>
          <w:tcPr>
            <w:tcW w:w="1311" w:type="dxa"/>
          </w:tcPr>
          <w:p w14:paraId="42AF688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28100982</w:t>
            </w:r>
          </w:p>
        </w:tc>
        <w:tc>
          <w:tcPr>
            <w:tcW w:w="2086" w:type="dxa"/>
          </w:tcPr>
          <w:p w14:paraId="5E49700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Vitone da 3/4" con volantino e rosone</w:t>
            </w:r>
          </w:p>
          <w:p w14:paraId="425AF7AF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36DCD13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Vitone con volantino e rosone, Misura 3/4".</w:t>
            </w:r>
          </w:p>
          <w:p w14:paraId="5051E56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DA2E0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Vitone da 3/4" con volantino e rosone</w:t>
            </w:r>
          </w:p>
          <w:p w14:paraId="7D25AB2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03ACD" w:rsidRPr="009279E2" w14:paraId="37FF3258" w14:textId="77777777" w:rsidTr="00904071">
        <w:tc>
          <w:tcPr>
            <w:tcW w:w="1311" w:type="dxa"/>
          </w:tcPr>
          <w:p w14:paraId="7C33709E" w14:textId="2CA50F4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9000817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086" w:type="dxa"/>
          </w:tcPr>
          <w:p w14:paraId="5C74601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Vitone da 3/4" prolungato di 20 mm per gruppo vitone con canotto cieco</w:t>
            </w:r>
          </w:p>
        </w:tc>
        <w:tc>
          <w:tcPr>
            <w:tcW w:w="6101" w:type="dxa"/>
          </w:tcPr>
          <w:p w14:paraId="77968A59" w14:textId="671E5AE5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Vitone prolungato di 20 mm per gruppo vitone con canotto cieco, Misura 3/4".</w:t>
            </w:r>
          </w:p>
          <w:p w14:paraId="1291FC6E" w14:textId="2B033853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Completo di cappuccio di protezione del vitone.</w:t>
            </w:r>
          </w:p>
          <w:p w14:paraId="6546632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57B67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canotto cieco o equivalente.</w:t>
            </w:r>
          </w:p>
        </w:tc>
      </w:tr>
      <w:tr w:rsidR="00403ACD" w:rsidRPr="009279E2" w14:paraId="78AB19F0" w14:textId="77777777" w:rsidTr="00904071">
        <w:tc>
          <w:tcPr>
            <w:tcW w:w="1311" w:type="dxa"/>
          </w:tcPr>
          <w:p w14:paraId="543B284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90008180</w:t>
            </w:r>
          </w:p>
        </w:tc>
        <w:tc>
          <w:tcPr>
            <w:tcW w:w="2086" w:type="dxa"/>
          </w:tcPr>
          <w:p w14:paraId="7C84B1C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Vitone da 3/4" prolungato di 20 mm per gruppo vitone con volantino e rosone</w:t>
            </w:r>
          </w:p>
        </w:tc>
        <w:tc>
          <w:tcPr>
            <w:tcW w:w="6101" w:type="dxa"/>
          </w:tcPr>
          <w:p w14:paraId="09A55A3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Vitone prolungato di 20 mm per gruppo vitone con volantino e rosone, Misura 3/4".</w:t>
            </w:r>
          </w:p>
          <w:p w14:paraId="2783B77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2334B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volantino e rosone o equivalente.</w:t>
            </w:r>
          </w:p>
        </w:tc>
      </w:tr>
      <w:tr w:rsidR="00403ACD" w:rsidRPr="009279E2" w14:paraId="6EB629A3" w14:textId="77777777" w:rsidTr="00904071">
        <w:tc>
          <w:tcPr>
            <w:tcW w:w="1311" w:type="dxa"/>
          </w:tcPr>
          <w:p w14:paraId="570EFFE1" w14:textId="236E1911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9000801</w:t>
            </w:r>
            <w:r w:rsidR="00437F8D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086" w:type="dxa"/>
          </w:tcPr>
          <w:p w14:paraId="757B36A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Guarnizione per otturatore vitone</w:t>
            </w:r>
          </w:p>
        </w:tc>
        <w:tc>
          <w:tcPr>
            <w:tcW w:w="6101" w:type="dxa"/>
          </w:tcPr>
          <w:p w14:paraId="12ED5FD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Guarnizione di ricambio sferica per otturatore vitone</w:t>
            </w:r>
          </w:p>
          <w:p w14:paraId="3781AE2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50367E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Guarnizione per otturatore vitone o equivalente.</w:t>
            </w:r>
          </w:p>
        </w:tc>
      </w:tr>
      <w:tr w:rsidR="00403ACD" w:rsidRPr="009279E2" w14:paraId="1FC0C6FA" w14:textId="77777777" w:rsidTr="00904071">
        <w:tc>
          <w:tcPr>
            <w:tcW w:w="1311" w:type="dxa"/>
          </w:tcPr>
          <w:p w14:paraId="235C6F96" w14:textId="372525E8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90008194</w:t>
            </w:r>
          </w:p>
        </w:tc>
        <w:tc>
          <w:tcPr>
            <w:tcW w:w="2086" w:type="dxa"/>
          </w:tcPr>
          <w:p w14:paraId="2C318C5C" w14:textId="272BFE1D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Set 10 maniglie a farfalla x vitone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</w:tc>
        <w:tc>
          <w:tcPr>
            <w:tcW w:w="6101" w:type="dxa"/>
          </w:tcPr>
          <w:p w14:paraId="5DC0674A" w14:textId="77777777" w:rsidR="00403ACD" w:rsidRDefault="00403ACD" w:rsidP="00403AC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a farfalla in plastica per Gruppo vitone 3/4” cannotto cieco.</w:t>
            </w:r>
          </w:p>
          <w:p w14:paraId="39476A09" w14:textId="77777777" w:rsidR="00403ACD" w:rsidRDefault="00403ACD" w:rsidP="00403AC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E2681D" w14:textId="03BBA12E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Marca Emmeti – Modello Set 10 maniglie a farfalla x vitone </w:t>
            </w:r>
            <w:proofErr w:type="spellStart"/>
            <w:r w:rsidRPr="000C35D8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403ACD" w:rsidRPr="009279E2" w14:paraId="4404FC3C" w14:textId="77777777" w:rsidTr="00904071">
        <w:tc>
          <w:tcPr>
            <w:tcW w:w="1311" w:type="dxa"/>
          </w:tcPr>
          <w:p w14:paraId="12F88902" w14:textId="5023273E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90008192</w:t>
            </w:r>
          </w:p>
        </w:tc>
        <w:tc>
          <w:tcPr>
            <w:tcW w:w="2086" w:type="dxa"/>
          </w:tcPr>
          <w:p w14:paraId="63ACC427" w14:textId="6FA564F0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Set 10 maniglie in ottone x vitone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</w:tc>
        <w:tc>
          <w:tcPr>
            <w:tcW w:w="6101" w:type="dxa"/>
          </w:tcPr>
          <w:p w14:paraId="371E4F36" w14:textId="77777777" w:rsidR="00403ACD" w:rsidRDefault="00403ACD" w:rsidP="00403AC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in ottone per Gruppo vitone 3/4” cannotto cieco.</w:t>
            </w:r>
          </w:p>
          <w:p w14:paraId="20D1A68E" w14:textId="77777777" w:rsidR="00403ACD" w:rsidRDefault="00403ACD" w:rsidP="00403AC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EDEF5F" w14:textId="25EF6A8E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Marca Emmeti – Modello Set 10 maniglie in ottone x vitone </w:t>
            </w:r>
            <w:proofErr w:type="spellStart"/>
            <w:r w:rsidRPr="000C35D8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5D6843C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51704" w14:textId="77777777" w:rsidR="00987511" w:rsidRDefault="00987511">
      <w:r>
        <w:separator/>
      </w:r>
    </w:p>
  </w:endnote>
  <w:endnote w:type="continuationSeparator" w:id="0">
    <w:p w14:paraId="75552510" w14:textId="77777777" w:rsidR="00987511" w:rsidRDefault="0098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F77FFBB" w14:textId="77777777" w:rsidTr="00FF4742">
      <w:tc>
        <w:tcPr>
          <w:tcW w:w="4792" w:type="dxa"/>
        </w:tcPr>
        <w:p w14:paraId="1251ECC8" w14:textId="2E2E2C09" w:rsidR="008C2F88" w:rsidRPr="00C86331" w:rsidRDefault="00094CAD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 xml:space="preserve">Raccordi a pressare </w:t>
          </w:r>
          <w:proofErr w:type="spellStart"/>
          <w:r>
            <w:rPr>
              <w:rFonts w:ascii="Poppins" w:hAnsi="Poppins" w:cs="Poppins"/>
              <w:iCs/>
              <w:sz w:val="16"/>
            </w:rPr>
            <w:t>Gerpex</w:t>
          </w:r>
          <w:proofErr w:type="spellEnd"/>
          <w:r>
            <w:rPr>
              <w:rFonts w:ascii="Poppins" w:hAnsi="Poppins" w:cs="Poppins"/>
              <w:iCs/>
              <w:sz w:val="16"/>
            </w:rPr>
            <w:t xml:space="preserve"> LBP per acqua</w:t>
          </w:r>
        </w:p>
      </w:tc>
      <w:tc>
        <w:tcPr>
          <w:tcW w:w="5471" w:type="dxa"/>
        </w:tcPr>
        <w:p w14:paraId="6BF56030" w14:textId="125EC503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41919">
            <w:rPr>
              <w:rFonts w:ascii="Poppins" w:hAnsi="Poppins" w:cs="Poppins"/>
              <w:noProof/>
              <w:sz w:val="14"/>
              <w:szCs w:val="14"/>
            </w:rPr>
            <w:t>60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99A9128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54F3CD3" wp14:editId="2BDD59D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D74AF" w14:textId="77777777" w:rsidR="00987511" w:rsidRDefault="00987511">
      <w:r>
        <w:separator/>
      </w:r>
    </w:p>
  </w:footnote>
  <w:footnote w:type="continuationSeparator" w:id="0">
    <w:p w14:paraId="4F370C85" w14:textId="77777777" w:rsidR="00987511" w:rsidRDefault="00987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2DFF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6D06023" wp14:editId="330516F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9AC7D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967FBA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75625"/>
    <w:multiLevelType w:val="hybridMultilevel"/>
    <w:tmpl w:val="FEDCCA8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214B0"/>
    <w:multiLevelType w:val="hybridMultilevel"/>
    <w:tmpl w:val="B5646316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047DB"/>
    <w:multiLevelType w:val="hybridMultilevel"/>
    <w:tmpl w:val="B4B65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3640899">
    <w:abstractNumId w:val="12"/>
  </w:num>
  <w:num w:numId="2" w16cid:durableId="1710255656">
    <w:abstractNumId w:val="11"/>
  </w:num>
  <w:num w:numId="3" w16cid:durableId="1609267108">
    <w:abstractNumId w:val="5"/>
  </w:num>
  <w:num w:numId="4" w16cid:durableId="2003924774">
    <w:abstractNumId w:val="4"/>
  </w:num>
  <w:num w:numId="5" w16cid:durableId="1737556363">
    <w:abstractNumId w:val="9"/>
  </w:num>
  <w:num w:numId="6" w16cid:durableId="197473598">
    <w:abstractNumId w:val="8"/>
  </w:num>
  <w:num w:numId="7" w16cid:durableId="2083596550">
    <w:abstractNumId w:val="6"/>
  </w:num>
  <w:num w:numId="8" w16cid:durableId="965620726">
    <w:abstractNumId w:val="8"/>
  </w:num>
  <w:num w:numId="9" w16cid:durableId="1324047820">
    <w:abstractNumId w:val="0"/>
  </w:num>
  <w:num w:numId="10" w16cid:durableId="482281769">
    <w:abstractNumId w:val="8"/>
  </w:num>
  <w:num w:numId="11" w16cid:durableId="1937980929">
    <w:abstractNumId w:val="15"/>
  </w:num>
  <w:num w:numId="12" w16cid:durableId="1241913830">
    <w:abstractNumId w:val="18"/>
  </w:num>
  <w:num w:numId="13" w16cid:durableId="423720392">
    <w:abstractNumId w:val="14"/>
  </w:num>
  <w:num w:numId="14" w16cid:durableId="1190874904">
    <w:abstractNumId w:val="7"/>
  </w:num>
  <w:num w:numId="15" w16cid:durableId="2032143001">
    <w:abstractNumId w:val="16"/>
  </w:num>
  <w:num w:numId="16" w16cid:durableId="1487286568">
    <w:abstractNumId w:val="21"/>
  </w:num>
  <w:num w:numId="17" w16cid:durableId="951207108">
    <w:abstractNumId w:val="22"/>
  </w:num>
  <w:num w:numId="18" w16cid:durableId="694581544">
    <w:abstractNumId w:val="17"/>
  </w:num>
  <w:num w:numId="19" w16cid:durableId="2128811158">
    <w:abstractNumId w:val="1"/>
  </w:num>
  <w:num w:numId="20" w16cid:durableId="738748708">
    <w:abstractNumId w:val="2"/>
  </w:num>
  <w:num w:numId="21" w16cid:durableId="106387537">
    <w:abstractNumId w:val="10"/>
  </w:num>
  <w:num w:numId="22" w16cid:durableId="238758552">
    <w:abstractNumId w:val="3"/>
  </w:num>
  <w:num w:numId="23" w16cid:durableId="203759586">
    <w:abstractNumId w:val="13"/>
  </w:num>
  <w:num w:numId="24" w16cid:durableId="1145122114">
    <w:abstractNumId w:val="20"/>
  </w:num>
  <w:num w:numId="25" w16cid:durableId="4334009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44EA"/>
    <w:rsid w:val="0009136B"/>
    <w:rsid w:val="00094CAD"/>
    <w:rsid w:val="000B6932"/>
    <w:rsid w:val="000C52FA"/>
    <w:rsid w:val="000F7A52"/>
    <w:rsid w:val="00103A0D"/>
    <w:rsid w:val="001143FD"/>
    <w:rsid w:val="00137C06"/>
    <w:rsid w:val="00141919"/>
    <w:rsid w:val="001441C6"/>
    <w:rsid w:val="001450AB"/>
    <w:rsid w:val="001620E3"/>
    <w:rsid w:val="00171DAE"/>
    <w:rsid w:val="00177CEA"/>
    <w:rsid w:val="00195A49"/>
    <w:rsid w:val="001D365F"/>
    <w:rsid w:val="001D4455"/>
    <w:rsid w:val="001D47AC"/>
    <w:rsid w:val="001F782F"/>
    <w:rsid w:val="0023000E"/>
    <w:rsid w:val="002346C2"/>
    <w:rsid w:val="002421F8"/>
    <w:rsid w:val="002566D7"/>
    <w:rsid w:val="00264BCF"/>
    <w:rsid w:val="0028448D"/>
    <w:rsid w:val="002862D2"/>
    <w:rsid w:val="00295FBA"/>
    <w:rsid w:val="002B5D63"/>
    <w:rsid w:val="002B78F7"/>
    <w:rsid w:val="002F7EEA"/>
    <w:rsid w:val="00304518"/>
    <w:rsid w:val="00327764"/>
    <w:rsid w:val="003333BC"/>
    <w:rsid w:val="00344430"/>
    <w:rsid w:val="00344E22"/>
    <w:rsid w:val="003524C7"/>
    <w:rsid w:val="00357812"/>
    <w:rsid w:val="00363C42"/>
    <w:rsid w:val="00365710"/>
    <w:rsid w:val="00372ECE"/>
    <w:rsid w:val="00377C89"/>
    <w:rsid w:val="003C3F54"/>
    <w:rsid w:val="00403ACD"/>
    <w:rsid w:val="004272FC"/>
    <w:rsid w:val="00433C12"/>
    <w:rsid w:val="00437F8D"/>
    <w:rsid w:val="0044592F"/>
    <w:rsid w:val="00447EFC"/>
    <w:rsid w:val="004706FD"/>
    <w:rsid w:val="004715B8"/>
    <w:rsid w:val="004718E7"/>
    <w:rsid w:val="00474537"/>
    <w:rsid w:val="0048382E"/>
    <w:rsid w:val="00495434"/>
    <w:rsid w:val="00497D29"/>
    <w:rsid w:val="004F1A26"/>
    <w:rsid w:val="005226D0"/>
    <w:rsid w:val="005235FA"/>
    <w:rsid w:val="00525BAE"/>
    <w:rsid w:val="00530F9B"/>
    <w:rsid w:val="005315F1"/>
    <w:rsid w:val="00536743"/>
    <w:rsid w:val="00562E55"/>
    <w:rsid w:val="00584984"/>
    <w:rsid w:val="00586F53"/>
    <w:rsid w:val="005C61B9"/>
    <w:rsid w:val="005E1169"/>
    <w:rsid w:val="005F30AB"/>
    <w:rsid w:val="005F5EE6"/>
    <w:rsid w:val="006015C2"/>
    <w:rsid w:val="006040F5"/>
    <w:rsid w:val="00610639"/>
    <w:rsid w:val="00620C00"/>
    <w:rsid w:val="006252AB"/>
    <w:rsid w:val="006302D4"/>
    <w:rsid w:val="006465D5"/>
    <w:rsid w:val="00665813"/>
    <w:rsid w:val="006674AA"/>
    <w:rsid w:val="0068470A"/>
    <w:rsid w:val="006921BD"/>
    <w:rsid w:val="006B218C"/>
    <w:rsid w:val="006B29B1"/>
    <w:rsid w:val="006C14CB"/>
    <w:rsid w:val="006D044B"/>
    <w:rsid w:val="006D4FDF"/>
    <w:rsid w:val="006E5C4B"/>
    <w:rsid w:val="006F1812"/>
    <w:rsid w:val="006F6AB3"/>
    <w:rsid w:val="00707431"/>
    <w:rsid w:val="00710BB8"/>
    <w:rsid w:val="00727388"/>
    <w:rsid w:val="0073789C"/>
    <w:rsid w:val="007428C7"/>
    <w:rsid w:val="00745AB1"/>
    <w:rsid w:val="0074712F"/>
    <w:rsid w:val="00757AC7"/>
    <w:rsid w:val="007773E7"/>
    <w:rsid w:val="00782096"/>
    <w:rsid w:val="007B5BA3"/>
    <w:rsid w:val="007D5EC7"/>
    <w:rsid w:val="007E33F1"/>
    <w:rsid w:val="007E6E02"/>
    <w:rsid w:val="007E7143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59C6"/>
    <w:rsid w:val="008A2C0A"/>
    <w:rsid w:val="008A47E2"/>
    <w:rsid w:val="008A5F06"/>
    <w:rsid w:val="008B5587"/>
    <w:rsid w:val="008C2F88"/>
    <w:rsid w:val="00904071"/>
    <w:rsid w:val="009059BB"/>
    <w:rsid w:val="00923354"/>
    <w:rsid w:val="00931A8A"/>
    <w:rsid w:val="009368BB"/>
    <w:rsid w:val="0094047C"/>
    <w:rsid w:val="00942B09"/>
    <w:rsid w:val="0095284A"/>
    <w:rsid w:val="00987511"/>
    <w:rsid w:val="00992282"/>
    <w:rsid w:val="0099452E"/>
    <w:rsid w:val="009A219D"/>
    <w:rsid w:val="009B3330"/>
    <w:rsid w:val="009B37F1"/>
    <w:rsid w:val="009C1166"/>
    <w:rsid w:val="009D0D89"/>
    <w:rsid w:val="009D3135"/>
    <w:rsid w:val="009D51C1"/>
    <w:rsid w:val="009D54F1"/>
    <w:rsid w:val="009D6327"/>
    <w:rsid w:val="009E07DC"/>
    <w:rsid w:val="009E250A"/>
    <w:rsid w:val="009E2742"/>
    <w:rsid w:val="009F2AB6"/>
    <w:rsid w:val="00A02740"/>
    <w:rsid w:val="00A04235"/>
    <w:rsid w:val="00A06A5E"/>
    <w:rsid w:val="00A216E2"/>
    <w:rsid w:val="00A42ED6"/>
    <w:rsid w:val="00A5756A"/>
    <w:rsid w:val="00A62A77"/>
    <w:rsid w:val="00A743FF"/>
    <w:rsid w:val="00AB5A4B"/>
    <w:rsid w:val="00AC0741"/>
    <w:rsid w:val="00AD05EC"/>
    <w:rsid w:val="00AD1706"/>
    <w:rsid w:val="00AF76FE"/>
    <w:rsid w:val="00AF7B0B"/>
    <w:rsid w:val="00B14FFA"/>
    <w:rsid w:val="00B406A9"/>
    <w:rsid w:val="00B7475F"/>
    <w:rsid w:val="00B85F42"/>
    <w:rsid w:val="00B91000"/>
    <w:rsid w:val="00B93CD1"/>
    <w:rsid w:val="00BB0104"/>
    <w:rsid w:val="00BB2A5B"/>
    <w:rsid w:val="00BC2F1F"/>
    <w:rsid w:val="00BD14D8"/>
    <w:rsid w:val="00BF18F0"/>
    <w:rsid w:val="00BF1E16"/>
    <w:rsid w:val="00C02E1C"/>
    <w:rsid w:val="00C055AD"/>
    <w:rsid w:val="00C203AE"/>
    <w:rsid w:val="00C233C1"/>
    <w:rsid w:val="00C25698"/>
    <w:rsid w:val="00C27DFF"/>
    <w:rsid w:val="00C31449"/>
    <w:rsid w:val="00C36C55"/>
    <w:rsid w:val="00C437EE"/>
    <w:rsid w:val="00C53FD7"/>
    <w:rsid w:val="00C55FF9"/>
    <w:rsid w:val="00C74366"/>
    <w:rsid w:val="00C8054A"/>
    <w:rsid w:val="00C86331"/>
    <w:rsid w:val="00C93402"/>
    <w:rsid w:val="00CB1475"/>
    <w:rsid w:val="00CC31A7"/>
    <w:rsid w:val="00CE7C2F"/>
    <w:rsid w:val="00D061A5"/>
    <w:rsid w:val="00D178ED"/>
    <w:rsid w:val="00D17F30"/>
    <w:rsid w:val="00D2119B"/>
    <w:rsid w:val="00D229AF"/>
    <w:rsid w:val="00D22C59"/>
    <w:rsid w:val="00D26506"/>
    <w:rsid w:val="00D26FD9"/>
    <w:rsid w:val="00D303E7"/>
    <w:rsid w:val="00D440AE"/>
    <w:rsid w:val="00D509C1"/>
    <w:rsid w:val="00D571B5"/>
    <w:rsid w:val="00D62BDF"/>
    <w:rsid w:val="00D75130"/>
    <w:rsid w:val="00D832BB"/>
    <w:rsid w:val="00D902A4"/>
    <w:rsid w:val="00DA3646"/>
    <w:rsid w:val="00DD2E16"/>
    <w:rsid w:val="00DD79AA"/>
    <w:rsid w:val="00DE5C0B"/>
    <w:rsid w:val="00DF5B24"/>
    <w:rsid w:val="00DF6127"/>
    <w:rsid w:val="00E07577"/>
    <w:rsid w:val="00E16170"/>
    <w:rsid w:val="00E17A38"/>
    <w:rsid w:val="00E20D6D"/>
    <w:rsid w:val="00E36C49"/>
    <w:rsid w:val="00E42389"/>
    <w:rsid w:val="00E5632D"/>
    <w:rsid w:val="00E57439"/>
    <w:rsid w:val="00E94BE3"/>
    <w:rsid w:val="00E971BB"/>
    <w:rsid w:val="00EA01C8"/>
    <w:rsid w:val="00EA4267"/>
    <w:rsid w:val="00EB33B9"/>
    <w:rsid w:val="00EC29FF"/>
    <w:rsid w:val="00ED24CF"/>
    <w:rsid w:val="00EF73E5"/>
    <w:rsid w:val="00F24C83"/>
    <w:rsid w:val="00F269EC"/>
    <w:rsid w:val="00F50F65"/>
    <w:rsid w:val="00F53758"/>
    <w:rsid w:val="00F60A08"/>
    <w:rsid w:val="00FC1A7B"/>
    <w:rsid w:val="00FD255D"/>
    <w:rsid w:val="00FE3C69"/>
    <w:rsid w:val="00FF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863CA4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2FBD7-288B-4C5D-9654-4103AE5BB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60</Pages>
  <Words>14214</Words>
  <Characters>81025</Characters>
  <Application>Microsoft Office Word</Application>
  <DocSecurity>0</DocSecurity>
  <Lines>675</Lines>
  <Paragraphs>190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95049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18</cp:revision>
  <cp:lastPrinted>2013-11-14T13:48:00Z</cp:lastPrinted>
  <dcterms:created xsi:type="dcterms:W3CDTF">2025-01-14T11:21:00Z</dcterms:created>
  <dcterms:modified xsi:type="dcterms:W3CDTF">2025-08-27T14:27:00Z</dcterms:modified>
</cp:coreProperties>
</file>